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7E5242">
        <w:rPr>
          <w:rFonts w:cs="Arial"/>
          <w:b/>
          <w:sz w:val="22"/>
          <w:szCs w:val="22"/>
        </w:rPr>
        <w:t>15</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2"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30F87" w:rsidRDefault="008E711F" w:rsidP="008E711F">
      <w:pPr>
        <w:jc w:val="both"/>
        <w:rPr>
          <w:rFonts w:cs="Arial"/>
          <w:sz w:val="22"/>
          <w:szCs w:val="22"/>
        </w:rPr>
      </w:pPr>
      <w:r>
        <w:rPr>
          <w:rFonts w:cs="Arial"/>
          <w:sz w:val="22"/>
          <w:szCs w:val="22"/>
        </w:rPr>
        <w:t xml:space="preserve">Il sottoscritto si impegna a comunicare </w:t>
      </w:r>
      <w:r w:rsidRPr="00530F87">
        <w:rPr>
          <w:rFonts w:cs="Arial"/>
          <w:sz w:val="22"/>
          <w:szCs w:val="22"/>
        </w:rPr>
        <w:t>tempestivamente alla Sogei nel corso dell’esecuzione del contratto l’eventuale insorgere di nuove situazioni rispetto a quanto comunicato con la presente.</w:t>
      </w:r>
    </w:p>
    <w:p w:rsidR="008E711F" w:rsidRPr="00530F87" w:rsidRDefault="008E711F" w:rsidP="008E711F">
      <w:pPr>
        <w:jc w:val="both"/>
        <w:rPr>
          <w:rFonts w:cs="Arial"/>
          <w:sz w:val="22"/>
          <w:szCs w:val="22"/>
        </w:rPr>
      </w:pPr>
    </w:p>
    <w:p w:rsidR="005C0313" w:rsidRPr="00530F87" w:rsidRDefault="005C0313" w:rsidP="005C0313">
      <w:pPr>
        <w:pStyle w:val="Numeroelenco"/>
        <w:numPr>
          <w:ilvl w:val="0"/>
          <w:numId w:val="0"/>
        </w:numPr>
        <w:ind w:left="360" w:hanging="360"/>
        <w:rPr>
          <w:rFonts w:ascii="Calibri" w:hAnsi="Calibri"/>
          <w:b/>
          <w:szCs w:val="20"/>
          <w:u w:val="single"/>
        </w:rPr>
      </w:pPr>
      <w:r w:rsidRPr="00530F87">
        <w:rPr>
          <w:rFonts w:ascii="Calibri" w:hAnsi="Calibri"/>
          <w:b/>
          <w:szCs w:val="20"/>
          <w:u w:val="single"/>
        </w:rPr>
        <w:t>CONSENSO AL TRATTAMENTO DEI DATI PERSONALI</w:t>
      </w:r>
    </w:p>
    <w:p w:rsidR="00B25B8F" w:rsidRPr="00530F87" w:rsidRDefault="00B25B8F" w:rsidP="00B25B8F">
      <w:pPr>
        <w:tabs>
          <w:tab w:val="left" w:pos="708"/>
        </w:tabs>
        <w:jc w:val="both"/>
        <w:rPr>
          <w:rFonts w:cs="Arial"/>
          <w:sz w:val="22"/>
          <w:szCs w:val="22"/>
        </w:rPr>
      </w:pPr>
      <w:r w:rsidRPr="00530F87">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Default="00B25B8F" w:rsidP="008E711F">
      <w:pPr>
        <w:rPr>
          <w:rFonts w:cs="Arial"/>
          <w:sz w:val="22"/>
          <w:szCs w:val="22"/>
        </w:rPr>
      </w:pPr>
    </w:p>
    <w:p w:rsidR="008E711F" w:rsidRDefault="008E711F" w:rsidP="008E711F">
      <w:pPr>
        <w:rPr>
          <w:rFonts w:cs="Arial"/>
          <w:sz w:val="22"/>
          <w:szCs w:val="22"/>
        </w:rPr>
      </w:pPr>
      <w:r>
        <w:rPr>
          <w:rFonts w:cs="Arial"/>
          <w:sz w:val="22"/>
          <w:szCs w:val="22"/>
        </w:rPr>
        <w:t>Data                                                                                      Firma</w:t>
      </w:r>
    </w:p>
    <w:p w:rsidR="008E711F" w:rsidRDefault="008E711F" w:rsidP="008E711F">
      <w:pPr>
        <w:jc w:val="both"/>
        <w:rPr>
          <w:rFonts w:cs="Arial"/>
          <w:sz w:val="22"/>
          <w:szCs w:val="22"/>
        </w:rPr>
      </w:pPr>
    </w:p>
    <w:p w:rsidR="003C02B5" w:rsidRPr="00754495" w:rsidRDefault="008E711F" w:rsidP="00754495">
      <w:pPr>
        <w:pStyle w:val="Paragrafoelenco"/>
        <w:numPr>
          <w:ilvl w:val="0"/>
          <w:numId w:val="19"/>
        </w:numPr>
        <w:jc w:val="both"/>
        <w:rPr>
          <w:rFonts w:cs="Arial"/>
          <w:i/>
          <w:sz w:val="18"/>
          <w:szCs w:val="18"/>
        </w:rPr>
      </w:pPr>
      <w:r w:rsidRPr="00754495">
        <w:rPr>
          <w:rFonts w:cs="Arial"/>
          <w:i/>
          <w:sz w:val="18"/>
          <w:szCs w:val="18"/>
        </w:rPr>
        <w:t xml:space="preserve">da compilare a cura di ciascuno dei </w:t>
      </w:r>
      <w:r w:rsidRPr="00754495">
        <w:rPr>
          <w:rFonts w:cs="Arial"/>
          <w:b/>
          <w:i/>
          <w:sz w:val="18"/>
          <w:szCs w:val="18"/>
        </w:rPr>
        <w:t>componenti dell’Organo di Amministrazione</w:t>
      </w:r>
      <w:r w:rsidR="003C02B5" w:rsidRPr="00754495">
        <w:rPr>
          <w:rFonts w:cs="Arial"/>
          <w:b/>
          <w:i/>
          <w:sz w:val="18"/>
          <w:szCs w:val="18"/>
        </w:rPr>
        <w:t xml:space="preserve"> e da ciascuno dei Dirigenti</w:t>
      </w:r>
      <w:r w:rsidR="003C02B5" w:rsidRPr="00754495">
        <w:rPr>
          <w:rFonts w:cs="Arial"/>
          <w:i/>
          <w:sz w:val="18"/>
          <w:szCs w:val="18"/>
        </w:rPr>
        <w:t>.</w:t>
      </w:r>
    </w:p>
    <w:p w:rsidR="003C02B5" w:rsidRPr="00583B68" w:rsidRDefault="003C02B5" w:rsidP="00754495">
      <w:pPr>
        <w:ind w:left="360"/>
        <w:jc w:val="both"/>
        <w:rPr>
          <w:rFonts w:cs="Arial"/>
          <w:i/>
          <w:sz w:val="18"/>
          <w:szCs w:val="18"/>
        </w:rPr>
      </w:pPr>
      <w:r w:rsidRPr="00583B68">
        <w:rPr>
          <w:rFonts w:cs="Arial"/>
          <w:i/>
          <w:sz w:val="18"/>
          <w:szCs w:val="18"/>
        </w:rPr>
        <w:t xml:space="preserve">La presente dichiarazione può essere resa </w:t>
      </w:r>
      <w:r w:rsidR="008E711F" w:rsidRPr="00583B68">
        <w:rPr>
          <w:rFonts w:cs="Arial"/>
          <w:i/>
          <w:sz w:val="18"/>
          <w:szCs w:val="18"/>
        </w:rPr>
        <w:t xml:space="preserve"> dal Legale Rappresentante o procuratore speciale del Fornitore, anche per conto di</w:t>
      </w:r>
      <w:r w:rsidRPr="00583B68">
        <w:rPr>
          <w:rFonts w:cs="Arial"/>
          <w:i/>
          <w:sz w:val="18"/>
          <w:szCs w:val="18"/>
        </w:rPr>
        <w:t xml:space="preserve"> tutti i soggetti tenuti (amministratori e dirigenti), fermo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default" r:id="rId13"/>
      <w:footerReference w:type="default" r:id="rId14"/>
      <w:headerReference w:type="first" r:id="rId15"/>
      <w:footerReference w:type="first" r:id="rId16"/>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E5" w:rsidRDefault="00EF4FE5">
      <w:r>
        <w:separator/>
      </w:r>
    </w:p>
  </w:endnote>
  <w:endnote w:type="continuationSeparator" w:id="0">
    <w:p w:rsidR="00EF4FE5" w:rsidRDefault="00EF4FE5">
      <w:r>
        <w:continuationSeparator/>
      </w:r>
    </w:p>
  </w:endnote>
  <w:endnote w:type="continuationNotice" w:id="1">
    <w:p w:rsidR="00EF4FE5" w:rsidRDefault="00EF4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fldSimple w:instr=" NUMPAGES  \* MERGEFORMAT ">
            <w:r w:rsidR="003D47C2" w:rsidRPr="003D47C2">
              <w:rPr>
                <w:rStyle w:val="Numeropagina"/>
                <w:noProof/>
              </w:rPr>
              <w:t>1</w:t>
            </w:r>
          </w:fldSimple>
        </w:p>
      </w:tc>
    </w:tr>
  </w:tbl>
  <w:p w:rsidR="00BE4B78" w:rsidRDefault="00BE4B7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3D47C2">
            <w:rPr>
              <w:rStyle w:val="Numeropagina"/>
              <w:noProof/>
            </w:rPr>
            <w:t>1</w:t>
          </w:r>
          <w:r>
            <w:rPr>
              <w:rStyle w:val="Numeropagina"/>
            </w:rPr>
            <w:fldChar w:fldCharType="end"/>
          </w:r>
          <w:r>
            <w:rPr>
              <w:rStyle w:val="Numeropagina"/>
            </w:rPr>
            <w:t xml:space="preserve"> di </w:t>
          </w:r>
          <w:fldSimple w:instr=" NUMPAGES  \* MERGEFORMAT ">
            <w:r w:rsidR="003D47C2" w:rsidRPr="003D47C2">
              <w:rPr>
                <w:rStyle w:val="Numeropagina"/>
                <w:noProof/>
              </w:rPr>
              <w:t>1</w:t>
            </w:r>
          </w:fldSimple>
        </w:p>
      </w:tc>
    </w:tr>
  </w:tbl>
  <w:p w:rsidR="00BE4B78" w:rsidRDefault="00BE4B78" w:rsidP="005C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E5" w:rsidRDefault="00EF4FE5">
      <w:r>
        <w:separator/>
      </w:r>
    </w:p>
  </w:footnote>
  <w:footnote w:type="continuationSeparator" w:id="0">
    <w:p w:rsidR="00EF4FE5" w:rsidRDefault="00EF4FE5">
      <w:r>
        <w:continuationSeparator/>
      </w:r>
    </w:p>
  </w:footnote>
  <w:footnote w:type="continuationNotice" w:id="1">
    <w:p w:rsidR="00EF4FE5" w:rsidRDefault="00EF4F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47C2"/>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0F87"/>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C18CF"/>
    <w:rsid w:val="005D1EDD"/>
    <w:rsid w:val="005D6D0E"/>
    <w:rsid w:val="005D76CA"/>
    <w:rsid w:val="005E49DF"/>
    <w:rsid w:val="005E5A29"/>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A1A0A"/>
    <w:rsid w:val="007B0F61"/>
    <w:rsid w:val="007B568A"/>
    <w:rsid w:val="007C422A"/>
    <w:rsid w:val="007C50FF"/>
    <w:rsid w:val="007C5F77"/>
    <w:rsid w:val="007E0D1E"/>
    <w:rsid w:val="007E5242"/>
    <w:rsid w:val="007E569A"/>
    <w:rsid w:val="007F231C"/>
    <w:rsid w:val="007F2C24"/>
    <w:rsid w:val="007F7766"/>
    <w:rsid w:val="007F7E86"/>
    <w:rsid w:val="008012E6"/>
    <w:rsid w:val="00803A1A"/>
    <w:rsid w:val="008069D5"/>
    <w:rsid w:val="00815CFD"/>
    <w:rsid w:val="00827BB5"/>
    <w:rsid w:val="00832115"/>
    <w:rsid w:val="0083245B"/>
    <w:rsid w:val="008432F8"/>
    <w:rsid w:val="00844E17"/>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AE4"/>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4FE5"/>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oge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2.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4.xml><?xml version="1.0" encoding="utf-8"?>
<ds:datastoreItem xmlns:ds="http://schemas.openxmlformats.org/officeDocument/2006/customXml" ds:itemID="{4F0C1F21-94E4-46A0-9AB7-DF32D5E0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comunicazione.dot</Template>
  <TotalTime>2</TotalTime>
  <Pages>1</Pages>
  <Words>440</Words>
  <Characters>2514</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Consegna report di audit (lettera consegna)</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Arianna Volpe</cp:lastModifiedBy>
  <cp:revision>4</cp:revision>
  <cp:lastPrinted>2018-11-14T14:12:00Z</cp:lastPrinted>
  <dcterms:created xsi:type="dcterms:W3CDTF">2018-11-13T16:34:00Z</dcterms:created>
  <dcterms:modified xsi:type="dcterms:W3CDTF">2018-11-14T14:14:00Z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