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642" w:rsidRDefault="00056642" w:rsidP="00056642">
      <w:pPr>
        <w:widowControl w:val="0"/>
        <w:spacing w:line="480" w:lineRule="auto"/>
        <w:jc w:val="left"/>
        <w:rPr>
          <w:rFonts w:ascii="Calibri" w:hAnsi="Calibri"/>
          <w:caps/>
          <w:kern w:val="32"/>
          <w:sz w:val="28"/>
          <w:szCs w:val="28"/>
        </w:rPr>
      </w:pPr>
      <w:bookmarkStart w:id="0" w:name="_GoBack"/>
      <w:bookmarkEnd w:id="0"/>
    </w:p>
    <w:p w:rsidR="00056642" w:rsidRDefault="00056642" w:rsidP="00056642">
      <w:pPr>
        <w:widowControl w:val="0"/>
        <w:spacing w:line="480" w:lineRule="auto"/>
        <w:jc w:val="left"/>
        <w:rPr>
          <w:rFonts w:ascii="Calibri" w:hAnsi="Calibri"/>
          <w:caps/>
          <w:kern w:val="32"/>
          <w:sz w:val="28"/>
          <w:szCs w:val="28"/>
        </w:rPr>
      </w:pPr>
    </w:p>
    <w:p w:rsidR="00056642" w:rsidRDefault="00056642" w:rsidP="00056642">
      <w:pPr>
        <w:widowControl w:val="0"/>
        <w:spacing w:line="480" w:lineRule="auto"/>
        <w:jc w:val="left"/>
        <w:rPr>
          <w:rFonts w:ascii="Calibri" w:hAnsi="Calibri"/>
          <w:caps/>
          <w:kern w:val="32"/>
          <w:sz w:val="28"/>
          <w:szCs w:val="28"/>
        </w:rPr>
      </w:pPr>
    </w:p>
    <w:p w:rsidR="00056642" w:rsidRDefault="00056642" w:rsidP="00056642">
      <w:pPr>
        <w:widowControl w:val="0"/>
        <w:spacing w:line="480" w:lineRule="auto"/>
        <w:jc w:val="left"/>
        <w:rPr>
          <w:rFonts w:ascii="Calibri" w:hAnsi="Calibri"/>
          <w:caps/>
          <w:kern w:val="32"/>
          <w:sz w:val="28"/>
          <w:szCs w:val="28"/>
        </w:rPr>
      </w:pPr>
    </w:p>
    <w:p w:rsidR="00056642" w:rsidRPr="00056642" w:rsidRDefault="00056642" w:rsidP="00056642">
      <w:pPr>
        <w:widowControl w:val="0"/>
        <w:spacing w:line="480" w:lineRule="auto"/>
        <w:jc w:val="left"/>
        <w:rPr>
          <w:rFonts w:ascii="Calibri" w:hAnsi="Calibri"/>
          <w:caps/>
          <w:kern w:val="32"/>
          <w:sz w:val="28"/>
          <w:szCs w:val="28"/>
        </w:rPr>
      </w:pPr>
      <w:r w:rsidRPr="00056642">
        <w:rPr>
          <w:rFonts w:ascii="Calibri" w:hAnsi="Calibri"/>
          <w:caps/>
          <w:kern w:val="32"/>
          <w:sz w:val="28"/>
          <w:szCs w:val="28"/>
        </w:rPr>
        <w:t xml:space="preserve">ALLEGATO </w:t>
      </w:r>
      <w:r>
        <w:rPr>
          <w:rFonts w:ascii="Calibri" w:hAnsi="Calibri"/>
          <w:caps/>
          <w:kern w:val="32"/>
          <w:sz w:val="28"/>
          <w:szCs w:val="28"/>
        </w:rPr>
        <w:t>11</w:t>
      </w:r>
    </w:p>
    <w:p w:rsidR="00056642" w:rsidRPr="00056642" w:rsidRDefault="00681E96" w:rsidP="00056642">
      <w:pPr>
        <w:widowControl w:val="0"/>
        <w:spacing w:line="480" w:lineRule="auto"/>
        <w:jc w:val="left"/>
        <w:rPr>
          <w:rFonts w:ascii="Calibri" w:hAnsi="Calibri"/>
          <w:caps/>
          <w:kern w:val="32"/>
          <w:sz w:val="28"/>
          <w:szCs w:val="28"/>
        </w:rPr>
      </w:pPr>
      <w:r w:rsidRPr="00681E96">
        <w:rPr>
          <w:rFonts w:ascii="Calibri" w:hAnsi="Calibri"/>
          <w:caps/>
          <w:kern w:val="32"/>
          <w:sz w:val="28"/>
          <w:szCs w:val="28"/>
        </w:rPr>
        <w:t xml:space="preserve">FAC-SIMILE DICHIARAZIONE RELATIVAMENTE AL FATTURATO SPECIFICO </w:t>
      </w:r>
    </w:p>
    <w:p w:rsidR="00056642" w:rsidRPr="00056642" w:rsidRDefault="00056642" w:rsidP="00056642">
      <w:pPr>
        <w:widowControl w:val="0"/>
        <w:autoSpaceDE w:val="0"/>
        <w:autoSpaceDN w:val="0"/>
        <w:adjustRightInd w:val="0"/>
        <w:rPr>
          <w:rFonts w:ascii="Calibri" w:hAnsi="Calibri"/>
          <w:b/>
          <w:i/>
          <w:kern w:val="2"/>
        </w:rPr>
      </w:pPr>
      <w:r w:rsidRPr="00056642">
        <w:rPr>
          <w:rFonts w:ascii="Calibri" w:hAnsi="Calibri"/>
          <w:b/>
          <w:i/>
          <w:kern w:val="2"/>
        </w:rPr>
        <w:t>(N.B. la presente dichiarazione deve essere prodotta unitamente a copia fotostatica non autenticata di un documento d’identità del sottoscrittore, ai sensi dell’art. 38 D.P.R. n. 445/2000.</w:t>
      </w:r>
    </w:p>
    <w:p w:rsidR="00056642" w:rsidRPr="00056642" w:rsidRDefault="00056642" w:rsidP="00056642">
      <w:pPr>
        <w:widowControl w:val="0"/>
        <w:autoSpaceDE w:val="0"/>
        <w:autoSpaceDN w:val="0"/>
        <w:adjustRightInd w:val="0"/>
        <w:rPr>
          <w:rFonts w:ascii="Calibri" w:hAnsi="Calibri"/>
          <w:b/>
          <w:i/>
          <w:kern w:val="2"/>
        </w:rPr>
      </w:pPr>
      <w:r w:rsidRPr="00056642">
        <w:rPr>
          <w:rFonts w:ascii="Calibri" w:hAnsi="Calibri"/>
          <w:b/>
          <w:i/>
          <w:kern w:val="2"/>
        </w:rPr>
        <w:t>Non è ammessa la sostituzione dei certificati e delle dichiarazioni con fotocopie e duplicati non autenticati nelle forme previste dagli articoli 18 e 19 del D.P.R. n. 445/2000)</w:t>
      </w:r>
    </w:p>
    <w:p w:rsidR="00056642" w:rsidRPr="00056642" w:rsidRDefault="00056642" w:rsidP="00056642">
      <w:pPr>
        <w:widowControl w:val="0"/>
        <w:autoSpaceDE w:val="0"/>
        <w:autoSpaceDN w:val="0"/>
        <w:adjustRightInd w:val="0"/>
        <w:rPr>
          <w:rFonts w:ascii="Calibri" w:hAnsi="Calibri"/>
          <w:b/>
          <w:i/>
          <w:kern w:val="2"/>
        </w:rPr>
      </w:pPr>
      <w:r w:rsidRPr="00056642">
        <w:rPr>
          <w:rFonts w:ascii="Calibri" w:hAnsi="Calibri"/>
          <w:kern w:val="2"/>
        </w:rPr>
        <w:br w:type="page"/>
      </w:r>
    </w:p>
    <w:p w:rsidR="00E5313C" w:rsidRPr="00AA5DAC" w:rsidRDefault="00E5313C" w:rsidP="00AA5DAC">
      <w:pPr>
        <w:widowControl w:val="0"/>
        <w:rPr>
          <w:rFonts w:ascii="Calibri" w:hAnsi="Calibri" w:cs="Trebuchet MS"/>
          <w:szCs w:val="20"/>
        </w:rPr>
      </w:pPr>
    </w:p>
    <w:p w:rsidR="001B2CC5" w:rsidRPr="00AA5DAC" w:rsidRDefault="001B2CC5" w:rsidP="0041514A">
      <w:pPr>
        <w:pStyle w:val="Indirizzo"/>
        <w:rPr>
          <w:rFonts w:ascii="Calibri" w:hAnsi="Calibri" w:cs="Trebuchet MS"/>
          <w:szCs w:val="20"/>
        </w:rPr>
      </w:pPr>
    </w:p>
    <w:p w:rsidR="001B2CC5" w:rsidRPr="00AA5DAC" w:rsidRDefault="001B2CC5" w:rsidP="0041514A">
      <w:pPr>
        <w:pStyle w:val="Indirizzo"/>
        <w:rPr>
          <w:rFonts w:ascii="Calibri" w:hAnsi="Calibri" w:cs="Trebuchet MS"/>
          <w:szCs w:val="20"/>
        </w:rPr>
      </w:pPr>
    </w:p>
    <w:p w:rsidR="004D7FDF" w:rsidRPr="002B54DB" w:rsidRDefault="004D7FDF" w:rsidP="0041514A">
      <w:pPr>
        <w:pStyle w:val="Indirizzo"/>
        <w:rPr>
          <w:rFonts w:ascii="Calibri" w:hAnsi="Calibri"/>
        </w:rPr>
      </w:pPr>
      <w:r w:rsidRPr="002B54DB">
        <w:rPr>
          <w:rFonts w:ascii="Calibri" w:hAnsi="Calibri"/>
        </w:rPr>
        <w:t>Spett.le</w:t>
      </w:r>
    </w:p>
    <w:p w:rsidR="004D7FDF" w:rsidRPr="002B54DB" w:rsidRDefault="004D7FDF" w:rsidP="0084444F">
      <w:pPr>
        <w:pStyle w:val="StileIndirizzoGrassetto"/>
        <w:rPr>
          <w:rFonts w:ascii="Calibri" w:hAnsi="Calibri"/>
        </w:rPr>
      </w:pPr>
      <w:r w:rsidRPr="002B54DB">
        <w:rPr>
          <w:rFonts w:ascii="Calibri" w:hAnsi="Calibri"/>
        </w:rPr>
        <w:t>Consip S.p.A.</w:t>
      </w:r>
    </w:p>
    <w:p w:rsidR="004D7FDF" w:rsidRPr="002B54DB" w:rsidRDefault="004D7FDF" w:rsidP="0041514A">
      <w:pPr>
        <w:pStyle w:val="Indirizzo"/>
        <w:rPr>
          <w:rFonts w:ascii="Calibri" w:hAnsi="Calibri"/>
        </w:rPr>
      </w:pPr>
      <w:r w:rsidRPr="002B54DB">
        <w:rPr>
          <w:rFonts w:ascii="Calibri" w:hAnsi="Calibri"/>
        </w:rPr>
        <w:t>Via Isonzo 19/E</w:t>
      </w:r>
    </w:p>
    <w:p w:rsidR="004D7FDF" w:rsidRPr="002B54DB" w:rsidRDefault="004D7FDF" w:rsidP="0041514A">
      <w:pPr>
        <w:pStyle w:val="Indirizzo"/>
        <w:rPr>
          <w:rFonts w:ascii="Calibri" w:hAnsi="Calibri"/>
        </w:rPr>
      </w:pPr>
      <w:r w:rsidRPr="002B54DB">
        <w:rPr>
          <w:rFonts w:ascii="Calibri" w:hAnsi="Calibri"/>
        </w:rPr>
        <w:t>00198 ROMA</w:t>
      </w:r>
    </w:p>
    <w:p w:rsidR="004D7FDF" w:rsidRPr="002B54DB" w:rsidRDefault="004D7FDF" w:rsidP="0041514A">
      <w:pPr>
        <w:rPr>
          <w:rFonts w:ascii="Calibri" w:hAnsi="Calibri"/>
        </w:rPr>
      </w:pPr>
    </w:p>
    <w:p w:rsidR="0029405F" w:rsidRPr="002B54DB" w:rsidRDefault="0029405F" w:rsidP="0029405F">
      <w:pPr>
        <w:rPr>
          <w:rStyle w:val="StileGrassetto"/>
          <w:rFonts w:ascii="Calibri" w:hAnsi="Calibri"/>
        </w:rPr>
      </w:pPr>
    </w:p>
    <w:p w:rsidR="0029405F" w:rsidRPr="002B54DB" w:rsidRDefault="0029405F" w:rsidP="003A44C8">
      <w:pPr>
        <w:pStyle w:val="Blackbold"/>
        <w:jc w:val="both"/>
        <w:rPr>
          <w:rFonts w:ascii="Calibri" w:hAnsi="Calibri"/>
        </w:rPr>
      </w:pPr>
      <w:r w:rsidRPr="002B54DB">
        <w:rPr>
          <w:rFonts w:ascii="Calibri" w:hAnsi="Calibri"/>
        </w:rPr>
        <w:t xml:space="preserve">Fac-simile Dichiarazione </w:t>
      </w:r>
      <w:r w:rsidR="00D26735" w:rsidRPr="002B54DB">
        <w:rPr>
          <w:rFonts w:ascii="Calibri" w:hAnsi="Calibri"/>
        </w:rPr>
        <w:t>resa ai sensi e per gli effetti de</w:t>
      </w:r>
      <w:r w:rsidR="001B123C">
        <w:rPr>
          <w:rFonts w:ascii="Calibri" w:hAnsi="Calibri"/>
        </w:rPr>
        <w:t xml:space="preserve">GLI </w:t>
      </w:r>
      <w:r w:rsidR="00D26735" w:rsidRPr="002B54DB">
        <w:rPr>
          <w:rFonts w:ascii="Calibri" w:hAnsi="Calibri"/>
        </w:rPr>
        <w:t>ar</w:t>
      </w:r>
      <w:r w:rsidR="001B123C">
        <w:rPr>
          <w:rFonts w:ascii="Calibri" w:hAnsi="Calibri"/>
        </w:rPr>
        <w:t>T</w:t>
      </w:r>
      <w:r w:rsidR="00D26735" w:rsidRPr="002B54DB">
        <w:rPr>
          <w:rFonts w:ascii="Calibri" w:hAnsi="Calibri"/>
        </w:rPr>
        <w:t xml:space="preserve">t. </w:t>
      </w:r>
      <w:r w:rsidR="001B123C">
        <w:rPr>
          <w:rFonts w:ascii="Calibri" w:hAnsi="Calibri"/>
        </w:rPr>
        <w:t xml:space="preserve">38 e </w:t>
      </w:r>
      <w:r w:rsidR="00D26735" w:rsidRPr="002B54DB">
        <w:rPr>
          <w:rFonts w:ascii="Calibri" w:hAnsi="Calibri"/>
        </w:rPr>
        <w:t xml:space="preserve">47 D.P.R. 445/2000 </w:t>
      </w:r>
      <w:r w:rsidRPr="002B54DB">
        <w:rPr>
          <w:rFonts w:ascii="Calibri" w:hAnsi="Calibri"/>
        </w:rPr>
        <w:t xml:space="preserve">relativamente al fatturato specifico </w:t>
      </w:r>
    </w:p>
    <w:p w:rsidR="001E5C08" w:rsidRPr="002B54DB" w:rsidRDefault="001E5C08" w:rsidP="0029405F">
      <w:pPr>
        <w:pStyle w:val="Blackbold"/>
        <w:rPr>
          <w:rFonts w:ascii="Calibri" w:hAnsi="Calibri"/>
        </w:rPr>
      </w:pPr>
    </w:p>
    <w:p w:rsidR="0029405F" w:rsidRPr="002B54DB" w:rsidRDefault="0029405F" w:rsidP="0029405F">
      <w:pPr>
        <w:pStyle w:val="Blackbold"/>
        <w:rPr>
          <w:rFonts w:ascii="Calibri" w:hAnsi="Calibri"/>
        </w:rPr>
      </w:pPr>
      <w:r w:rsidRPr="002B54DB">
        <w:rPr>
          <w:rFonts w:ascii="Calibri" w:hAnsi="Calibri"/>
        </w:rPr>
        <w:t xml:space="preserve">DICHIARAZIONE </w:t>
      </w:r>
    </w:p>
    <w:p w:rsidR="0029405F" w:rsidRPr="002B54DB" w:rsidRDefault="0029405F" w:rsidP="0029405F">
      <w:pPr>
        <w:pStyle w:val="Blackbold"/>
        <w:rPr>
          <w:rFonts w:ascii="Calibri" w:hAnsi="Calibri"/>
        </w:rPr>
      </w:pPr>
    </w:p>
    <w:p w:rsidR="0029405F" w:rsidRPr="002B54DB" w:rsidRDefault="0029405F" w:rsidP="0029405F">
      <w:pPr>
        <w:widowControl w:val="0"/>
        <w:rPr>
          <w:rFonts w:ascii="Calibri" w:hAnsi="Calibri" w:cs="Trebuchet MS"/>
          <w:szCs w:val="20"/>
        </w:rPr>
      </w:pPr>
      <w:r w:rsidRPr="002B54DB">
        <w:rPr>
          <w:rFonts w:ascii="Calibri" w:hAnsi="Calibri" w:cs="Trebuchet MS"/>
          <w:szCs w:val="20"/>
        </w:rPr>
        <w:t xml:space="preserve">Il sottoscritto ____________, nato a _________ il ____________, codice fiscale n. __________________, residente in __________, Via ______________, nella sua qualità di Revisore Contabile (iscritto nel Registro dei Revisori Contabili con D.M. del gg/mm/aaaa, pubblicato in G.U. n. XX del gg/mm/aaaa) della Società ________________, con sede in _______, Via _________, codice fiscale n. ________ e partita IVA n. </w:t>
      </w:r>
      <w:r w:rsidR="00793C97">
        <w:rPr>
          <w:rFonts w:ascii="Calibri" w:hAnsi="Calibri" w:cs="Trebuchet MS"/>
          <w:szCs w:val="20"/>
        </w:rPr>
        <w:t>__________________</w:t>
      </w:r>
      <w:r w:rsidRPr="002B54DB">
        <w:rPr>
          <w:rFonts w:ascii="Calibri" w:hAnsi="Calibri" w:cs="Trebuchet MS"/>
          <w:szCs w:val="20"/>
        </w:rPr>
        <w:t xml:space="preserve">  </w:t>
      </w:r>
    </w:p>
    <w:p w:rsidR="0029405F" w:rsidRPr="002B54DB" w:rsidRDefault="0029405F" w:rsidP="0029405F">
      <w:pPr>
        <w:widowControl w:val="0"/>
        <w:rPr>
          <w:rFonts w:ascii="Calibri" w:hAnsi="Calibri" w:cs="Trebuchet MS"/>
          <w:b/>
          <w:bCs/>
          <w:i/>
          <w:iCs/>
          <w:szCs w:val="20"/>
        </w:rPr>
      </w:pPr>
      <w:r w:rsidRPr="002B54DB">
        <w:rPr>
          <w:rFonts w:ascii="Calibri" w:hAnsi="Calibri" w:cs="Trebuchet MS"/>
          <w:b/>
          <w:bCs/>
          <w:i/>
          <w:iCs/>
          <w:szCs w:val="20"/>
        </w:rPr>
        <w:t>oppure</w:t>
      </w:r>
    </w:p>
    <w:p w:rsidR="0029405F" w:rsidRPr="002B54DB" w:rsidRDefault="0029405F" w:rsidP="0029405F">
      <w:pPr>
        <w:widowControl w:val="0"/>
        <w:rPr>
          <w:rFonts w:ascii="Calibri" w:hAnsi="Calibri" w:cs="Trebuchet MS"/>
          <w:szCs w:val="20"/>
        </w:rPr>
      </w:pPr>
      <w:r w:rsidRPr="002B54DB">
        <w:rPr>
          <w:rFonts w:ascii="Calibri" w:hAnsi="Calibri" w:cs="Trebuchet MS"/>
          <w:szCs w:val="20"/>
        </w:rPr>
        <w:t xml:space="preserve">Il sottoscritto ____________, nato a _________ il ____________, codice fiscale n. __________________, residente in __________, Via ______________,  nella sua  qualità di legale rappresentante della  Società _____________, quale Società di Revisione della Società ______________ con sede in _______, Via _________, codice fiscale n. ________ e partita IVA n.   </w:t>
      </w:r>
    </w:p>
    <w:p w:rsidR="0029405F" w:rsidRPr="002B54DB" w:rsidRDefault="0029405F" w:rsidP="0029405F">
      <w:pPr>
        <w:widowControl w:val="0"/>
        <w:rPr>
          <w:rFonts w:ascii="Calibri" w:hAnsi="Calibri" w:cs="Trebuchet MS"/>
          <w:b/>
          <w:bCs/>
          <w:i/>
          <w:iCs/>
          <w:szCs w:val="20"/>
        </w:rPr>
      </w:pPr>
      <w:r w:rsidRPr="002B54DB">
        <w:rPr>
          <w:rFonts w:ascii="Calibri" w:hAnsi="Calibri" w:cs="Trebuchet MS"/>
          <w:b/>
          <w:bCs/>
          <w:i/>
          <w:iCs/>
          <w:szCs w:val="20"/>
        </w:rPr>
        <w:t>oppure</w:t>
      </w:r>
    </w:p>
    <w:p w:rsidR="0029405F" w:rsidRPr="002B54DB" w:rsidRDefault="0029405F" w:rsidP="0029405F">
      <w:pPr>
        <w:widowControl w:val="0"/>
        <w:rPr>
          <w:rFonts w:ascii="Calibri" w:hAnsi="Calibri" w:cs="Trebuchet MS"/>
          <w:szCs w:val="20"/>
        </w:rPr>
      </w:pPr>
      <w:r w:rsidRPr="002B54DB">
        <w:rPr>
          <w:rFonts w:ascii="Calibri" w:hAnsi="Calibri" w:cs="Trebuchet MS"/>
          <w:szCs w:val="20"/>
        </w:rPr>
        <w:t xml:space="preserve">Il sottoscritto ____________, nato a _________ il ____________, codice fiscale n. __________________, residente in __________, Via ______________,  nella sua  qualità di Presidente del Collegio Sindacale,  preposto al controllo della gestione contabile della Società _________________ ovvero nell’ambito del suo potere di vigilanza, con sede in _______, Via _________, codice fiscale n. ________ e partita IVA n.  </w:t>
      </w:r>
      <w:r w:rsidR="003A44C8" w:rsidRPr="002B54DB">
        <w:rPr>
          <w:rFonts w:ascii="Calibri" w:hAnsi="Calibri" w:cs="Trebuchet MS"/>
          <w:szCs w:val="20"/>
        </w:rPr>
        <w:t xml:space="preserve">_________  </w:t>
      </w:r>
      <w:r w:rsidRPr="002B54DB">
        <w:rPr>
          <w:rFonts w:ascii="Calibri" w:hAnsi="Calibri" w:cs="Trebuchet MS"/>
          <w:szCs w:val="20"/>
        </w:rPr>
        <w:t xml:space="preserve"> </w:t>
      </w:r>
    </w:p>
    <w:p w:rsidR="0029405F" w:rsidRPr="002B54DB" w:rsidRDefault="0029405F" w:rsidP="0029405F">
      <w:pPr>
        <w:widowControl w:val="0"/>
        <w:rPr>
          <w:rFonts w:ascii="Calibri" w:hAnsi="Calibri" w:cs="Trebuchet MS"/>
          <w:szCs w:val="20"/>
        </w:rPr>
      </w:pPr>
    </w:p>
    <w:p w:rsidR="0029405F" w:rsidRPr="002B54DB" w:rsidRDefault="0029405F" w:rsidP="0029405F">
      <w:pPr>
        <w:pStyle w:val="Puntoelenco"/>
        <w:rPr>
          <w:rFonts w:ascii="Calibri" w:hAnsi="Calibri"/>
        </w:rPr>
      </w:pPr>
      <w:r w:rsidRPr="002B54DB">
        <w:rPr>
          <w:rFonts w:ascii="Calibri" w:hAnsi="Calibri"/>
        </w:rPr>
        <w:t>ai sensi e per gli effetti dell’art. 76 D.P.R. 28 dicembre 2000, n. 445 consapevole della responsabilità e delle conseguenze civili e penali previste in caso di dichiarazioni mendaci e/o formazione od uso di atti falsi, nonché in caso di esibizione di atti contenenti dati non corrispondenti a verità e consapevole altresì che qualora emerga la non veridicità del contenuto della presente dichiarazione lo scrivente decadrà dai benefici per i quali la stessa è rilasciata;</w:t>
      </w:r>
    </w:p>
    <w:p w:rsidR="0029405F" w:rsidRPr="002B54DB" w:rsidRDefault="0029405F" w:rsidP="0029405F">
      <w:pPr>
        <w:pStyle w:val="Puntoelenco"/>
        <w:rPr>
          <w:rFonts w:ascii="Calibri" w:hAnsi="Calibri"/>
        </w:rPr>
      </w:pPr>
      <w:r w:rsidRPr="002B54DB">
        <w:rPr>
          <w:rFonts w:ascii="Calibri" w:hAnsi="Calibri"/>
        </w:rPr>
        <w:t xml:space="preserve">in conformità a quanto da Voi richiesto con comunicazione ___ del _____, </w:t>
      </w:r>
    </w:p>
    <w:p w:rsidR="0029405F" w:rsidRPr="00AA5DAC" w:rsidRDefault="0029405F" w:rsidP="00AA5DAC">
      <w:pPr>
        <w:widowControl w:val="0"/>
        <w:rPr>
          <w:rFonts w:ascii="Calibri" w:hAnsi="Calibri" w:cs="Trebuchet MS"/>
          <w:szCs w:val="20"/>
        </w:rPr>
      </w:pPr>
    </w:p>
    <w:p w:rsidR="0029405F" w:rsidRPr="002B54DB" w:rsidRDefault="0029405F" w:rsidP="0029405F">
      <w:pPr>
        <w:pStyle w:val="Blackbold"/>
        <w:rPr>
          <w:rFonts w:ascii="Calibri" w:hAnsi="Calibri"/>
        </w:rPr>
      </w:pPr>
      <w:r w:rsidRPr="002B54DB">
        <w:rPr>
          <w:rFonts w:ascii="Calibri" w:hAnsi="Calibri"/>
        </w:rPr>
        <w:t>DICHIARA</w:t>
      </w:r>
    </w:p>
    <w:p w:rsidR="0029405F" w:rsidRPr="002B54DB" w:rsidRDefault="0029405F" w:rsidP="0029405F">
      <w:pPr>
        <w:widowControl w:val="0"/>
        <w:rPr>
          <w:rFonts w:ascii="Calibri" w:hAnsi="Calibri" w:cs="Trebuchet MS"/>
          <w:szCs w:val="20"/>
        </w:rPr>
      </w:pPr>
    </w:p>
    <w:p w:rsidR="0029405F" w:rsidRPr="002B54DB" w:rsidRDefault="0029405F" w:rsidP="0029405F">
      <w:pPr>
        <w:pStyle w:val="Corpotesto"/>
        <w:rPr>
          <w:rFonts w:ascii="Calibri" w:hAnsi="Calibri"/>
        </w:rPr>
      </w:pPr>
      <w:r w:rsidRPr="002B54DB">
        <w:rPr>
          <w:rFonts w:ascii="Calibri" w:hAnsi="Calibri"/>
        </w:rPr>
        <w:t>che, a seguito di verifica effettuata da ____ (</w:t>
      </w:r>
      <w:r w:rsidRPr="002B54DB">
        <w:rPr>
          <w:rStyle w:val="StileCorpodeltestoCorsivo1Carattere"/>
          <w:rFonts w:ascii="Calibri" w:hAnsi="Calibri"/>
        </w:rPr>
        <w:t>Collegio Sindacale o Revisore Contabile o Società di revisione</w:t>
      </w:r>
      <w:r w:rsidRPr="002B54DB">
        <w:rPr>
          <w:rFonts w:ascii="Calibri" w:hAnsi="Calibri"/>
        </w:rPr>
        <w:t>)</w:t>
      </w:r>
      <w:r w:rsidRPr="002B54DB">
        <w:rPr>
          <w:rStyle w:val="StileCorpodeltestoCorsivo1Carattere"/>
          <w:rFonts w:ascii="Calibri" w:hAnsi="Calibri"/>
        </w:rPr>
        <w:t xml:space="preserve"> </w:t>
      </w:r>
      <w:r w:rsidRPr="002B54DB">
        <w:rPr>
          <w:rFonts w:ascii="Calibri" w:hAnsi="Calibri"/>
        </w:rPr>
        <w:t>___ il fatturato  specifico indicato nella dichiarazione rilasciata dal  ____ (L</w:t>
      </w:r>
      <w:r w:rsidRPr="002B54DB">
        <w:rPr>
          <w:rStyle w:val="StileCorpodeltestoCorsivo1Carattere"/>
          <w:rFonts w:ascii="Calibri" w:hAnsi="Calibri"/>
        </w:rPr>
        <w:t xml:space="preserve">egale </w:t>
      </w:r>
      <w:r w:rsidRPr="002B54DB">
        <w:rPr>
          <w:rStyle w:val="StileCorpodeltestoCorsivo1Carattere"/>
          <w:rFonts w:ascii="Calibri" w:hAnsi="Calibri"/>
        </w:rPr>
        <w:lastRenderedPageBreak/>
        <w:t>Rappresentante e/o Procuratore speciale</w:t>
      </w:r>
      <w:r w:rsidRPr="002B54DB">
        <w:rPr>
          <w:rFonts w:ascii="Calibri" w:hAnsi="Calibri"/>
        </w:rPr>
        <w:t>) della</w:t>
      </w:r>
      <w:r w:rsidRPr="002B54DB">
        <w:rPr>
          <w:rStyle w:val="StileCorpodeltestoCorsivo1Carattere"/>
          <w:rFonts w:ascii="Calibri" w:hAnsi="Calibri"/>
        </w:rPr>
        <w:t xml:space="preserve"> </w:t>
      </w:r>
      <w:r w:rsidRPr="002B54DB">
        <w:rPr>
          <w:rFonts w:ascii="Calibri" w:hAnsi="Calibri"/>
        </w:rPr>
        <w:t>________________ in sede di offerta, corrisponde a verità.</w:t>
      </w:r>
    </w:p>
    <w:p w:rsidR="0029405F" w:rsidRPr="002B54DB" w:rsidRDefault="0029405F" w:rsidP="0029405F">
      <w:pPr>
        <w:pStyle w:val="Corpotesto"/>
        <w:rPr>
          <w:rFonts w:ascii="Calibri" w:hAnsi="Calibri"/>
        </w:rPr>
      </w:pPr>
      <w:r w:rsidRPr="002B54DB">
        <w:rPr>
          <w:rFonts w:ascii="Calibri" w:hAnsi="Calibri"/>
        </w:rPr>
        <w:t xml:space="preserve">In particolare, con riferimento a quanto richiesto al punto </w:t>
      </w:r>
      <w:r w:rsidR="004A4BE4" w:rsidRPr="002B54DB">
        <w:rPr>
          <w:rFonts w:ascii="Calibri" w:hAnsi="Calibri"/>
        </w:rPr>
        <w:t>17</w:t>
      </w:r>
      <w:r w:rsidRPr="002B54DB">
        <w:rPr>
          <w:rFonts w:ascii="Calibri" w:hAnsi="Calibri"/>
        </w:rPr>
        <w:t>.2 , lett. ____ del Bando di gara di cui in oggetto, l’Impresa ha realizzat</w:t>
      </w:r>
      <w:r w:rsidR="003A6DE2" w:rsidRPr="002B54DB">
        <w:rPr>
          <w:rFonts w:ascii="Calibri" w:hAnsi="Calibri"/>
        </w:rPr>
        <w:t xml:space="preserve">o, complessivamente negli ultimi </w:t>
      </w:r>
      <w:r w:rsidR="00793C97">
        <w:rPr>
          <w:rFonts w:ascii="Calibri" w:hAnsi="Calibri"/>
        </w:rPr>
        <w:t xml:space="preserve">tre </w:t>
      </w:r>
      <w:r w:rsidR="003A6DE2" w:rsidRPr="002B54DB">
        <w:rPr>
          <w:rFonts w:ascii="Calibri" w:hAnsi="Calibri"/>
        </w:rPr>
        <w:t>esercizi finanziari approvati alla data di pubblicazione del presente Bando</w:t>
      </w:r>
      <w:r w:rsidRPr="002B54DB">
        <w:rPr>
          <w:rFonts w:ascii="Calibri" w:hAnsi="Calibri"/>
        </w:rPr>
        <w:t>:</w:t>
      </w:r>
    </w:p>
    <w:p w:rsidR="0029405F" w:rsidRPr="002B54DB" w:rsidRDefault="0029405F" w:rsidP="0029405F">
      <w:pPr>
        <w:pStyle w:val="Puntoelenco"/>
        <w:rPr>
          <w:rFonts w:ascii="Calibri" w:hAnsi="Calibri"/>
        </w:rPr>
      </w:pPr>
      <w:r w:rsidRPr="002B54DB">
        <w:rPr>
          <w:rFonts w:ascii="Calibri" w:hAnsi="Calibri"/>
        </w:rPr>
        <w:t>un fatturato specifico per _______ pari a ________________;</w:t>
      </w:r>
    </w:p>
    <w:p w:rsidR="003A6DE2" w:rsidRPr="002B54DB" w:rsidRDefault="003A6DE2" w:rsidP="003A6DE2">
      <w:pPr>
        <w:pStyle w:val="Puntoelenco"/>
        <w:rPr>
          <w:rFonts w:ascii="Calibri" w:hAnsi="Calibri"/>
        </w:rPr>
      </w:pPr>
      <w:r w:rsidRPr="002B54DB">
        <w:rPr>
          <w:rFonts w:ascii="Calibri" w:hAnsi="Calibri"/>
        </w:rPr>
        <w:t>un fatturato specifico per _______ pari a ________________;</w:t>
      </w:r>
    </w:p>
    <w:p w:rsidR="0029405F" w:rsidRPr="002B54DB" w:rsidRDefault="0029405F" w:rsidP="0029405F">
      <w:pPr>
        <w:pStyle w:val="Puntoelenco"/>
        <w:rPr>
          <w:rFonts w:ascii="Calibri" w:hAnsi="Calibri"/>
        </w:rPr>
      </w:pPr>
      <w:r w:rsidRPr="002B54DB">
        <w:rPr>
          <w:rFonts w:ascii="Calibri" w:hAnsi="Calibri"/>
        </w:rPr>
        <w:t>un fatturato specifico per _______ pari a ________________.</w:t>
      </w:r>
    </w:p>
    <w:p w:rsidR="0029405F" w:rsidRPr="002B54DB" w:rsidRDefault="0029405F" w:rsidP="0029405F">
      <w:pPr>
        <w:widowControl w:val="0"/>
        <w:rPr>
          <w:rFonts w:ascii="Calibri" w:hAnsi="Calibri" w:cs="Trebuchet MS"/>
          <w:szCs w:val="20"/>
        </w:rPr>
      </w:pPr>
    </w:p>
    <w:p w:rsidR="004D7FDF" w:rsidRPr="002B54DB" w:rsidRDefault="004D7FDF" w:rsidP="0041514A">
      <w:pPr>
        <w:widowControl w:val="0"/>
        <w:rPr>
          <w:rFonts w:ascii="Calibri" w:hAnsi="Calibri"/>
        </w:rPr>
      </w:pPr>
      <w:r w:rsidRPr="002B54DB">
        <w:rPr>
          <w:rFonts w:ascii="Calibri" w:hAnsi="Calibri"/>
        </w:rPr>
        <w:t>______ , lì _________</w:t>
      </w:r>
    </w:p>
    <w:p w:rsidR="004D7FDF" w:rsidRPr="002B54DB" w:rsidRDefault="004D7FDF" w:rsidP="0041514A">
      <w:pPr>
        <w:widowControl w:val="0"/>
        <w:rPr>
          <w:rFonts w:ascii="Calibri" w:hAnsi="Calibri"/>
        </w:rPr>
      </w:pPr>
    </w:p>
    <w:p w:rsidR="004D7FDF" w:rsidRPr="002B54DB" w:rsidRDefault="008D0BCE" w:rsidP="0041514A">
      <w:pPr>
        <w:widowControl w:val="0"/>
        <w:rPr>
          <w:rFonts w:ascii="Calibri" w:hAnsi="Calibri"/>
        </w:rPr>
      </w:pP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="004D7FDF" w:rsidRPr="002B54DB">
        <w:rPr>
          <w:rFonts w:ascii="Calibri" w:hAnsi="Calibri"/>
        </w:rPr>
        <w:t>Firma</w:t>
      </w:r>
    </w:p>
    <w:p w:rsidR="00F22872" w:rsidRPr="002B54DB" w:rsidRDefault="004D7FDF" w:rsidP="0084444F">
      <w:pPr>
        <w:pStyle w:val="StileSinistro625cm"/>
        <w:rPr>
          <w:rFonts w:ascii="Calibri" w:hAnsi="Calibri"/>
        </w:rPr>
      </w:pP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="008D0BCE" w:rsidRPr="002B54DB">
        <w:rPr>
          <w:rFonts w:ascii="Calibri" w:hAnsi="Calibri"/>
        </w:rPr>
        <w:t>__</w:t>
      </w:r>
      <w:r w:rsidRPr="002B54DB">
        <w:rPr>
          <w:rFonts w:ascii="Calibri" w:hAnsi="Calibri"/>
        </w:rPr>
        <w:t>_______________</w:t>
      </w:r>
    </w:p>
    <w:p w:rsidR="00D26735" w:rsidRPr="002B54DB" w:rsidRDefault="00D26735" w:rsidP="0084444F">
      <w:pPr>
        <w:pStyle w:val="StileSinistro625cm"/>
        <w:rPr>
          <w:rFonts w:ascii="Calibri" w:hAnsi="Calibri"/>
        </w:rPr>
      </w:pPr>
    </w:p>
    <w:p w:rsidR="008A4B18" w:rsidRPr="00681E96" w:rsidRDefault="008A4B18" w:rsidP="008A4B18">
      <w:pPr>
        <w:rPr>
          <w:rStyle w:val="Grassettocorsivo"/>
          <w:rFonts w:ascii="Calibri" w:hAnsi="Calibri"/>
          <w:color w:val="548DD4"/>
        </w:rPr>
      </w:pPr>
      <w:r w:rsidRPr="00681E96">
        <w:rPr>
          <w:rStyle w:val="Grassettocorsivo"/>
          <w:rFonts w:ascii="Calibri" w:hAnsi="Calibri"/>
          <w:color w:val="548DD4"/>
        </w:rPr>
        <w:t>(N.B. la presente dichiarazione deve essere sottoscritta digitalmente ed essere resa ai sensi dell’art. 38 D.P.R. n. 445/2000).</w:t>
      </w:r>
    </w:p>
    <w:p w:rsidR="008A4B18" w:rsidRPr="00681E96" w:rsidRDefault="008A4B18" w:rsidP="008A4B18">
      <w:pPr>
        <w:rPr>
          <w:rStyle w:val="Grassettocorsivo"/>
          <w:rFonts w:ascii="Calibri" w:hAnsi="Calibri"/>
          <w:color w:val="548DD4"/>
        </w:rPr>
      </w:pPr>
      <w:r w:rsidRPr="00681E96">
        <w:rPr>
          <w:rStyle w:val="Grassettocorsivo"/>
          <w:rFonts w:ascii="Calibri" w:hAnsi="Calibri"/>
          <w:color w:val="548DD4"/>
        </w:rPr>
        <w:t xml:space="preserve">In alternativa, alla modalità che precede, la dichiarazione del presente allegato può essere sottoscritta con firma autografa ed essere resa ai sensi degli artt. 38 e 47 del D.P.R. n. 445/2000 con allegata copia del documento di identità del dichiarante; in tal caso la suddetta dichiarazione deve essere preceduta da una dichiarazione del concorrente resa ai sensi del DPR 445/2000 del seguente tenore: </w:t>
      </w:r>
    </w:p>
    <w:p w:rsidR="008A4B18" w:rsidRPr="00681E96" w:rsidRDefault="008A4B18" w:rsidP="008A4B18">
      <w:pPr>
        <w:widowControl w:val="0"/>
        <w:rPr>
          <w:rFonts w:ascii="Calibri" w:hAnsi="Calibri" w:cs="Trebuchet MS"/>
          <w:szCs w:val="20"/>
        </w:rPr>
      </w:pPr>
      <w:r w:rsidRPr="00681E96">
        <w:rPr>
          <w:rFonts w:ascii="Calibri" w:hAnsi="Calibri" w:cs="Trebuchet MS"/>
          <w:szCs w:val="20"/>
        </w:rPr>
        <w:t>Il sottoscritto ____________, nato a _________ il ____________, nella sua qualità di legale rappresentante/procuratore speciale dell’Impresa concorrente (</w:t>
      </w:r>
      <w:r w:rsidRPr="00681E96">
        <w:rPr>
          <w:rFonts w:ascii="Calibri" w:hAnsi="Calibri" w:cs="Trebuchet MS"/>
          <w:i/>
          <w:color w:val="548DD4"/>
          <w:szCs w:val="20"/>
        </w:rPr>
        <w:t>oppure</w:t>
      </w:r>
      <w:r w:rsidRPr="00681E96">
        <w:rPr>
          <w:rFonts w:ascii="Calibri" w:hAnsi="Calibri" w:cs="Trebuchet MS"/>
          <w:szCs w:val="20"/>
        </w:rPr>
        <w:t xml:space="preserve"> della mandante/mandataria del RTI concorrente </w:t>
      </w:r>
      <w:r w:rsidRPr="00681E96">
        <w:rPr>
          <w:rFonts w:ascii="Calibri" w:hAnsi="Calibri" w:cs="Trebuchet MS"/>
          <w:i/>
          <w:color w:val="548DD4"/>
          <w:szCs w:val="20"/>
        </w:rPr>
        <w:t>oppure</w:t>
      </w:r>
      <w:r w:rsidRPr="00681E96">
        <w:rPr>
          <w:rFonts w:ascii="Calibri" w:hAnsi="Calibri" w:cs="Trebuchet MS"/>
          <w:color w:val="548DD4"/>
          <w:szCs w:val="20"/>
        </w:rPr>
        <w:t xml:space="preserve"> </w:t>
      </w:r>
      <w:r w:rsidRPr="00681E96">
        <w:rPr>
          <w:rFonts w:ascii="Calibri" w:hAnsi="Calibri" w:cs="Trebuchet MS"/>
          <w:szCs w:val="20"/>
        </w:rPr>
        <w:t xml:space="preserve">del Consorzio/consorziata del Consorzio concorrente </w:t>
      </w:r>
      <w:r w:rsidRPr="00681E96">
        <w:rPr>
          <w:rFonts w:ascii="Calibri" w:hAnsi="Calibri" w:cs="Trebuchet MS"/>
          <w:i/>
          <w:color w:val="548DD4"/>
          <w:szCs w:val="20"/>
        </w:rPr>
        <w:t>oppure</w:t>
      </w:r>
      <w:r w:rsidRPr="00681E96">
        <w:rPr>
          <w:rFonts w:ascii="Calibri" w:hAnsi="Calibri" w:cs="Trebuchet MS"/>
          <w:szCs w:val="20"/>
        </w:rPr>
        <w:t xml:space="preserve"> dell’Impresa ausiliaria) ai sensi del DPR 445/2000, consapevole di tutte le conseguenze civili e penali di cui all’art. 76 dello stesso DPR </w:t>
      </w:r>
      <w:r w:rsidRPr="00681E96">
        <w:rPr>
          <w:rFonts w:ascii="Calibri" w:hAnsi="Calibri"/>
        </w:rPr>
        <w:t xml:space="preserve">previste in caso di dichiarazioni mendaci e/o formazione od uso di atti falsi e/o di esibizione di atti contenenti dati non corrispondenti a verità, </w:t>
      </w:r>
      <w:r w:rsidRPr="00681E96">
        <w:rPr>
          <w:rFonts w:ascii="Calibri" w:hAnsi="Calibri" w:cs="Trebuchet MS"/>
          <w:szCs w:val="20"/>
        </w:rPr>
        <w:t xml:space="preserve">dichiara che: </w:t>
      </w:r>
    </w:p>
    <w:p w:rsidR="008A4B18" w:rsidRPr="00681E96" w:rsidRDefault="008A4B18" w:rsidP="008A4B18">
      <w:pPr>
        <w:widowControl w:val="0"/>
        <w:numPr>
          <w:ilvl w:val="0"/>
          <w:numId w:val="29"/>
        </w:numPr>
        <w:rPr>
          <w:rFonts w:ascii="Calibri" w:hAnsi="Calibri" w:cs="Trebuchet MS"/>
          <w:i/>
          <w:szCs w:val="20"/>
        </w:rPr>
      </w:pPr>
      <w:r w:rsidRPr="00681E96">
        <w:rPr>
          <w:rFonts w:ascii="Calibri" w:hAnsi="Calibri" w:cs="Trebuchet MS"/>
          <w:szCs w:val="20"/>
        </w:rPr>
        <w:t>la dichiarazione allegata alla presente resa dal revisore contabile/dal Presidente del collegio sindacale/dal legale rappresentante della società di revisione, è conforme all’originale;</w:t>
      </w:r>
    </w:p>
    <w:p w:rsidR="008A4B18" w:rsidRPr="00681E96" w:rsidRDefault="008A4B18" w:rsidP="008A4B18">
      <w:pPr>
        <w:widowControl w:val="0"/>
        <w:numPr>
          <w:ilvl w:val="0"/>
          <w:numId w:val="29"/>
        </w:numPr>
        <w:rPr>
          <w:rFonts w:ascii="Calibri" w:hAnsi="Calibri" w:cs="Trebuchet MS"/>
          <w:i/>
          <w:szCs w:val="20"/>
        </w:rPr>
      </w:pPr>
      <w:r w:rsidRPr="00681E96">
        <w:rPr>
          <w:rFonts w:ascii="Calibri" w:hAnsi="Calibri" w:cs="Trebuchet MS"/>
          <w:szCs w:val="20"/>
        </w:rPr>
        <w:t xml:space="preserve">si impegna a mettere l’originale a disposizione della stazione appaltante in qualsiasi momento su richiesta della stessa. </w:t>
      </w:r>
    </w:p>
    <w:p w:rsidR="008A4B18" w:rsidRPr="00681E96" w:rsidRDefault="008A4B18" w:rsidP="008A4B18">
      <w:pPr>
        <w:widowControl w:val="0"/>
        <w:ind w:left="4963"/>
        <w:rPr>
          <w:rFonts w:ascii="Calibri" w:hAnsi="Calibri" w:cs="Trebuchet MS"/>
          <w:szCs w:val="20"/>
        </w:rPr>
      </w:pPr>
      <w:r w:rsidRPr="00681E96">
        <w:rPr>
          <w:rFonts w:ascii="Calibri" w:hAnsi="Calibri" w:cs="Trebuchet MS"/>
          <w:szCs w:val="20"/>
        </w:rPr>
        <w:t xml:space="preserve">___________ (Firma digitale) </w:t>
      </w:r>
    </w:p>
    <w:p w:rsidR="00BE2EED" w:rsidRPr="00B76C1C" w:rsidRDefault="008A4B18" w:rsidP="008A4B18">
      <w:pPr>
        <w:rPr>
          <w:rStyle w:val="Grassettocorsivo"/>
          <w:rFonts w:ascii="Calibri" w:hAnsi="Calibri"/>
          <w:color w:val="548DD4"/>
          <w:highlight w:val="yellow"/>
        </w:rPr>
      </w:pPr>
      <w:r w:rsidRPr="00681E96">
        <w:rPr>
          <w:rStyle w:val="Grassettocorsivo"/>
          <w:rFonts w:ascii="Calibri" w:hAnsi="Calibri"/>
          <w:color w:val="548DD4"/>
        </w:rPr>
        <w:t xml:space="preserve">(N.B. La dichiarazione del concorrente e quella del revisore/presidente del collegio sindacale/Legale rappresentante della società di revisione devono essere prodotte con un unico file PDF firmato digitalmente dal concorrente medesimo).  </w:t>
      </w:r>
    </w:p>
    <w:sectPr w:rsidR="00BE2EED" w:rsidRPr="00B76C1C" w:rsidSect="004B1E2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985" w:right="1985" w:bottom="851" w:left="1985" w:header="709" w:footer="39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93D" w:rsidRDefault="001A193D">
      <w:r>
        <w:separator/>
      </w:r>
    </w:p>
  </w:endnote>
  <w:endnote w:type="continuationSeparator" w:id="0">
    <w:p w:rsidR="001A193D" w:rsidRDefault="001A1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C60" w:rsidRDefault="00126C60" w:rsidP="00EC0F2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26C60" w:rsidRDefault="00126C60" w:rsidP="003C236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E96" w:rsidRDefault="00F60BA4" w:rsidP="00681E96">
    <w:pPr>
      <w:pStyle w:val="Pidipagina"/>
      <w:pBdr>
        <w:top w:val="single" w:sz="4" w:space="1" w:color="auto"/>
      </w:pBdr>
    </w:pPr>
    <w:r w:rsidRPr="00F60BA4">
      <w:t>C</w:t>
    </w:r>
    <w:r w:rsidR="00681E96">
      <w:t>lassificazione del documento: Consip Public</w:t>
    </w:r>
  </w:p>
  <w:p w:rsidR="00681E96" w:rsidRDefault="005827D9" w:rsidP="00681E96">
    <w:pPr>
      <w:pStyle w:val="Pidipagina"/>
      <w:pBdr>
        <w:top w:val="single" w:sz="4" w:space="1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5B7C17" wp14:editId="20B44624">
              <wp:simplePos x="0" y="0"/>
              <wp:positionH relativeFrom="column">
                <wp:posOffset>5353050</wp:posOffset>
              </wp:positionH>
              <wp:positionV relativeFrom="paragraph">
                <wp:posOffset>-5080</wp:posOffset>
              </wp:positionV>
              <wp:extent cx="685800" cy="360045"/>
              <wp:effectExtent l="0" t="0" r="0" b="1905"/>
              <wp:wrapNone/>
              <wp:docPr id="2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B1E2A" w:rsidRDefault="004B1E2A" w:rsidP="004B1E2A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4D2D29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4D2D29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  <w:p w:rsidR="004B1E2A" w:rsidRDefault="004B1E2A" w:rsidP="004B1E2A"/>
                        <w:p w:rsidR="004B1E2A" w:rsidRDefault="004B1E2A" w:rsidP="004B1E2A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4D2D29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4D2D29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left:0;text-align:left;margin-left:421.5pt;margin-top:-.4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" stroked="f">
              <v:textbox>
                <w:txbxContent>
                  <w:p w:rsidR="004B1E2A" w:rsidRDefault="004B1E2A" w:rsidP="004B1E2A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4D2D29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4D2D29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  <w:p w:rsidR="004B1E2A" w:rsidRDefault="004B1E2A" w:rsidP="004B1E2A"/>
                  <w:p w:rsidR="004B1E2A" w:rsidRDefault="004B1E2A" w:rsidP="004B1E2A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4D2D29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4D2D29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681E96">
      <w:t>Gara a procedura aperta ai sensi del D.Lgs. 163/2006 e s.m.i., per l’affidamento dei servizi di manutenzione degli apparati di networking relativi al Sistema informativo della Fiscalità, al DAG e al DT del Ministero dell’Economia  e Finanze</w:t>
    </w:r>
    <w:r w:rsidR="00B34A7D">
      <w:t xml:space="preserve"> </w:t>
    </w:r>
    <w:r w:rsidR="00681E96">
      <w:t>– ID 1672</w:t>
    </w:r>
  </w:p>
  <w:p w:rsidR="00126C60" w:rsidRPr="004B1E2A" w:rsidRDefault="00681E96" w:rsidP="00681E96">
    <w:pPr>
      <w:pStyle w:val="Pidipagina"/>
      <w:pBdr>
        <w:top w:val="single" w:sz="4" w:space="1" w:color="auto"/>
      </w:pBdr>
    </w:pPr>
    <w:r>
      <w:t>Allegato 11 –  Dichiarazione fatturato specifico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DCA" w:rsidRPr="002B54DB" w:rsidRDefault="00910F64" w:rsidP="004B1E2A">
    <w:pPr>
      <w:pStyle w:val="Pidipagina"/>
      <w:pBdr>
        <w:top w:val="single" w:sz="4" w:space="1" w:color="auto"/>
      </w:pBdr>
      <w:rPr>
        <w:rFonts w:ascii="Calibri" w:hAnsi="Calibri"/>
        <w:sz w:val="18"/>
        <w:szCs w:val="18"/>
      </w:rPr>
    </w:pPr>
    <w:r>
      <w:rPr>
        <w:rFonts w:ascii="Calibri" w:hAnsi="Calibr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5384800</wp:posOffset>
              </wp:positionH>
              <wp:positionV relativeFrom="paragraph">
                <wp:posOffset>99695</wp:posOffset>
              </wp:positionV>
              <wp:extent cx="685800" cy="360045"/>
              <wp:effectExtent l="0" t="0" r="0" b="1905"/>
              <wp:wrapNone/>
              <wp:docPr id="1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B1E2A" w:rsidRDefault="004B1E2A" w:rsidP="004B1E2A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4D2D29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4D2D29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  <w:p w:rsidR="004B1E2A" w:rsidRDefault="004B1E2A" w:rsidP="004B1E2A"/>
                        <w:p w:rsidR="004B1E2A" w:rsidRDefault="004B1E2A" w:rsidP="004B1E2A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4D2D29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4D2D29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7" type="#_x0000_t202" style="position:absolute;left:0;text-align:left;margin-left:424pt;margin-top:7.85pt;width:54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" stroked="f">
              <v:textbox>
                <w:txbxContent>
                  <w:p w:rsidR="004B1E2A" w:rsidRDefault="004B1E2A" w:rsidP="004B1E2A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4D2D29">
                      <w:rPr>
                        <w:rStyle w:val="Numeropagina"/>
                        <w:noProof/>
                      </w:rPr>
                      <w:t>1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4D2D29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  <w:p w:rsidR="004B1E2A" w:rsidRDefault="004B1E2A" w:rsidP="004B1E2A"/>
                  <w:p w:rsidR="004B1E2A" w:rsidRDefault="004B1E2A" w:rsidP="004B1E2A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4D2D29">
                      <w:rPr>
                        <w:rStyle w:val="Numeropagina"/>
                        <w:noProof/>
                      </w:rPr>
                      <w:t>1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4D2D29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3F3DCA" w:rsidRPr="002B54DB">
      <w:rPr>
        <w:rFonts w:ascii="Calibri" w:hAnsi="Calibri"/>
        <w:sz w:val="18"/>
        <w:szCs w:val="18"/>
      </w:rPr>
      <w:t>Classificazione del documento: Consip Public</w:t>
    </w:r>
  </w:p>
  <w:p w:rsidR="00681E96" w:rsidRDefault="00681E96" w:rsidP="004B1E2A">
    <w:pPr>
      <w:pStyle w:val="Pidipagina"/>
      <w:rPr>
        <w:rFonts w:ascii="Calibri" w:hAnsi="Calibri"/>
        <w:sz w:val="18"/>
        <w:szCs w:val="18"/>
      </w:rPr>
    </w:pPr>
    <w:r w:rsidRPr="00681E96">
      <w:rPr>
        <w:rFonts w:ascii="Calibri" w:hAnsi="Calibri"/>
        <w:sz w:val="18"/>
        <w:szCs w:val="18"/>
      </w:rPr>
      <w:t>Gara a procedura aperta ai sensi del D.Lgs. 163/2006 e s.m.i., per l’affidamento dei servizi di manutenzione degli apparati di networking relativi al Sistema informativo della Fiscalità, al DAG e al DT del Ministero dell’Economia  e Finanze</w:t>
    </w:r>
    <w:r w:rsidR="00B34A7D">
      <w:rPr>
        <w:rFonts w:ascii="Calibri" w:hAnsi="Calibri"/>
        <w:sz w:val="18"/>
        <w:szCs w:val="18"/>
      </w:rPr>
      <w:t xml:space="preserve"> </w:t>
    </w:r>
    <w:r w:rsidRPr="00681E96">
      <w:rPr>
        <w:rFonts w:ascii="Calibri" w:hAnsi="Calibri"/>
        <w:sz w:val="18"/>
        <w:szCs w:val="18"/>
      </w:rPr>
      <w:t>– ID 1672</w:t>
    </w:r>
  </w:p>
  <w:p w:rsidR="004B1E2A" w:rsidRPr="002B54DB" w:rsidRDefault="004B1E2A" w:rsidP="004B1E2A">
    <w:pPr>
      <w:pStyle w:val="Pidipagina"/>
      <w:rPr>
        <w:rFonts w:ascii="Calibri" w:hAnsi="Calibri"/>
        <w:sz w:val="18"/>
        <w:szCs w:val="18"/>
      </w:rPr>
    </w:pPr>
    <w:r w:rsidRPr="002B54DB">
      <w:rPr>
        <w:rFonts w:ascii="Calibri" w:hAnsi="Calibri"/>
        <w:sz w:val="18"/>
        <w:szCs w:val="18"/>
      </w:rPr>
      <w:t xml:space="preserve">Allegato </w:t>
    </w:r>
    <w:r w:rsidR="00681E96">
      <w:rPr>
        <w:rFonts w:ascii="Calibri" w:hAnsi="Calibri"/>
        <w:sz w:val="18"/>
        <w:szCs w:val="18"/>
      </w:rPr>
      <w:t>11</w:t>
    </w:r>
    <w:r w:rsidRPr="002B54DB">
      <w:rPr>
        <w:rFonts w:ascii="Calibri" w:hAnsi="Calibri"/>
        <w:sz w:val="18"/>
        <w:szCs w:val="18"/>
      </w:rPr>
      <w:t xml:space="preserve"> –  Dichiarazione fatturato specifico</w:t>
    </w:r>
  </w:p>
  <w:p w:rsidR="004B1E2A" w:rsidRPr="002B54DB" w:rsidRDefault="004B1E2A" w:rsidP="00935162">
    <w:pPr>
      <w:pStyle w:val="Pidipagina"/>
      <w:rPr>
        <w:rStyle w:val="Numeropagina"/>
        <w:rFonts w:ascii="Calibri" w:hAnsi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93D" w:rsidRDefault="001A193D">
      <w:r>
        <w:separator/>
      </w:r>
    </w:p>
  </w:footnote>
  <w:footnote w:type="continuationSeparator" w:id="0">
    <w:p w:rsidR="001A193D" w:rsidRDefault="001A19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C60" w:rsidRDefault="00126C60" w:rsidP="00935162"/>
  <w:p w:rsidR="00126C60" w:rsidRDefault="00910F64" w:rsidP="00935162"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-637540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C60" w:rsidRDefault="00910F64" w:rsidP="00935162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-447040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10" name="Immagine 10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26C60" w:rsidRPr="009444E3" w:rsidRDefault="00126C60" w:rsidP="0093516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28487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FB821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29449D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92CFA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DA298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932E8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5F8EC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5FC64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9E68A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2560D7E"/>
    <w:lvl w:ilvl="0">
      <w:start w:val="1"/>
      <w:numFmt w:val="bullet"/>
      <w:pStyle w:val="Puntoelenco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2374AF"/>
    <w:multiLevelType w:val="multilevel"/>
    <w:tmpl w:val="2334F41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86A080B"/>
    <w:multiLevelType w:val="hybridMultilevel"/>
    <w:tmpl w:val="5F163D6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9600A"/>
    <w:multiLevelType w:val="multilevel"/>
    <w:tmpl w:val="74BA70F4"/>
    <w:styleLink w:val="1ElencoTitolo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0F66332"/>
    <w:multiLevelType w:val="multilevel"/>
    <w:tmpl w:val="74BA7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rebuchet MS" w:hAnsi="Trebuchet MS"/>
        <w:b/>
        <w:bCs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47916C6"/>
    <w:multiLevelType w:val="multilevel"/>
    <w:tmpl w:val="2334F41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15D270B"/>
    <w:multiLevelType w:val="multilevel"/>
    <w:tmpl w:val="2334F41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A3381D"/>
    <w:multiLevelType w:val="multilevel"/>
    <w:tmpl w:val="74BA70F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647CF7"/>
    <w:multiLevelType w:val="multilevel"/>
    <w:tmpl w:val="74BA7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D67627"/>
    <w:multiLevelType w:val="multilevel"/>
    <w:tmpl w:val="2334F41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821D0D"/>
    <w:multiLevelType w:val="multilevel"/>
    <w:tmpl w:val="74BA70F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F4530D"/>
    <w:multiLevelType w:val="multilevel"/>
    <w:tmpl w:val="74BA70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5567D1B"/>
    <w:multiLevelType w:val="multilevel"/>
    <w:tmpl w:val="74BA7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97C39B2"/>
    <w:multiLevelType w:val="hybridMultilevel"/>
    <w:tmpl w:val="6086659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5F2D1D29"/>
    <w:multiLevelType w:val="multilevel"/>
    <w:tmpl w:val="2334F41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7003752"/>
    <w:multiLevelType w:val="hybridMultilevel"/>
    <w:tmpl w:val="A514A0C8"/>
    <w:lvl w:ilvl="0" w:tplc="4F5E2BCC">
      <w:start w:val="198"/>
      <w:numFmt w:val="bullet"/>
      <w:lvlText w:val="-"/>
      <w:lvlJc w:val="left"/>
      <w:pPr>
        <w:ind w:left="72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5E31C3"/>
    <w:multiLevelType w:val="multilevel"/>
    <w:tmpl w:val="74BA70F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E8822A5"/>
    <w:multiLevelType w:val="multilevel"/>
    <w:tmpl w:val="74BA7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2933784"/>
    <w:multiLevelType w:val="multilevel"/>
    <w:tmpl w:val="74BA7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rebuchet MS" w:hAnsi="Trebuchet MS"/>
        <w:b/>
        <w:bCs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FC04C76"/>
    <w:multiLevelType w:val="multilevel"/>
    <w:tmpl w:val="2334F41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25"/>
  </w:num>
  <w:num w:numId="3">
    <w:abstractNumId w:val="21"/>
  </w:num>
  <w:num w:numId="4">
    <w:abstractNumId w:val="17"/>
  </w:num>
  <w:num w:numId="5">
    <w:abstractNumId w:val="26"/>
  </w:num>
  <w:num w:numId="6">
    <w:abstractNumId w:val="16"/>
  </w:num>
  <w:num w:numId="7">
    <w:abstractNumId w:val="27"/>
  </w:num>
  <w:num w:numId="8">
    <w:abstractNumId w:val="20"/>
  </w:num>
  <w:num w:numId="9">
    <w:abstractNumId w:val="13"/>
  </w:num>
  <w:num w:numId="10">
    <w:abstractNumId w:val="15"/>
  </w:num>
  <w:num w:numId="11">
    <w:abstractNumId w:val="23"/>
  </w:num>
  <w:num w:numId="12">
    <w:abstractNumId w:val="14"/>
  </w:num>
  <w:num w:numId="13">
    <w:abstractNumId w:val="28"/>
  </w:num>
  <w:num w:numId="14">
    <w:abstractNumId w:val="10"/>
  </w:num>
  <w:num w:numId="15">
    <w:abstractNumId w:val="18"/>
  </w:num>
  <w:num w:numId="16">
    <w:abstractNumId w:val="12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11"/>
  </w:num>
  <w:num w:numId="28">
    <w:abstractNumId w:val="22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4DAD"/>
    <w:rsid w:val="00007EEF"/>
    <w:rsid w:val="0003457E"/>
    <w:rsid w:val="00047B7C"/>
    <w:rsid w:val="00056642"/>
    <w:rsid w:val="00061806"/>
    <w:rsid w:val="00070D9A"/>
    <w:rsid w:val="000754B3"/>
    <w:rsid w:val="000A41C5"/>
    <w:rsid w:val="000B6FBF"/>
    <w:rsid w:val="000C3D0D"/>
    <w:rsid w:val="000D02C4"/>
    <w:rsid w:val="000E23E3"/>
    <w:rsid w:val="00104D8E"/>
    <w:rsid w:val="00125792"/>
    <w:rsid w:val="00126C60"/>
    <w:rsid w:val="00146D6F"/>
    <w:rsid w:val="001474DA"/>
    <w:rsid w:val="00167FBD"/>
    <w:rsid w:val="001707B5"/>
    <w:rsid w:val="0019794C"/>
    <w:rsid w:val="001A193D"/>
    <w:rsid w:val="001A6851"/>
    <w:rsid w:val="001B123C"/>
    <w:rsid w:val="001B2CC5"/>
    <w:rsid w:val="001B5EDA"/>
    <w:rsid w:val="001C7294"/>
    <w:rsid w:val="001D6F43"/>
    <w:rsid w:val="001E5C08"/>
    <w:rsid w:val="00201BC9"/>
    <w:rsid w:val="00240650"/>
    <w:rsid w:val="002503F8"/>
    <w:rsid w:val="0029405F"/>
    <w:rsid w:val="002B54DB"/>
    <w:rsid w:val="002B7733"/>
    <w:rsid w:val="002D0E70"/>
    <w:rsid w:val="002E18A5"/>
    <w:rsid w:val="00313D43"/>
    <w:rsid w:val="003153F4"/>
    <w:rsid w:val="0032370A"/>
    <w:rsid w:val="003323D8"/>
    <w:rsid w:val="00335814"/>
    <w:rsid w:val="00335AEB"/>
    <w:rsid w:val="0035424B"/>
    <w:rsid w:val="003633FE"/>
    <w:rsid w:val="00370BDC"/>
    <w:rsid w:val="00382BB8"/>
    <w:rsid w:val="003A44C8"/>
    <w:rsid w:val="003A6DE2"/>
    <w:rsid w:val="003B3427"/>
    <w:rsid w:val="003B6E02"/>
    <w:rsid w:val="003C236D"/>
    <w:rsid w:val="003D4239"/>
    <w:rsid w:val="003E7385"/>
    <w:rsid w:val="003F3DCA"/>
    <w:rsid w:val="0041514A"/>
    <w:rsid w:val="00432B52"/>
    <w:rsid w:val="00444E28"/>
    <w:rsid w:val="004564DA"/>
    <w:rsid w:val="00466E6D"/>
    <w:rsid w:val="004829B9"/>
    <w:rsid w:val="0048791A"/>
    <w:rsid w:val="004A4BE4"/>
    <w:rsid w:val="004B1E2A"/>
    <w:rsid w:val="004B45B0"/>
    <w:rsid w:val="004D2D29"/>
    <w:rsid w:val="004D7FDF"/>
    <w:rsid w:val="0052641F"/>
    <w:rsid w:val="0053469E"/>
    <w:rsid w:val="005574CD"/>
    <w:rsid w:val="005656FD"/>
    <w:rsid w:val="005720A4"/>
    <w:rsid w:val="00575E81"/>
    <w:rsid w:val="00582135"/>
    <w:rsid w:val="005827D9"/>
    <w:rsid w:val="00586C19"/>
    <w:rsid w:val="005A3538"/>
    <w:rsid w:val="005A60C4"/>
    <w:rsid w:val="005A6FEB"/>
    <w:rsid w:val="005B7282"/>
    <w:rsid w:val="005C1842"/>
    <w:rsid w:val="005D1567"/>
    <w:rsid w:val="005F0540"/>
    <w:rsid w:val="0060392A"/>
    <w:rsid w:val="006067C2"/>
    <w:rsid w:val="00623969"/>
    <w:rsid w:val="00623E1B"/>
    <w:rsid w:val="00626CB6"/>
    <w:rsid w:val="006632AC"/>
    <w:rsid w:val="00681E96"/>
    <w:rsid w:val="006B7656"/>
    <w:rsid w:val="006C1982"/>
    <w:rsid w:val="006E1C4A"/>
    <w:rsid w:val="007037CE"/>
    <w:rsid w:val="00705EBD"/>
    <w:rsid w:val="00717ACF"/>
    <w:rsid w:val="00732E54"/>
    <w:rsid w:val="0076769D"/>
    <w:rsid w:val="00793C97"/>
    <w:rsid w:val="00794EF2"/>
    <w:rsid w:val="00796B76"/>
    <w:rsid w:val="007E2890"/>
    <w:rsid w:val="007E64AF"/>
    <w:rsid w:val="007F23FD"/>
    <w:rsid w:val="007F7C0E"/>
    <w:rsid w:val="00817B36"/>
    <w:rsid w:val="00832324"/>
    <w:rsid w:val="008330A3"/>
    <w:rsid w:val="0084444F"/>
    <w:rsid w:val="008520C0"/>
    <w:rsid w:val="0085524C"/>
    <w:rsid w:val="008722DE"/>
    <w:rsid w:val="008725AA"/>
    <w:rsid w:val="00872EF3"/>
    <w:rsid w:val="008A4B18"/>
    <w:rsid w:val="008C63F4"/>
    <w:rsid w:val="008C75CF"/>
    <w:rsid w:val="008D0BCE"/>
    <w:rsid w:val="008D2EB7"/>
    <w:rsid w:val="008D70E3"/>
    <w:rsid w:val="008F63C5"/>
    <w:rsid w:val="00910F64"/>
    <w:rsid w:val="009118D7"/>
    <w:rsid w:val="00914271"/>
    <w:rsid w:val="00916161"/>
    <w:rsid w:val="00935162"/>
    <w:rsid w:val="009444E3"/>
    <w:rsid w:val="00950E64"/>
    <w:rsid w:val="00961777"/>
    <w:rsid w:val="0097260E"/>
    <w:rsid w:val="00987981"/>
    <w:rsid w:val="009A6528"/>
    <w:rsid w:val="009C1414"/>
    <w:rsid w:val="009C4A0A"/>
    <w:rsid w:val="009C6C52"/>
    <w:rsid w:val="009E753B"/>
    <w:rsid w:val="00A0347B"/>
    <w:rsid w:val="00A45E0B"/>
    <w:rsid w:val="00A50A99"/>
    <w:rsid w:val="00A62641"/>
    <w:rsid w:val="00A8325C"/>
    <w:rsid w:val="00A94A0F"/>
    <w:rsid w:val="00AA2E2A"/>
    <w:rsid w:val="00AA5DAC"/>
    <w:rsid w:val="00AB7FDC"/>
    <w:rsid w:val="00AD6363"/>
    <w:rsid w:val="00AF54FD"/>
    <w:rsid w:val="00B343FF"/>
    <w:rsid w:val="00B34A7D"/>
    <w:rsid w:val="00B74502"/>
    <w:rsid w:val="00B76C1C"/>
    <w:rsid w:val="00B803BF"/>
    <w:rsid w:val="00B933BE"/>
    <w:rsid w:val="00BB0F7C"/>
    <w:rsid w:val="00BC5E5D"/>
    <w:rsid w:val="00BD5A0E"/>
    <w:rsid w:val="00BE2EED"/>
    <w:rsid w:val="00BF55EA"/>
    <w:rsid w:val="00C27A84"/>
    <w:rsid w:val="00C42351"/>
    <w:rsid w:val="00C56363"/>
    <w:rsid w:val="00C6571C"/>
    <w:rsid w:val="00C85001"/>
    <w:rsid w:val="00C931BC"/>
    <w:rsid w:val="00CD3088"/>
    <w:rsid w:val="00D03BDF"/>
    <w:rsid w:val="00D26735"/>
    <w:rsid w:val="00D447F2"/>
    <w:rsid w:val="00D46039"/>
    <w:rsid w:val="00D6106E"/>
    <w:rsid w:val="00DA102E"/>
    <w:rsid w:val="00DB1891"/>
    <w:rsid w:val="00DB4F2C"/>
    <w:rsid w:val="00DB738A"/>
    <w:rsid w:val="00DE0E92"/>
    <w:rsid w:val="00DE199E"/>
    <w:rsid w:val="00E00291"/>
    <w:rsid w:val="00E463AC"/>
    <w:rsid w:val="00E5313C"/>
    <w:rsid w:val="00E708C1"/>
    <w:rsid w:val="00E712A9"/>
    <w:rsid w:val="00E7796D"/>
    <w:rsid w:val="00E8178C"/>
    <w:rsid w:val="00E9364C"/>
    <w:rsid w:val="00EA7F6B"/>
    <w:rsid w:val="00EC0F20"/>
    <w:rsid w:val="00F22872"/>
    <w:rsid w:val="00F41F41"/>
    <w:rsid w:val="00F60BA4"/>
    <w:rsid w:val="00F915FC"/>
    <w:rsid w:val="00FB08F0"/>
    <w:rsid w:val="00FD4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35162"/>
    <w:pPr>
      <w:spacing w:line="300" w:lineRule="exact"/>
      <w:jc w:val="both"/>
    </w:pPr>
    <w:rPr>
      <w:rFonts w:ascii="Trebuchet MS" w:hAnsi="Trebuchet MS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48791A"/>
    <w:pPr>
      <w:widowControl w:val="0"/>
      <w:jc w:val="center"/>
      <w:outlineLvl w:val="0"/>
    </w:pPr>
    <w:rPr>
      <w:rFonts w:cs="Arial"/>
      <w:b/>
      <w:bCs/>
      <w:caps/>
      <w:kern w:val="32"/>
      <w:szCs w:val="20"/>
    </w:rPr>
  </w:style>
  <w:style w:type="paragraph" w:styleId="Titolo2">
    <w:name w:val="heading 2"/>
    <w:basedOn w:val="Normale"/>
    <w:next w:val="Normale"/>
    <w:qFormat/>
    <w:rsid w:val="00466E6D"/>
    <w:pPr>
      <w:keepNext/>
      <w:widowControl w:val="0"/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Titolo3">
    <w:name w:val="heading 3"/>
    <w:basedOn w:val="Normale"/>
    <w:next w:val="Normale"/>
    <w:qFormat/>
    <w:rsid w:val="00466E6D"/>
    <w:pPr>
      <w:keepNext/>
      <w:widowControl w:val="0"/>
      <w:spacing w:before="240" w:after="6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Normale"/>
    <w:next w:val="Normale"/>
    <w:autoRedefine/>
    <w:qFormat/>
    <w:rsid w:val="00466E6D"/>
    <w:pPr>
      <w:keepNext/>
      <w:widowControl w:val="0"/>
      <w:autoSpaceDE w:val="0"/>
      <w:autoSpaceDN w:val="0"/>
      <w:adjustRightInd w:val="0"/>
      <w:spacing w:before="240" w:after="60"/>
      <w:jc w:val="left"/>
      <w:outlineLvl w:val="3"/>
    </w:pPr>
    <w:rPr>
      <w:b/>
      <w:bCs/>
      <w:i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5A6FE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C0F20"/>
    <w:pPr>
      <w:tabs>
        <w:tab w:val="center" w:pos="4819"/>
        <w:tab w:val="right" w:pos="9638"/>
      </w:tabs>
    </w:pPr>
    <w:rPr>
      <w:sz w:val="16"/>
    </w:rPr>
  </w:style>
  <w:style w:type="character" w:styleId="Numeropagina">
    <w:name w:val="page number"/>
    <w:rsid w:val="00466E6D"/>
    <w:rPr>
      <w:rFonts w:ascii="Trebuchet MS" w:hAnsi="Trebuchet MS"/>
      <w:b/>
      <w:sz w:val="16"/>
    </w:rPr>
  </w:style>
  <w:style w:type="paragraph" w:customStyle="1" w:styleId="Blackbold">
    <w:name w:val="Black bold"/>
    <w:basedOn w:val="Normale"/>
    <w:rsid w:val="008D0BCE"/>
    <w:pPr>
      <w:jc w:val="left"/>
    </w:pPr>
    <w:rPr>
      <w:b/>
      <w:caps/>
      <w:szCs w:val="20"/>
    </w:rPr>
  </w:style>
  <w:style w:type="paragraph" w:styleId="Puntoelenco">
    <w:name w:val="List Bullet"/>
    <w:basedOn w:val="Normale"/>
    <w:rsid w:val="0029405F"/>
    <w:pPr>
      <w:numPr>
        <w:numId w:val="22"/>
      </w:numPr>
    </w:pPr>
  </w:style>
  <w:style w:type="character" w:customStyle="1" w:styleId="Grassetto">
    <w:name w:val="Grassetto"/>
    <w:rsid w:val="003633FE"/>
    <w:rPr>
      <w:rFonts w:ascii="Trebuchet MS" w:hAnsi="Trebuchet MS"/>
      <w:b/>
      <w:bCs/>
      <w:sz w:val="20"/>
    </w:rPr>
  </w:style>
  <w:style w:type="character" w:customStyle="1" w:styleId="Corsivo">
    <w:name w:val="Corsivo"/>
    <w:rsid w:val="003633FE"/>
    <w:rPr>
      <w:rFonts w:ascii="Trebuchet MS" w:hAnsi="Trebuchet MS"/>
      <w:i/>
      <w:iCs/>
      <w:sz w:val="20"/>
    </w:rPr>
  </w:style>
  <w:style w:type="paragraph" w:customStyle="1" w:styleId="Titolocopertina">
    <w:name w:val="Titolo copertina"/>
    <w:basedOn w:val="Titolo1"/>
    <w:link w:val="TitolocopertinaCarattere"/>
    <w:rsid w:val="00466E6D"/>
    <w:pPr>
      <w:spacing w:line="360" w:lineRule="auto"/>
    </w:pPr>
    <w:rPr>
      <w:sz w:val="28"/>
    </w:rPr>
  </w:style>
  <w:style w:type="character" w:customStyle="1" w:styleId="Sottolineato">
    <w:name w:val="Sottolineato"/>
    <w:rsid w:val="003633FE"/>
    <w:rPr>
      <w:rFonts w:ascii="Trebuchet MS" w:hAnsi="Trebuchet MS"/>
      <w:sz w:val="20"/>
      <w:u w:val="single"/>
    </w:rPr>
  </w:style>
  <w:style w:type="character" w:customStyle="1" w:styleId="Titolo1sottolineato">
    <w:name w:val="Titolo 1 sottolineato"/>
    <w:rsid w:val="00705EBD"/>
    <w:rPr>
      <w:rFonts w:ascii="Trebuchet MS" w:hAnsi="Trebuchet MS"/>
      <w:b/>
      <w:sz w:val="28"/>
      <w:szCs w:val="28"/>
      <w:u w:val="single"/>
    </w:rPr>
  </w:style>
  <w:style w:type="numbering" w:customStyle="1" w:styleId="1ElencoTitolo">
    <w:name w:val="1. Elenco Titolo"/>
    <w:basedOn w:val="Nessunelenco"/>
    <w:rsid w:val="001C7294"/>
    <w:pPr>
      <w:numPr>
        <w:numId w:val="16"/>
      </w:numPr>
    </w:pPr>
  </w:style>
  <w:style w:type="character" w:customStyle="1" w:styleId="Grassettocorsivo">
    <w:name w:val="Grassetto corsivo"/>
    <w:rsid w:val="001B5EDA"/>
    <w:rPr>
      <w:rFonts w:ascii="Trebuchet MS" w:hAnsi="Trebuchet MS"/>
      <w:b/>
      <w:i/>
      <w:sz w:val="20"/>
    </w:rPr>
  </w:style>
  <w:style w:type="paragraph" w:customStyle="1" w:styleId="Corsivoblu">
    <w:name w:val="Corsivo blu"/>
    <w:basedOn w:val="Normale"/>
    <w:link w:val="CorsivobluCarattere"/>
    <w:rsid w:val="00950E64"/>
    <w:rPr>
      <w:i/>
      <w:color w:val="0000FF"/>
    </w:rPr>
  </w:style>
  <w:style w:type="character" w:customStyle="1" w:styleId="CorsivobluCarattere">
    <w:name w:val="Corsivo blu Carattere"/>
    <w:link w:val="Corsivoblu"/>
    <w:rsid w:val="00DB1891"/>
    <w:rPr>
      <w:rFonts w:ascii="Trebuchet MS" w:hAnsi="Trebuchet MS"/>
      <w:i/>
      <w:color w:val="0000FF"/>
      <w:szCs w:val="24"/>
      <w:lang w:val="it-IT" w:eastAsia="it-IT" w:bidi="ar-SA"/>
    </w:rPr>
  </w:style>
  <w:style w:type="paragraph" w:customStyle="1" w:styleId="Indirizzo">
    <w:name w:val="Indirizzo"/>
    <w:basedOn w:val="Normale"/>
    <w:autoRedefine/>
    <w:rsid w:val="0053469E"/>
    <w:pPr>
      <w:tabs>
        <w:tab w:val="left" w:pos="5103"/>
      </w:tabs>
      <w:ind w:left="5103"/>
    </w:pPr>
  </w:style>
  <w:style w:type="paragraph" w:styleId="Mappadocumento">
    <w:name w:val="Document Map"/>
    <w:basedOn w:val="Normale"/>
    <w:semiHidden/>
    <w:rsid w:val="004D7FDF"/>
    <w:pPr>
      <w:shd w:val="clear" w:color="auto" w:fill="000080"/>
    </w:pPr>
    <w:rPr>
      <w:rFonts w:ascii="Tahoma" w:hAnsi="Tahoma" w:cs="Tahoma"/>
    </w:rPr>
  </w:style>
  <w:style w:type="paragraph" w:styleId="Corpotesto">
    <w:name w:val="Body Text"/>
    <w:basedOn w:val="Normale"/>
    <w:link w:val="CorpotestoCarattere"/>
    <w:rsid w:val="0029405F"/>
    <w:pPr>
      <w:spacing w:after="120"/>
    </w:pPr>
  </w:style>
  <w:style w:type="character" w:customStyle="1" w:styleId="TITOLO1BLUCarattere">
    <w:name w:val="TITOLO 1 BLU Carattere"/>
    <w:link w:val="TITOLO1BLU"/>
    <w:rsid w:val="007F23FD"/>
    <w:rPr>
      <w:rFonts w:ascii="Trebuchet MS" w:hAnsi="Trebuchet MS" w:cs="Arial"/>
      <w:b/>
      <w:caps/>
      <w:color w:val="0000FF"/>
      <w:szCs w:val="24"/>
      <w:lang w:val="it-IT" w:eastAsia="it-IT" w:bidi="ar-SA"/>
    </w:rPr>
  </w:style>
  <w:style w:type="paragraph" w:customStyle="1" w:styleId="TITOLO1BLU">
    <w:name w:val="TITOLO 1 BLU"/>
    <w:basedOn w:val="Titolo1"/>
    <w:link w:val="TITOLO1BLUCarattere"/>
    <w:autoRedefine/>
    <w:rsid w:val="00466E6D"/>
    <w:pPr>
      <w:autoSpaceDE w:val="0"/>
      <w:autoSpaceDN w:val="0"/>
      <w:adjustRightInd w:val="0"/>
      <w:spacing w:line="520" w:lineRule="exact"/>
    </w:pPr>
    <w:rPr>
      <w:bCs w:val="0"/>
      <w:color w:val="0000FF"/>
      <w:kern w:val="0"/>
      <w:szCs w:val="24"/>
    </w:rPr>
  </w:style>
  <w:style w:type="paragraph" w:customStyle="1" w:styleId="Titolo1sottoluneato">
    <w:name w:val="Titolo 1 sottoluneato"/>
    <w:basedOn w:val="Titolo1"/>
    <w:autoRedefine/>
    <w:rsid w:val="00466E6D"/>
    <w:rPr>
      <w:u w:val="single"/>
    </w:rPr>
  </w:style>
  <w:style w:type="paragraph" w:customStyle="1" w:styleId="Titolo3blu">
    <w:name w:val="Titolo 3 blu"/>
    <w:basedOn w:val="Titolo3"/>
    <w:autoRedefine/>
    <w:rsid w:val="00466E6D"/>
    <w:rPr>
      <w:color w:val="0000FF"/>
    </w:rPr>
  </w:style>
  <w:style w:type="paragraph" w:customStyle="1" w:styleId="Titolo4blu">
    <w:name w:val="Titolo 4 blu"/>
    <w:basedOn w:val="Titolo4"/>
    <w:autoRedefine/>
    <w:rsid w:val="00466E6D"/>
    <w:rPr>
      <w:color w:val="0000FF"/>
      <w:szCs w:val="20"/>
    </w:rPr>
  </w:style>
  <w:style w:type="character" w:customStyle="1" w:styleId="Titolo1Carattere">
    <w:name w:val="Titolo 1 Carattere"/>
    <w:link w:val="Titolo1"/>
    <w:rsid w:val="0048791A"/>
    <w:rPr>
      <w:rFonts w:ascii="Trebuchet MS" w:hAnsi="Trebuchet MS" w:cs="Arial"/>
      <w:b/>
      <w:bCs/>
      <w:caps/>
      <w:kern w:val="32"/>
      <w:lang w:val="it-IT" w:eastAsia="it-IT" w:bidi="ar-SA"/>
    </w:rPr>
  </w:style>
  <w:style w:type="character" w:customStyle="1" w:styleId="TitolocopertinaCarattere">
    <w:name w:val="Titolo copertina Carattere"/>
    <w:link w:val="Titolocopertina"/>
    <w:rsid w:val="00466E6D"/>
    <w:rPr>
      <w:rFonts w:ascii="Trebuchet MS" w:hAnsi="Trebuchet MS" w:cs="Arial"/>
      <w:b/>
      <w:bCs/>
      <w:caps/>
      <w:kern w:val="32"/>
      <w:sz w:val="28"/>
      <w:lang w:val="it-IT" w:eastAsia="it-IT" w:bidi="ar-SA"/>
    </w:rPr>
  </w:style>
  <w:style w:type="paragraph" w:customStyle="1" w:styleId="StileCorpodeltestoCorsivo">
    <w:name w:val="Stile Corpo del testo + Corsivo"/>
    <w:basedOn w:val="Corpotesto"/>
    <w:rsid w:val="0029405F"/>
    <w:rPr>
      <w:i/>
      <w:iCs/>
    </w:rPr>
  </w:style>
  <w:style w:type="paragraph" w:customStyle="1" w:styleId="StileCorpodeltestoCorsivo1">
    <w:name w:val="Stile Corpo del testo + Corsivo1"/>
    <w:basedOn w:val="Corpotesto"/>
    <w:link w:val="StileCorpodeltestoCorsivo1Carattere"/>
    <w:rsid w:val="0084444F"/>
    <w:rPr>
      <w:i/>
      <w:iCs/>
    </w:rPr>
  </w:style>
  <w:style w:type="character" w:customStyle="1" w:styleId="CorpotestoCarattere">
    <w:name w:val="Corpo testo Carattere"/>
    <w:link w:val="Corpotesto"/>
    <w:rsid w:val="0084444F"/>
    <w:rPr>
      <w:rFonts w:ascii="Trebuchet MS" w:hAnsi="Trebuchet MS"/>
      <w:szCs w:val="24"/>
      <w:lang w:val="it-IT" w:eastAsia="it-IT" w:bidi="ar-SA"/>
    </w:rPr>
  </w:style>
  <w:style w:type="character" w:customStyle="1" w:styleId="StileCorpodeltestoCorsivo1Carattere">
    <w:name w:val="Stile Corpo del testo + Corsivo1 Carattere"/>
    <w:link w:val="StileCorpodeltestoCorsivo1"/>
    <w:rsid w:val="0084444F"/>
    <w:rPr>
      <w:rFonts w:ascii="Trebuchet MS" w:hAnsi="Trebuchet MS"/>
      <w:i/>
      <w:iCs/>
      <w:szCs w:val="24"/>
      <w:lang w:val="it-IT" w:eastAsia="it-IT" w:bidi="ar-SA"/>
    </w:rPr>
  </w:style>
  <w:style w:type="character" w:customStyle="1" w:styleId="StileGrassetto">
    <w:name w:val="Stile Grassetto"/>
    <w:rsid w:val="0084444F"/>
    <w:rPr>
      <w:b/>
      <w:bCs/>
    </w:rPr>
  </w:style>
  <w:style w:type="paragraph" w:customStyle="1" w:styleId="StileSinistro625cm">
    <w:name w:val="Stile Sinistro:  625 cm"/>
    <w:basedOn w:val="Normale"/>
    <w:rsid w:val="0084444F"/>
    <w:pPr>
      <w:ind w:left="3545"/>
    </w:pPr>
    <w:rPr>
      <w:szCs w:val="20"/>
    </w:rPr>
  </w:style>
  <w:style w:type="paragraph" w:customStyle="1" w:styleId="StileIndirizzoGrassetto">
    <w:name w:val="Stile Indirizzo + Grassetto"/>
    <w:basedOn w:val="Indirizzo"/>
    <w:rsid w:val="0084444F"/>
    <w:rPr>
      <w:b/>
      <w:bCs/>
    </w:rPr>
  </w:style>
  <w:style w:type="paragraph" w:customStyle="1" w:styleId="StileTitolocopertinaNonGrassettoGiustificato">
    <w:name w:val="Stile Titolo copertina + Non Grassetto Giustificato"/>
    <w:basedOn w:val="Titolocopertina"/>
    <w:rsid w:val="0084444F"/>
    <w:pPr>
      <w:jc w:val="both"/>
    </w:pPr>
    <w:rPr>
      <w:rFonts w:cs="Times New Roman"/>
      <w:b w:val="0"/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35162"/>
    <w:pPr>
      <w:spacing w:line="300" w:lineRule="exact"/>
      <w:jc w:val="both"/>
    </w:pPr>
    <w:rPr>
      <w:rFonts w:ascii="Trebuchet MS" w:hAnsi="Trebuchet MS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48791A"/>
    <w:pPr>
      <w:widowControl w:val="0"/>
      <w:jc w:val="center"/>
      <w:outlineLvl w:val="0"/>
    </w:pPr>
    <w:rPr>
      <w:rFonts w:cs="Arial"/>
      <w:b/>
      <w:bCs/>
      <w:caps/>
      <w:kern w:val="32"/>
      <w:szCs w:val="20"/>
    </w:rPr>
  </w:style>
  <w:style w:type="paragraph" w:styleId="Titolo2">
    <w:name w:val="heading 2"/>
    <w:basedOn w:val="Normale"/>
    <w:next w:val="Normale"/>
    <w:qFormat/>
    <w:rsid w:val="00466E6D"/>
    <w:pPr>
      <w:keepNext/>
      <w:widowControl w:val="0"/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Titolo3">
    <w:name w:val="heading 3"/>
    <w:basedOn w:val="Normale"/>
    <w:next w:val="Normale"/>
    <w:qFormat/>
    <w:rsid w:val="00466E6D"/>
    <w:pPr>
      <w:keepNext/>
      <w:widowControl w:val="0"/>
      <w:spacing w:before="240" w:after="6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Normale"/>
    <w:next w:val="Normale"/>
    <w:autoRedefine/>
    <w:qFormat/>
    <w:rsid w:val="00466E6D"/>
    <w:pPr>
      <w:keepNext/>
      <w:widowControl w:val="0"/>
      <w:autoSpaceDE w:val="0"/>
      <w:autoSpaceDN w:val="0"/>
      <w:adjustRightInd w:val="0"/>
      <w:spacing w:before="240" w:after="60"/>
      <w:jc w:val="left"/>
      <w:outlineLvl w:val="3"/>
    </w:pPr>
    <w:rPr>
      <w:b/>
      <w:bCs/>
      <w:i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5A6FE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C0F20"/>
    <w:pPr>
      <w:tabs>
        <w:tab w:val="center" w:pos="4819"/>
        <w:tab w:val="right" w:pos="9638"/>
      </w:tabs>
    </w:pPr>
    <w:rPr>
      <w:sz w:val="16"/>
    </w:rPr>
  </w:style>
  <w:style w:type="character" w:styleId="Numeropagina">
    <w:name w:val="page number"/>
    <w:rsid w:val="00466E6D"/>
    <w:rPr>
      <w:rFonts w:ascii="Trebuchet MS" w:hAnsi="Trebuchet MS"/>
      <w:b/>
      <w:sz w:val="16"/>
    </w:rPr>
  </w:style>
  <w:style w:type="paragraph" w:customStyle="1" w:styleId="Blackbold">
    <w:name w:val="Black bold"/>
    <w:basedOn w:val="Normale"/>
    <w:rsid w:val="008D0BCE"/>
    <w:pPr>
      <w:jc w:val="left"/>
    </w:pPr>
    <w:rPr>
      <w:b/>
      <w:caps/>
      <w:szCs w:val="20"/>
    </w:rPr>
  </w:style>
  <w:style w:type="paragraph" w:styleId="Puntoelenco">
    <w:name w:val="List Bullet"/>
    <w:basedOn w:val="Normale"/>
    <w:rsid w:val="0029405F"/>
    <w:pPr>
      <w:numPr>
        <w:numId w:val="22"/>
      </w:numPr>
    </w:pPr>
  </w:style>
  <w:style w:type="character" w:customStyle="1" w:styleId="Grassetto">
    <w:name w:val="Grassetto"/>
    <w:rsid w:val="003633FE"/>
    <w:rPr>
      <w:rFonts w:ascii="Trebuchet MS" w:hAnsi="Trebuchet MS"/>
      <w:b/>
      <w:bCs/>
      <w:sz w:val="20"/>
    </w:rPr>
  </w:style>
  <w:style w:type="character" w:customStyle="1" w:styleId="Corsivo">
    <w:name w:val="Corsivo"/>
    <w:rsid w:val="003633FE"/>
    <w:rPr>
      <w:rFonts w:ascii="Trebuchet MS" w:hAnsi="Trebuchet MS"/>
      <w:i/>
      <w:iCs/>
      <w:sz w:val="20"/>
    </w:rPr>
  </w:style>
  <w:style w:type="paragraph" w:customStyle="1" w:styleId="Titolocopertina">
    <w:name w:val="Titolo copertina"/>
    <w:basedOn w:val="Titolo1"/>
    <w:link w:val="TitolocopertinaCarattere"/>
    <w:rsid w:val="00466E6D"/>
    <w:pPr>
      <w:spacing w:line="360" w:lineRule="auto"/>
    </w:pPr>
    <w:rPr>
      <w:sz w:val="28"/>
    </w:rPr>
  </w:style>
  <w:style w:type="character" w:customStyle="1" w:styleId="Sottolineato">
    <w:name w:val="Sottolineato"/>
    <w:rsid w:val="003633FE"/>
    <w:rPr>
      <w:rFonts w:ascii="Trebuchet MS" w:hAnsi="Trebuchet MS"/>
      <w:sz w:val="20"/>
      <w:u w:val="single"/>
    </w:rPr>
  </w:style>
  <w:style w:type="character" w:customStyle="1" w:styleId="Titolo1sottolineato">
    <w:name w:val="Titolo 1 sottolineato"/>
    <w:rsid w:val="00705EBD"/>
    <w:rPr>
      <w:rFonts w:ascii="Trebuchet MS" w:hAnsi="Trebuchet MS"/>
      <w:b/>
      <w:sz w:val="28"/>
      <w:szCs w:val="28"/>
      <w:u w:val="single"/>
    </w:rPr>
  </w:style>
  <w:style w:type="numbering" w:customStyle="1" w:styleId="1ElencoTitolo">
    <w:name w:val="1. Elenco Titolo"/>
    <w:basedOn w:val="Nessunelenco"/>
    <w:rsid w:val="001C7294"/>
    <w:pPr>
      <w:numPr>
        <w:numId w:val="16"/>
      </w:numPr>
    </w:pPr>
  </w:style>
  <w:style w:type="character" w:customStyle="1" w:styleId="Grassettocorsivo">
    <w:name w:val="Grassetto corsivo"/>
    <w:rsid w:val="001B5EDA"/>
    <w:rPr>
      <w:rFonts w:ascii="Trebuchet MS" w:hAnsi="Trebuchet MS"/>
      <w:b/>
      <w:i/>
      <w:sz w:val="20"/>
    </w:rPr>
  </w:style>
  <w:style w:type="paragraph" w:customStyle="1" w:styleId="Corsivoblu">
    <w:name w:val="Corsivo blu"/>
    <w:basedOn w:val="Normale"/>
    <w:link w:val="CorsivobluCarattere"/>
    <w:rsid w:val="00950E64"/>
    <w:rPr>
      <w:i/>
      <w:color w:val="0000FF"/>
    </w:rPr>
  </w:style>
  <w:style w:type="character" w:customStyle="1" w:styleId="CorsivobluCarattere">
    <w:name w:val="Corsivo blu Carattere"/>
    <w:link w:val="Corsivoblu"/>
    <w:rsid w:val="00DB1891"/>
    <w:rPr>
      <w:rFonts w:ascii="Trebuchet MS" w:hAnsi="Trebuchet MS"/>
      <w:i/>
      <w:color w:val="0000FF"/>
      <w:szCs w:val="24"/>
      <w:lang w:val="it-IT" w:eastAsia="it-IT" w:bidi="ar-SA"/>
    </w:rPr>
  </w:style>
  <w:style w:type="paragraph" w:customStyle="1" w:styleId="Indirizzo">
    <w:name w:val="Indirizzo"/>
    <w:basedOn w:val="Normale"/>
    <w:autoRedefine/>
    <w:rsid w:val="0053469E"/>
    <w:pPr>
      <w:tabs>
        <w:tab w:val="left" w:pos="5103"/>
      </w:tabs>
      <w:ind w:left="5103"/>
    </w:pPr>
  </w:style>
  <w:style w:type="paragraph" w:styleId="Mappadocumento">
    <w:name w:val="Document Map"/>
    <w:basedOn w:val="Normale"/>
    <w:semiHidden/>
    <w:rsid w:val="004D7FDF"/>
    <w:pPr>
      <w:shd w:val="clear" w:color="auto" w:fill="000080"/>
    </w:pPr>
    <w:rPr>
      <w:rFonts w:ascii="Tahoma" w:hAnsi="Tahoma" w:cs="Tahoma"/>
    </w:rPr>
  </w:style>
  <w:style w:type="paragraph" w:styleId="Corpotesto">
    <w:name w:val="Body Text"/>
    <w:basedOn w:val="Normale"/>
    <w:link w:val="CorpotestoCarattere"/>
    <w:rsid w:val="0029405F"/>
    <w:pPr>
      <w:spacing w:after="120"/>
    </w:pPr>
  </w:style>
  <w:style w:type="character" w:customStyle="1" w:styleId="TITOLO1BLUCarattere">
    <w:name w:val="TITOLO 1 BLU Carattere"/>
    <w:link w:val="TITOLO1BLU"/>
    <w:rsid w:val="007F23FD"/>
    <w:rPr>
      <w:rFonts w:ascii="Trebuchet MS" w:hAnsi="Trebuchet MS" w:cs="Arial"/>
      <w:b/>
      <w:caps/>
      <w:color w:val="0000FF"/>
      <w:szCs w:val="24"/>
      <w:lang w:val="it-IT" w:eastAsia="it-IT" w:bidi="ar-SA"/>
    </w:rPr>
  </w:style>
  <w:style w:type="paragraph" w:customStyle="1" w:styleId="TITOLO1BLU">
    <w:name w:val="TITOLO 1 BLU"/>
    <w:basedOn w:val="Titolo1"/>
    <w:link w:val="TITOLO1BLUCarattere"/>
    <w:autoRedefine/>
    <w:rsid w:val="00466E6D"/>
    <w:pPr>
      <w:autoSpaceDE w:val="0"/>
      <w:autoSpaceDN w:val="0"/>
      <w:adjustRightInd w:val="0"/>
      <w:spacing w:line="520" w:lineRule="exact"/>
    </w:pPr>
    <w:rPr>
      <w:bCs w:val="0"/>
      <w:color w:val="0000FF"/>
      <w:kern w:val="0"/>
      <w:szCs w:val="24"/>
    </w:rPr>
  </w:style>
  <w:style w:type="paragraph" w:customStyle="1" w:styleId="Titolo1sottoluneato">
    <w:name w:val="Titolo 1 sottoluneato"/>
    <w:basedOn w:val="Titolo1"/>
    <w:autoRedefine/>
    <w:rsid w:val="00466E6D"/>
    <w:rPr>
      <w:u w:val="single"/>
    </w:rPr>
  </w:style>
  <w:style w:type="paragraph" w:customStyle="1" w:styleId="Titolo3blu">
    <w:name w:val="Titolo 3 blu"/>
    <w:basedOn w:val="Titolo3"/>
    <w:autoRedefine/>
    <w:rsid w:val="00466E6D"/>
    <w:rPr>
      <w:color w:val="0000FF"/>
    </w:rPr>
  </w:style>
  <w:style w:type="paragraph" w:customStyle="1" w:styleId="Titolo4blu">
    <w:name w:val="Titolo 4 blu"/>
    <w:basedOn w:val="Titolo4"/>
    <w:autoRedefine/>
    <w:rsid w:val="00466E6D"/>
    <w:rPr>
      <w:color w:val="0000FF"/>
      <w:szCs w:val="20"/>
    </w:rPr>
  </w:style>
  <w:style w:type="character" w:customStyle="1" w:styleId="Titolo1Carattere">
    <w:name w:val="Titolo 1 Carattere"/>
    <w:link w:val="Titolo1"/>
    <w:rsid w:val="0048791A"/>
    <w:rPr>
      <w:rFonts w:ascii="Trebuchet MS" w:hAnsi="Trebuchet MS" w:cs="Arial"/>
      <w:b/>
      <w:bCs/>
      <w:caps/>
      <w:kern w:val="32"/>
      <w:lang w:val="it-IT" w:eastAsia="it-IT" w:bidi="ar-SA"/>
    </w:rPr>
  </w:style>
  <w:style w:type="character" w:customStyle="1" w:styleId="TitolocopertinaCarattere">
    <w:name w:val="Titolo copertina Carattere"/>
    <w:link w:val="Titolocopertina"/>
    <w:rsid w:val="00466E6D"/>
    <w:rPr>
      <w:rFonts w:ascii="Trebuchet MS" w:hAnsi="Trebuchet MS" w:cs="Arial"/>
      <w:b/>
      <w:bCs/>
      <w:caps/>
      <w:kern w:val="32"/>
      <w:sz w:val="28"/>
      <w:lang w:val="it-IT" w:eastAsia="it-IT" w:bidi="ar-SA"/>
    </w:rPr>
  </w:style>
  <w:style w:type="paragraph" w:customStyle="1" w:styleId="StileCorpodeltestoCorsivo">
    <w:name w:val="Stile Corpo del testo + Corsivo"/>
    <w:basedOn w:val="Corpotesto"/>
    <w:rsid w:val="0029405F"/>
    <w:rPr>
      <w:i/>
      <w:iCs/>
    </w:rPr>
  </w:style>
  <w:style w:type="paragraph" w:customStyle="1" w:styleId="StileCorpodeltestoCorsivo1">
    <w:name w:val="Stile Corpo del testo + Corsivo1"/>
    <w:basedOn w:val="Corpotesto"/>
    <w:link w:val="StileCorpodeltestoCorsivo1Carattere"/>
    <w:rsid w:val="0084444F"/>
    <w:rPr>
      <w:i/>
      <w:iCs/>
    </w:rPr>
  </w:style>
  <w:style w:type="character" w:customStyle="1" w:styleId="CorpotestoCarattere">
    <w:name w:val="Corpo testo Carattere"/>
    <w:link w:val="Corpotesto"/>
    <w:rsid w:val="0084444F"/>
    <w:rPr>
      <w:rFonts w:ascii="Trebuchet MS" w:hAnsi="Trebuchet MS"/>
      <w:szCs w:val="24"/>
      <w:lang w:val="it-IT" w:eastAsia="it-IT" w:bidi="ar-SA"/>
    </w:rPr>
  </w:style>
  <w:style w:type="character" w:customStyle="1" w:styleId="StileCorpodeltestoCorsivo1Carattere">
    <w:name w:val="Stile Corpo del testo + Corsivo1 Carattere"/>
    <w:link w:val="StileCorpodeltestoCorsivo1"/>
    <w:rsid w:val="0084444F"/>
    <w:rPr>
      <w:rFonts w:ascii="Trebuchet MS" w:hAnsi="Trebuchet MS"/>
      <w:i/>
      <w:iCs/>
      <w:szCs w:val="24"/>
      <w:lang w:val="it-IT" w:eastAsia="it-IT" w:bidi="ar-SA"/>
    </w:rPr>
  </w:style>
  <w:style w:type="character" w:customStyle="1" w:styleId="StileGrassetto">
    <w:name w:val="Stile Grassetto"/>
    <w:rsid w:val="0084444F"/>
    <w:rPr>
      <w:b/>
      <w:bCs/>
    </w:rPr>
  </w:style>
  <w:style w:type="paragraph" w:customStyle="1" w:styleId="StileSinistro625cm">
    <w:name w:val="Stile Sinistro:  625 cm"/>
    <w:basedOn w:val="Normale"/>
    <w:rsid w:val="0084444F"/>
    <w:pPr>
      <w:ind w:left="3545"/>
    </w:pPr>
    <w:rPr>
      <w:szCs w:val="20"/>
    </w:rPr>
  </w:style>
  <w:style w:type="paragraph" w:customStyle="1" w:styleId="StileIndirizzoGrassetto">
    <w:name w:val="Stile Indirizzo + Grassetto"/>
    <w:basedOn w:val="Indirizzo"/>
    <w:rsid w:val="0084444F"/>
    <w:rPr>
      <w:b/>
      <w:bCs/>
    </w:rPr>
  </w:style>
  <w:style w:type="paragraph" w:customStyle="1" w:styleId="StileTitolocopertinaNonGrassettoGiustificato">
    <w:name w:val="Stile Titolo copertina + Non Grassetto Giustificato"/>
    <w:basedOn w:val="Titolocopertina"/>
    <w:rsid w:val="0084444F"/>
    <w:pPr>
      <w:jc w:val="both"/>
    </w:pPr>
    <w:rPr>
      <w:rFonts w:cs="Times New Roman"/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3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0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oberta.pirone\Dati%20applicazioni\Microsoft\Modelli\Trebuchet_new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Trebuchet_new.dot</Template>
  <TotalTime>0</TotalTime>
  <Pages>1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8</vt:lpstr>
    </vt:vector>
  </TitlesOfParts>
  <LinksUpToDate>false</LinksUpToDate>
  <CharactersWithSpaces>4923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8</dc:title>
  <dc:creator/>
  <cp:lastModifiedBy/>
  <cp:revision>1</cp:revision>
  <cp:lastPrinted>1900-12-31T23:00:00Z</cp:lastPrinted>
  <dcterms:created xsi:type="dcterms:W3CDTF">2016-02-16T10:55:00Z</dcterms:created>
  <dcterms:modified xsi:type="dcterms:W3CDTF">2016-02-18T13:04:00Z</dcterms:modified>
</cp:coreProperties>
</file>