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1F" w:rsidRDefault="00634D80" w:rsidP="00583B68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ALLEGATO</w:t>
      </w:r>
      <w:r w:rsidR="002F333F">
        <w:rPr>
          <w:rFonts w:cs="Arial"/>
          <w:b/>
          <w:sz w:val="22"/>
          <w:szCs w:val="22"/>
        </w:rPr>
        <w:t xml:space="preserve"> </w:t>
      </w:r>
      <w:r w:rsidR="00E1034D">
        <w:rPr>
          <w:rFonts w:cs="Arial"/>
          <w:b/>
          <w:sz w:val="22"/>
          <w:szCs w:val="22"/>
        </w:rPr>
        <w:t>1</w:t>
      </w:r>
      <w:r w:rsidR="009610B4">
        <w:rPr>
          <w:rFonts w:cs="Arial"/>
          <w:b/>
          <w:sz w:val="22"/>
          <w:szCs w:val="22"/>
        </w:rPr>
        <w:t>3</w:t>
      </w:r>
      <w:bookmarkStart w:id="0" w:name="_GoBack"/>
      <w:bookmarkEnd w:id="0"/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Il sottoscritto ………………………………… nato a ………………………. il ………………… residente in ……………………….…………. Via/Piazza ……………………………………… ………………….. codice fiscale n …..……………………………… documento di identità ……………………………… rilasciato il ………………… da …………………………………… </w:t>
      </w:r>
    </w:p>
    <w:p w:rsidR="008E711F" w:rsidRDefault="008E711F" w:rsidP="008E711F">
      <w:pPr>
        <w:jc w:val="both"/>
        <w:rPr>
          <w:rFonts w:cs="Arial"/>
          <w:b/>
        </w:rPr>
      </w:pPr>
      <w:r>
        <w:rPr>
          <w:rFonts w:cs="Arial"/>
          <w:sz w:val="22"/>
          <w:szCs w:val="22"/>
        </w:rPr>
        <w:t xml:space="preserve">in qualità di ………………………………………... </w:t>
      </w:r>
      <w:r w:rsidRPr="00521692">
        <w:rPr>
          <w:rFonts w:cs="Arial"/>
          <w:b/>
        </w:rPr>
        <w:t>(1)</w:t>
      </w:r>
      <w:r w:rsidR="00754495">
        <w:rPr>
          <w:rFonts w:cs="Arial"/>
          <w:b/>
        </w:rPr>
        <w:t xml:space="preserve"> </w:t>
      </w:r>
      <w:r w:rsidR="00754495" w:rsidRPr="009470D5">
        <w:rPr>
          <w:rFonts w:cs="Arial"/>
        </w:rPr>
        <w:t>della Società……………………………..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(avvalendosi delle facoltà concesse dagli art 46 e 47 del D.P.R. del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cs="Arial"/>
            <w:sz w:val="22"/>
            <w:szCs w:val="22"/>
          </w:rPr>
          <w:t>28 dicembre 2000</w:t>
        </w:r>
      </w:smartTag>
      <w:r>
        <w:rPr>
          <w:rFonts w:cs="Arial"/>
          <w:sz w:val="22"/>
          <w:szCs w:val="22"/>
        </w:rPr>
        <w:t xml:space="preserve"> n. 445 e consapevole delle sanzioni di cui all’art. 76 del medesimo D.P.R.)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DICHIARA CHE</w:t>
      </w: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non sussistono rapporti di parentela, coniugio, affinità entro il 4° grado o di convivenza con </w:t>
      </w:r>
      <w:r w:rsidR="003C02B5">
        <w:rPr>
          <w:rFonts w:cs="Arial"/>
          <w:sz w:val="22"/>
          <w:szCs w:val="22"/>
        </w:rPr>
        <w:t xml:space="preserve">i </w:t>
      </w:r>
      <w:r>
        <w:rPr>
          <w:rFonts w:cs="Arial"/>
          <w:sz w:val="22"/>
          <w:szCs w:val="22"/>
        </w:rPr>
        <w:t>componenti dell’</w:t>
      </w:r>
      <w:r w:rsidRPr="007474B0">
        <w:rPr>
          <w:rFonts w:cs="Arial"/>
          <w:b/>
          <w:sz w:val="22"/>
          <w:szCs w:val="22"/>
        </w:rPr>
        <w:t xml:space="preserve">Organo di Amministrazione </w:t>
      </w:r>
      <w:r>
        <w:rPr>
          <w:rFonts w:cs="Arial"/>
          <w:sz w:val="22"/>
          <w:szCs w:val="22"/>
        </w:rPr>
        <w:t xml:space="preserve">e i </w:t>
      </w:r>
      <w:r w:rsidRPr="007474B0">
        <w:rPr>
          <w:rFonts w:cs="Arial"/>
          <w:b/>
          <w:sz w:val="22"/>
          <w:szCs w:val="22"/>
        </w:rPr>
        <w:t>Dirigenti</w:t>
      </w:r>
      <w:r>
        <w:rPr>
          <w:rFonts w:cs="Arial"/>
          <w:sz w:val="22"/>
          <w:szCs w:val="22"/>
        </w:rPr>
        <w:t xml:space="preserve"> di Sogei, i cui nominativi sono consultabili al sul sito </w:t>
      </w:r>
      <w:hyperlink r:id="rId12" w:history="1">
        <w:r w:rsidRPr="00EC16D0">
          <w:rPr>
            <w:rStyle w:val="Collegamentoipertestuale"/>
            <w:rFonts w:cs="Arial"/>
            <w:sz w:val="22"/>
            <w:szCs w:val="22"/>
          </w:rPr>
          <w:t>www.sogei.it</w:t>
        </w:r>
      </w:hyperlink>
      <w:r>
        <w:rPr>
          <w:rFonts w:cs="Arial"/>
          <w:sz w:val="22"/>
          <w:szCs w:val="22"/>
        </w:rPr>
        <w:t xml:space="preserve">, sezione “Società Trasparente”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 xml:space="preserve">OVVERO </w:t>
      </w:r>
      <w:r>
        <w:rPr>
          <w:rFonts w:cs="Arial"/>
          <w:i/>
          <w:sz w:val="22"/>
          <w:szCs w:val="22"/>
        </w:rPr>
        <w:t xml:space="preserve">DICHIARA </w:t>
      </w:r>
      <w:r w:rsidRPr="00521692">
        <w:rPr>
          <w:rFonts w:cs="Arial"/>
          <w:i/>
          <w:sz w:val="22"/>
          <w:szCs w:val="22"/>
        </w:rPr>
        <w:t>CHE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Sussistono i seguenti rapporti:</w:t>
      </w: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Il sottoscritto si impegna a comunicare tempestivamente alla Sogei nel corso dell’esecuzione del contratto l’eventuale insorgere di nuove situazioni rispetto a quanto comunicato con la presente.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Data                                                                                      Firma</w:t>
      </w: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3C02B5" w:rsidRPr="00754495" w:rsidRDefault="008E711F" w:rsidP="00754495">
      <w:pPr>
        <w:pStyle w:val="Paragrafoelenco"/>
        <w:numPr>
          <w:ilvl w:val="0"/>
          <w:numId w:val="19"/>
        </w:numPr>
        <w:jc w:val="both"/>
        <w:rPr>
          <w:rFonts w:cs="Arial"/>
          <w:i/>
          <w:sz w:val="18"/>
          <w:szCs w:val="18"/>
        </w:rPr>
      </w:pPr>
      <w:r w:rsidRPr="00754495">
        <w:rPr>
          <w:rFonts w:cs="Arial"/>
          <w:i/>
          <w:sz w:val="18"/>
          <w:szCs w:val="18"/>
        </w:rPr>
        <w:t xml:space="preserve">da compilare a cura di ciascuno dei </w:t>
      </w:r>
      <w:r w:rsidRPr="00754495">
        <w:rPr>
          <w:rFonts w:cs="Arial"/>
          <w:b/>
          <w:i/>
          <w:sz w:val="18"/>
          <w:szCs w:val="18"/>
        </w:rPr>
        <w:t>componenti dell’Organo di Amministrazione</w:t>
      </w:r>
      <w:r w:rsidR="003C02B5" w:rsidRPr="00754495">
        <w:rPr>
          <w:rFonts w:cs="Arial"/>
          <w:b/>
          <w:i/>
          <w:sz w:val="18"/>
          <w:szCs w:val="18"/>
        </w:rPr>
        <w:t xml:space="preserve"> e da ciascuno dei Dirigenti</w:t>
      </w:r>
      <w:r w:rsidR="003C02B5" w:rsidRPr="00754495">
        <w:rPr>
          <w:rFonts w:cs="Arial"/>
          <w:i/>
          <w:sz w:val="18"/>
          <w:szCs w:val="18"/>
        </w:rPr>
        <w:t>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 xml:space="preserve">La presente dichiarazione può essere resa </w:t>
      </w:r>
      <w:r w:rsidR="008E711F" w:rsidRPr="00583B68">
        <w:rPr>
          <w:rFonts w:cs="Arial"/>
          <w:i/>
          <w:sz w:val="18"/>
          <w:szCs w:val="18"/>
        </w:rPr>
        <w:t xml:space="preserve"> dal Legale Rappresentante o procuratore speciale del Fornitore, anche per conto di</w:t>
      </w:r>
      <w:r w:rsidRPr="00583B68">
        <w:rPr>
          <w:rFonts w:cs="Arial"/>
          <w:i/>
          <w:sz w:val="18"/>
          <w:szCs w:val="18"/>
        </w:rPr>
        <w:t xml:space="preserve"> tutti i soggetti tenuti (amministratori e dirigenti), fermo restando che in tal caso dovranno essere nominativamente indicati i soggetti per conto dei quali la dichiarazione viene resa.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>In caso di RTI o di Consorzio, la presente dichiarazione deve essere resa da ciascuna delle società costituenti il RTI e/o il Consorzio da parte e/o per conto di tutti i soggetti tenuti (amministratori e dirigenti)</w:t>
      </w:r>
    </w:p>
    <w:p w:rsidR="008E711F" w:rsidRPr="00521692" w:rsidRDefault="008E711F" w:rsidP="00754495">
      <w:pPr>
        <w:rPr>
          <w:rFonts w:cs="Arial"/>
          <w:b/>
          <w:sz w:val="18"/>
          <w:szCs w:val="18"/>
        </w:rPr>
      </w:pPr>
    </w:p>
    <w:sectPr w:rsidR="008E711F" w:rsidRPr="00521692" w:rsidSect="009A123B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D40" w:rsidRDefault="006E3D40">
      <w:r>
        <w:separator/>
      </w:r>
    </w:p>
  </w:endnote>
  <w:endnote w:type="continuationSeparator" w:id="0">
    <w:p w:rsidR="006E3D40" w:rsidRDefault="006E3D40">
      <w:r>
        <w:continuationSeparator/>
      </w:r>
    </w:p>
  </w:endnote>
  <w:endnote w:type="continuationNotice" w:id="1">
    <w:p w:rsidR="006E3D40" w:rsidRDefault="006E3D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A30FF3">
          <w:pPr>
            <w:pStyle w:val="Pidipagina"/>
          </w:pPr>
          <w:r>
            <w:t>PC</w:t>
          </w:r>
          <w:r w:rsidR="001C5F03">
            <w:t>-34-</w:t>
          </w:r>
          <w:r>
            <w:t>PC</w:t>
          </w:r>
          <w:r w:rsidR="006503CB">
            <w:t>-00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200612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r w:rsidR="006E3D40">
            <w:fldChar w:fldCharType="begin"/>
          </w:r>
          <w:r w:rsidR="006E3D40">
            <w:instrText xml:space="preserve"> NUMPAGES  \* MERGEFORMAT </w:instrText>
          </w:r>
          <w:r w:rsidR="006E3D40">
            <w:fldChar w:fldCharType="separate"/>
          </w:r>
          <w:r w:rsidR="00200612" w:rsidRPr="00200612">
            <w:rPr>
              <w:rStyle w:val="Numeropagina"/>
              <w:noProof/>
            </w:rPr>
            <w:t>2</w:t>
          </w:r>
          <w:r w:rsidR="006E3D40">
            <w:rPr>
              <w:rStyle w:val="Numeropagina"/>
              <w:noProof/>
            </w:rPr>
            <w:fldChar w:fldCharType="end"/>
          </w:r>
        </w:p>
      </w:tc>
    </w:tr>
  </w:tbl>
  <w:p w:rsidR="00BE4B78" w:rsidRDefault="00BE4B7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3C5C38">
          <w:pPr>
            <w:pStyle w:val="Pidipagina"/>
          </w:pPr>
          <w:r>
            <w:t>PC</w:t>
          </w:r>
          <w:r w:rsidR="009A123B">
            <w:t>-34-</w:t>
          </w:r>
          <w:r>
            <w:t>PC</w:t>
          </w:r>
          <w:r w:rsidR="00BE4B78">
            <w:t>-</w:t>
          </w:r>
          <w:r w:rsidR="006503CB">
            <w:t>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9610B4">
            <w:rPr>
              <w:rStyle w:val="Numeropagina"/>
              <w:noProof/>
            </w:rPr>
            <w:t>1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r w:rsidR="006E3D40">
            <w:fldChar w:fldCharType="begin"/>
          </w:r>
          <w:r w:rsidR="006E3D40">
            <w:instrText xml:space="preserve"> NUMPAGES  \* MERGEFORMAT </w:instrText>
          </w:r>
          <w:r w:rsidR="006E3D40">
            <w:fldChar w:fldCharType="separate"/>
          </w:r>
          <w:r w:rsidR="009610B4" w:rsidRPr="009610B4">
            <w:rPr>
              <w:rStyle w:val="Numeropagina"/>
              <w:noProof/>
            </w:rPr>
            <w:t>1</w:t>
          </w:r>
          <w:r w:rsidR="006E3D40">
            <w:rPr>
              <w:rStyle w:val="Numeropagina"/>
              <w:noProof/>
            </w:rPr>
            <w:fldChar w:fldCharType="end"/>
          </w:r>
        </w:p>
      </w:tc>
    </w:tr>
  </w:tbl>
  <w:p w:rsidR="00BE4B78" w:rsidRDefault="00BE4B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D40" w:rsidRDefault="006E3D40">
      <w:r>
        <w:separator/>
      </w:r>
    </w:p>
  </w:footnote>
  <w:footnote w:type="continuationSeparator" w:id="0">
    <w:p w:rsidR="006E3D40" w:rsidRDefault="006E3D40">
      <w:r>
        <w:continuationSeparator/>
      </w:r>
    </w:p>
  </w:footnote>
  <w:footnote w:type="continuationNotice" w:id="1">
    <w:p w:rsidR="006E3D40" w:rsidRDefault="006E3D4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345"/>
      <w:gridCol w:w="2299"/>
    </w:tblGrid>
    <w:tr w:rsidR="00BE4B78" w:rsidRPr="00561204" w:rsidTr="00561204">
      <w:tc>
        <w:tcPr>
          <w:tcW w:w="6345" w:type="dxa"/>
          <w:tcBorders>
            <w:bottom w:val="single" w:sz="6" w:space="0" w:color="74787D"/>
          </w:tcBorders>
        </w:tcPr>
        <w:p w:rsidR="00BE4B78" w:rsidRDefault="00232BEC" w:rsidP="006503CB">
          <w:pPr>
            <w:pStyle w:val="Pidipagina"/>
          </w:pPr>
          <w:r>
            <w:t>U</w:t>
          </w:r>
          <w:r w:rsidR="00BE4B78">
            <w:t xml:space="preserve">so </w:t>
          </w:r>
          <w:r w:rsidR="006503CB">
            <w:t>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:rsidR="00BE4B78" w:rsidRDefault="00CB2D52" w:rsidP="004518D9">
          <w:pPr>
            <w:pStyle w:val="Pidipagina"/>
            <w:jc w:val="right"/>
          </w:pPr>
          <w:r>
            <w:t>14</w:t>
          </w:r>
          <w:r w:rsidR="00583B68">
            <w:t xml:space="preserve"> </w:t>
          </w:r>
          <w:r w:rsidR="004518D9">
            <w:t>novembre</w:t>
          </w:r>
          <w:r w:rsidR="00232BEC">
            <w:t xml:space="preserve"> 2016</w:t>
          </w:r>
        </w:p>
      </w:tc>
    </w:tr>
  </w:tbl>
  <w:p w:rsidR="00BE4B78" w:rsidRDefault="00BE4B7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B78" w:rsidRPr="00232BEC" w:rsidRDefault="00BE4B78">
    <w:pPr>
      <w:pStyle w:val="Intestazione"/>
      <w:rPr>
        <w:i/>
        <w:sz w:val="20"/>
      </w:rPr>
    </w:pPr>
    <w:r w:rsidRPr="00232BEC">
      <w:rPr>
        <w:i/>
        <w:noProof/>
        <w:sz w:val="20"/>
      </w:rPr>
      <w:drawing>
        <wp:anchor distT="0" distB="0" distL="114300" distR="114300" simplePos="0" relativeHeight="251657216" behindDoc="0" locked="0" layoutInCell="1" allowOverlap="1" wp14:anchorId="497618E4" wp14:editId="52A5BDA4">
          <wp:simplePos x="0" y="0"/>
          <wp:positionH relativeFrom="column">
            <wp:posOffset>3961765</wp:posOffset>
          </wp:positionH>
          <wp:positionV relativeFrom="paragraph">
            <wp:posOffset>-218440</wp:posOffset>
          </wp:positionV>
          <wp:extent cx="1800225" cy="835660"/>
          <wp:effectExtent l="0" t="0" r="9525" b="2540"/>
          <wp:wrapNone/>
          <wp:docPr id="1" name="Immagine 1" descr="Sogei_4C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Sogei_4C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835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618D2B8"/>
    <w:lvl w:ilvl="0">
      <w:start w:val="1"/>
      <w:numFmt w:val="decimal"/>
      <w:pStyle w:val="Titolo1"/>
      <w:lvlText w:val="%1."/>
      <w:lvlJc w:val="left"/>
      <w:pPr>
        <w:tabs>
          <w:tab w:val="num" w:pos="794"/>
        </w:tabs>
        <w:ind w:left="794" w:hanging="794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907" w:hanging="907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>
    <w:nsid w:val="017F0B92"/>
    <w:multiLevelType w:val="hybridMultilevel"/>
    <w:tmpl w:val="2BC822A8"/>
    <w:lvl w:ilvl="0" w:tplc="6B20135C">
      <w:start w:val="1"/>
      <w:numFmt w:val="decimal"/>
      <w:pStyle w:val="Puntinumeri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E15FDC"/>
    <w:multiLevelType w:val="hybridMultilevel"/>
    <w:tmpl w:val="CC264FA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B102C9"/>
    <w:multiLevelType w:val="hybridMultilevel"/>
    <w:tmpl w:val="0A605674"/>
    <w:lvl w:ilvl="0" w:tplc="29447C46">
      <w:start w:val="1"/>
      <w:numFmt w:val="lowerLetter"/>
      <w:pStyle w:val="Puntilettere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3B6281"/>
    <w:multiLevelType w:val="hybridMultilevel"/>
    <w:tmpl w:val="1BD07292"/>
    <w:lvl w:ilvl="0" w:tplc="443415F8">
      <w:start w:val="1"/>
      <w:numFmt w:val="bullet"/>
      <w:pStyle w:val="Trattinotitoli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393985"/>
    <w:multiLevelType w:val="hybridMultilevel"/>
    <w:tmpl w:val="C01EDF8C"/>
    <w:lvl w:ilvl="0" w:tplc="A640701E">
      <w:start w:val="1"/>
      <w:numFmt w:val="bullet"/>
      <w:pStyle w:val="Puntinotitoli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01F1B"/>
    <w:multiLevelType w:val="hybridMultilevel"/>
    <w:tmpl w:val="6902E8D0"/>
    <w:lvl w:ilvl="0" w:tplc="02AE05F8">
      <w:start w:val="1"/>
      <w:numFmt w:val="bullet"/>
      <w:pStyle w:val="Trattinoamargine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000000"/>
        <w:sz w:val="20"/>
      </w:rPr>
    </w:lvl>
    <w:lvl w:ilvl="1" w:tplc="04100019" w:tentative="1">
      <w:start w:val="1"/>
      <w:numFmt w:val="bullet"/>
      <w:lvlText w:val="o"/>
      <w:lvlJc w:val="left"/>
      <w:pPr>
        <w:tabs>
          <w:tab w:val="num" w:pos="533"/>
        </w:tabs>
        <w:ind w:left="533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1253"/>
        </w:tabs>
        <w:ind w:left="1253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1973"/>
        </w:tabs>
        <w:ind w:left="1973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693"/>
        </w:tabs>
        <w:ind w:left="2693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413"/>
        </w:tabs>
        <w:ind w:left="3413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133"/>
        </w:tabs>
        <w:ind w:left="4133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4853"/>
        </w:tabs>
        <w:ind w:left="4853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573"/>
        </w:tabs>
        <w:ind w:left="5573" w:hanging="360"/>
      </w:pPr>
      <w:rPr>
        <w:rFonts w:ascii="Wingdings" w:hAnsi="Wingdings" w:hint="default"/>
      </w:rPr>
    </w:lvl>
  </w:abstractNum>
  <w:abstractNum w:abstractNumId="7">
    <w:nsid w:val="38DD4386"/>
    <w:multiLevelType w:val="hybridMultilevel"/>
    <w:tmpl w:val="58F08B18"/>
    <w:lvl w:ilvl="0" w:tplc="A6827D62">
      <w:start w:val="1"/>
      <w:numFmt w:val="bullet"/>
      <w:pStyle w:val="Trattino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B9664F"/>
    <w:multiLevelType w:val="hybridMultilevel"/>
    <w:tmpl w:val="3140A9BA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F16605D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79107D"/>
    <w:multiLevelType w:val="hybridMultilevel"/>
    <w:tmpl w:val="7F0EA44E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11969"/>
    <w:multiLevelType w:val="hybridMultilevel"/>
    <w:tmpl w:val="06AEBAA4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56E2D"/>
    <w:multiLevelType w:val="hybridMultilevel"/>
    <w:tmpl w:val="B47EF5E6"/>
    <w:lvl w:ilvl="0" w:tplc="B2DAE4B6">
      <w:start w:val="1"/>
      <w:numFmt w:val="lowerLetter"/>
      <w:pStyle w:val="Puntiletteretitoli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CE23AB"/>
    <w:multiLevelType w:val="hybridMultilevel"/>
    <w:tmpl w:val="12B87FA0"/>
    <w:lvl w:ilvl="0" w:tplc="E8BAE4A2">
      <w:start w:val="1"/>
      <w:numFmt w:val="bullet"/>
      <w:pStyle w:val="Puntino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A81CC6"/>
    <w:multiLevelType w:val="hybridMultilevel"/>
    <w:tmpl w:val="A22033FA"/>
    <w:lvl w:ilvl="0" w:tplc="69F40CAC">
      <w:start w:val="1"/>
      <w:numFmt w:val="decimal"/>
      <w:lvlText w:val="(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7A86482"/>
    <w:multiLevelType w:val="hybridMultilevel"/>
    <w:tmpl w:val="28824918"/>
    <w:lvl w:ilvl="0" w:tplc="7896760A">
      <w:start w:val="1"/>
      <w:numFmt w:val="bullet"/>
      <w:pStyle w:val="Rombo"/>
      <w:lvlText w:val=""/>
      <w:lvlJc w:val="left"/>
      <w:pPr>
        <w:tabs>
          <w:tab w:val="num" w:pos="1074"/>
        </w:tabs>
        <w:ind w:left="1071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9FF30F6"/>
    <w:multiLevelType w:val="hybridMultilevel"/>
    <w:tmpl w:val="530C8048"/>
    <w:lvl w:ilvl="0" w:tplc="031CBB42">
      <w:start w:val="1"/>
      <w:numFmt w:val="bullet"/>
      <w:pStyle w:val="Rombotitoli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6F3CA0"/>
    <w:multiLevelType w:val="hybridMultilevel"/>
    <w:tmpl w:val="E93668C2"/>
    <w:lvl w:ilvl="0" w:tplc="1838991C">
      <w:start w:val="8"/>
      <w:numFmt w:val="bullet"/>
      <w:lvlText w:val=""/>
      <w:lvlJc w:val="left"/>
      <w:pPr>
        <w:ind w:left="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6"/>
  </w:num>
  <w:num w:numId="5">
    <w:abstractNumId w:val="3"/>
  </w:num>
  <w:num w:numId="6">
    <w:abstractNumId w:val="4"/>
  </w:num>
  <w:num w:numId="7">
    <w:abstractNumId w:val="5"/>
  </w:num>
  <w:num w:numId="8">
    <w:abstractNumId w:val="17"/>
  </w:num>
  <w:num w:numId="9">
    <w:abstractNumId w:val="12"/>
  </w:num>
  <w:num w:numId="10">
    <w:abstractNumId w:val="1"/>
  </w:num>
  <w:num w:numId="11">
    <w:abstractNumId w:val="6"/>
  </w:num>
  <w:num w:numId="12">
    <w:abstractNumId w:val="10"/>
  </w:num>
  <w:num w:numId="13">
    <w:abstractNumId w:val="18"/>
  </w:num>
  <w:num w:numId="14">
    <w:abstractNumId w:val="19"/>
  </w:num>
  <w:num w:numId="15">
    <w:abstractNumId w:val="15"/>
  </w:num>
  <w:num w:numId="16">
    <w:abstractNumId w:val="11"/>
  </w:num>
  <w:num w:numId="17">
    <w:abstractNumId w:val="8"/>
  </w:num>
  <w:num w:numId="18">
    <w:abstractNumId w:val="2"/>
  </w:num>
  <w:num w:numId="19">
    <w:abstractNumId w:val="13"/>
  </w:num>
  <w:num w:numId="20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5D"/>
    <w:rsid w:val="00017CD0"/>
    <w:rsid w:val="00037076"/>
    <w:rsid w:val="00040010"/>
    <w:rsid w:val="00042102"/>
    <w:rsid w:val="000542FE"/>
    <w:rsid w:val="00057BB5"/>
    <w:rsid w:val="00065F67"/>
    <w:rsid w:val="00066F13"/>
    <w:rsid w:val="000679A8"/>
    <w:rsid w:val="00071804"/>
    <w:rsid w:val="0007242F"/>
    <w:rsid w:val="00075920"/>
    <w:rsid w:val="00077D59"/>
    <w:rsid w:val="00083C96"/>
    <w:rsid w:val="00087694"/>
    <w:rsid w:val="00087E23"/>
    <w:rsid w:val="000A45E8"/>
    <w:rsid w:val="000A5CE3"/>
    <w:rsid w:val="000A6970"/>
    <w:rsid w:val="000A7285"/>
    <w:rsid w:val="000B0B94"/>
    <w:rsid w:val="000B3941"/>
    <w:rsid w:val="000B7013"/>
    <w:rsid w:val="000C494C"/>
    <w:rsid w:val="000C6CB4"/>
    <w:rsid w:val="000D22CD"/>
    <w:rsid w:val="000F1A16"/>
    <w:rsid w:val="000F452B"/>
    <w:rsid w:val="000F561C"/>
    <w:rsid w:val="000F5B92"/>
    <w:rsid w:val="00105BE6"/>
    <w:rsid w:val="0011139F"/>
    <w:rsid w:val="00127B33"/>
    <w:rsid w:val="0013572A"/>
    <w:rsid w:val="001361FA"/>
    <w:rsid w:val="001370E1"/>
    <w:rsid w:val="0014492B"/>
    <w:rsid w:val="001458CB"/>
    <w:rsid w:val="00147732"/>
    <w:rsid w:val="00153DF2"/>
    <w:rsid w:val="0015781B"/>
    <w:rsid w:val="001603F5"/>
    <w:rsid w:val="00166C16"/>
    <w:rsid w:val="001676CB"/>
    <w:rsid w:val="001758FA"/>
    <w:rsid w:val="0018349F"/>
    <w:rsid w:val="001939B2"/>
    <w:rsid w:val="001A3CF2"/>
    <w:rsid w:val="001A40DC"/>
    <w:rsid w:val="001A5CAA"/>
    <w:rsid w:val="001A70F0"/>
    <w:rsid w:val="001B64B3"/>
    <w:rsid w:val="001C5F03"/>
    <w:rsid w:val="001D3AFD"/>
    <w:rsid w:val="001F0792"/>
    <w:rsid w:val="001F0E4F"/>
    <w:rsid w:val="001F3FEB"/>
    <w:rsid w:val="001F7386"/>
    <w:rsid w:val="00200612"/>
    <w:rsid w:val="0020235E"/>
    <w:rsid w:val="00205616"/>
    <w:rsid w:val="002062BF"/>
    <w:rsid w:val="00210B56"/>
    <w:rsid w:val="002119C0"/>
    <w:rsid w:val="002224F0"/>
    <w:rsid w:val="002232EF"/>
    <w:rsid w:val="00224DCC"/>
    <w:rsid w:val="00232BEC"/>
    <w:rsid w:val="00242582"/>
    <w:rsid w:val="00242734"/>
    <w:rsid w:val="00242A28"/>
    <w:rsid w:val="00243803"/>
    <w:rsid w:val="002514E1"/>
    <w:rsid w:val="00257080"/>
    <w:rsid w:val="00260003"/>
    <w:rsid w:val="002731E9"/>
    <w:rsid w:val="002769B6"/>
    <w:rsid w:val="002807AC"/>
    <w:rsid w:val="00287BE0"/>
    <w:rsid w:val="00297A04"/>
    <w:rsid w:val="002B1C07"/>
    <w:rsid w:val="002B308C"/>
    <w:rsid w:val="002C16B2"/>
    <w:rsid w:val="002C1EBC"/>
    <w:rsid w:val="002C426D"/>
    <w:rsid w:val="002D3E08"/>
    <w:rsid w:val="002E250F"/>
    <w:rsid w:val="002E4481"/>
    <w:rsid w:val="002F333F"/>
    <w:rsid w:val="002F3FB7"/>
    <w:rsid w:val="002F4786"/>
    <w:rsid w:val="002F6CC6"/>
    <w:rsid w:val="002F7B13"/>
    <w:rsid w:val="00300529"/>
    <w:rsid w:val="00301FC4"/>
    <w:rsid w:val="003030AB"/>
    <w:rsid w:val="00306A62"/>
    <w:rsid w:val="00306C1B"/>
    <w:rsid w:val="003074BB"/>
    <w:rsid w:val="00312F38"/>
    <w:rsid w:val="00316810"/>
    <w:rsid w:val="0033301C"/>
    <w:rsid w:val="00342EED"/>
    <w:rsid w:val="00343750"/>
    <w:rsid w:val="00345D93"/>
    <w:rsid w:val="0035255D"/>
    <w:rsid w:val="00356098"/>
    <w:rsid w:val="00356449"/>
    <w:rsid w:val="00357010"/>
    <w:rsid w:val="00364C9B"/>
    <w:rsid w:val="00367A5A"/>
    <w:rsid w:val="00367E57"/>
    <w:rsid w:val="003749DB"/>
    <w:rsid w:val="00392EA1"/>
    <w:rsid w:val="003A3D28"/>
    <w:rsid w:val="003A41A2"/>
    <w:rsid w:val="003C02B5"/>
    <w:rsid w:val="003C575D"/>
    <w:rsid w:val="003C5C38"/>
    <w:rsid w:val="003D380F"/>
    <w:rsid w:val="003D786A"/>
    <w:rsid w:val="003E3583"/>
    <w:rsid w:val="003E3D1F"/>
    <w:rsid w:val="003F06D7"/>
    <w:rsid w:val="003F4BF9"/>
    <w:rsid w:val="00402B32"/>
    <w:rsid w:val="00404C92"/>
    <w:rsid w:val="004121D5"/>
    <w:rsid w:val="00412350"/>
    <w:rsid w:val="004143D2"/>
    <w:rsid w:val="004231D0"/>
    <w:rsid w:val="0043532B"/>
    <w:rsid w:val="00440693"/>
    <w:rsid w:val="0044082C"/>
    <w:rsid w:val="004518D9"/>
    <w:rsid w:val="00463240"/>
    <w:rsid w:val="004638B5"/>
    <w:rsid w:val="00463ADF"/>
    <w:rsid w:val="00465842"/>
    <w:rsid w:val="00465A59"/>
    <w:rsid w:val="004677A9"/>
    <w:rsid w:val="00467B15"/>
    <w:rsid w:val="00470061"/>
    <w:rsid w:val="004703D7"/>
    <w:rsid w:val="0048325A"/>
    <w:rsid w:val="004873BC"/>
    <w:rsid w:val="004A0FA7"/>
    <w:rsid w:val="004A461F"/>
    <w:rsid w:val="004A4693"/>
    <w:rsid w:val="004A48C9"/>
    <w:rsid w:val="004B3104"/>
    <w:rsid w:val="004B5A1B"/>
    <w:rsid w:val="004D3530"/>
    <w:rsid w:val="004E0F8A"/>
    <w:rsid w:val="004E5C80"/>
    <w:rsid w:val="004E77DC"/>
    <w:rsid w:val="004E7A23"/>
    <w:rsid w:val="004F5DC9"/>
    <w:rsid w:val="004F66AC"/>
    <w:rsid w:val="004F6B5C"/>
    <w:rsid w:val="004F7607"/>
    <w:rsid w:val="0050063E"/>
    <w:rsid w:val="00501ECD"/>
    <w:rsid w:val="00502797"/>
    <w:rsid w:val="0050555F"/>
    <w:rsid w:val="00506091"/>
    <w:rsid w:val="0050728D"/>
    <w:rsid w:val="00521DC8"/>
    <w:rsid w:val="00522658"/>
    <w:rsid w:val="0052611A"/>
    <w:rsid w:val="00532629"/>
    <w:rsid w:val="00533E19"/>
    <w:rsid w:val="00541B51"/>
    <w:rsid w:val="00552912"/>
    <w:rsid w:val="00554199"/>
    <w:rsid w:val="00556AFE"/>
    <w:rsid w:val="0055796D"/>
    <w:rsid w:val="00561204"/>
    <w:rsid w:val="00562ED4"/>
    <w:rsid w:val="00571DDA"/>
    <w:rsid w:val="00580F68"/>
    <w:rsid w:val="00581369"/>
    <w:rsid w:val="005822BD"/>
    <w:rsid w:val="00583B68"/>
    <w:rsid w:val="005845F5"/>
    <w:rsid w:val="00584748"/>
    <w:rsid w:val="00591468"/>
    <w:rsid w:val="005A7A15"/>
    <w:rsid w:val="005B4DC3"/>
    <w:rsid w:val="005D1EDD"/>
    <w:rsid w:val="005D6D0E"/>
    <w:rsid w:val="005D76CA"/>
    <w:rsid w:val="005E49DF"/>
    <w:rsid w:val="005E5A29"/>
    <w:rsid w:val="005F66C1"/>
    <w:rsid w:val="005F78B3"/>
    <w:rsid w:val="00601A35"/>
    <w:rsid w:val="006123B0"/>
    <w:rsid w:val="0061403F"/>
    <w:rsid w:val="00614253"/>
    <w:rsid w:val="00615987"/>
    <w:rsid w:val="006279C5"/>
    <w:rsid w:val="0063255E"/>
    <w:rsid w:val="00634D80"/>
    <w:rsid w:val="0063577F"/>
    <w:rsid w:val="00641B39"/>
    <w:rsid w:val="0064488B"/>
    <w:rsid w:val="00645022"/>
    <w:rsid w:val="006462AE"/>
    <w:rsid w:val="006503CB"/>
    <w:rsid w:val="00651FBF"/>
    <w:rsid w:val="0065590F"/>
    <w:rsid w:val="00656585"/>
    <w:rsid w:val="00660D9F"/>
    <w:rsid w:val="006616FA"/>
    <w:rsid w:val="00662495"/>
    <w:rsid w:val="00662F39"/>
    <w:rsid w:val="006658DE"/>
    <w:rsid w:val="006707AA"/>
    <w:rsid w:val="00672663"/>
    <w:rsid w:val="0067407E"/>
    <w:rsid w:val="006877C5"/>
    <w:rsid w:val="00690613"/>
    <w:rsid w:val="00691529"/>
    <w:rsid w:val="00693854"/>
    <w:rsid w:val="00694020"/>
    <w:rsid w:val="006958DC"/>
    <w:rsid w:val="006968F7"/>
    <w:rsid w:val="00696F16"/>
    <w:rsid w:val="006A2950"/>
    <w:rsid w:val="006A4BDD"/>
    <w:rsid w:val="006A6373"/>
    <w:rsid w:val="006A78E6"/>
    <w:rsid w:val="006B0E37"/>
    <w:rsid w:val="006B2FBD"/>
    <w:rsid w:val="006D0E54"/>
    <w:rsid w:val="006D1746"/>
    <w:rsid w:val="006D4668"/>
    <w:rsid w:val="006E3D40"/>
    <w:rsid w:val="006E6939"/>
    <w:rsid w:val="006E6FD6"/>
    <w:rsid w:val="006F5FC4"/>
    <w:rsid w:val="006F66E9"/>
    <w:rsid w:val="00703959"/>
    <w:rsid w:val="007047D7"/>
    <w:rsid w:val="00715E98"/>
    <w:rsid w:val="00717785"/>
    <w:rsid w:val="007221F4"/>
    <w:rsid w:val="007426DB"/>
    <w:rsid w:val="00742B59"/>
    <w:rsid w:val="00745C3D"/>
    <w:rsid w:val="007474B0"/>
    <w:rsid w:val="00754495"/>
    <w:rsid w:val="00754E1B"/>
    <w:rsid w:val="00780639"/>
    <w:rsid w:val="007816DA"/>
    <w:rsid w:val="00782B67"/>
    <w:rsid w:val="00783AF9"/>
    <w:rsid w:val="00783D12"/>
    <w:rsid w:val="0078681F"/>
    <w:rsid w:val="00786852"/>
    <w:rsid w:val="00787E93"/>
    <w:rsid w:val="00790F84"/>
    <w:rsid w:val="00793D23"/>
    <w:rsid w:val="007942CF"/>
    <w:rsid w:val="00796D7E"/>
    <w:rsid w:val="007A1982"/>
    <w:rsid w:val="007B0F61"/>
    <w:rsid w:val="007B568A"/>
    <w:rsid w:val="007C422A"/>
    <w:rsid w:val="007C50FF"/>
    <w:rsid w:val="007C5F77"/>
    <w:rsid w:val="007E0D1E"/>
    <w:rsid w:val="007E569A"/>
    <w:rsid w:val="007F231C"/>
    <w:rsid w:val="007F2C24"/>
    <w:rsid w:val="007F7766"/>
    <w:rsid w:val="007F7E86"/>
    <w:rsid w:val="008012E6"/>
    <w:rsid w:val="00803A1A"/>
    <w:rsid w:val="008069D5"/>
    <w:rsid w:val="00815CFD"/>
    <w:rsid w:val="00827BB5"/>
    <w:rsid w:val="00832115"/>
    <w:rsid w:val="0083245B"/>
    <w:rsid w:val="008432F8"/>
    <w:rsid w:val="008451B7"/>
    <w:rsid w:val="00847931"/>
    <w:rsid w:val="00851B7A"/>
    <w:rsid w:val="00855383"/>
    <w:rsid w:val="008657EB"/>
    <w:rsid w:val="00867A33"/>
    <w:rsid w:val="008817D9"/>
    <w:rsid w:val="00881858"/>
    <w:rsid w:val="00885503"/>
    <w:rsid w:val="008A4904"/>
    <w:rsid w:val="008A59AF"/>
    <w:rsid w:val="008C551F"/>
    <w:rsid w:val="008C73C7"/>
    <w:rsid w:val="008D30B5"/>
    <w:rsid w:val="008E2ED3"/>
    <w:rsid w:val="008E711F"/>
    <w:rsid w:val="008F6226"/>
    <w:rsid w:val="008F76A7"/>
    <w:rsid w:val="009078CD"/>
    <w:rsid w:val="00926000"/>
    <w:rsid w:val="00937075"/>
    <w:rsid w:val="009441B8"/>
    <w:rsid w:val="0094656A"/>
    <w:rsid w:val="009470D5"/>
    <w:rsid w:val="009610B4"/>
    <w:rsid w:val="009612DD"/>
    <w:rsid w:val="00966206"/>
    <w:rsid w:val="00975C4F"/>
    <w:rsid w:val="009842EC"/>
    <w:rsid w:val="00993A8C"/>
    <w:rsid w:val="00994E11"/>
    <w:rsid w:val="009A09A1"/>
    <w:rsid w:val="009A123B"/>
    <w:rsid w:val="009A1FA3"/>
    <w:rsid w:val="009A3BF6"/>
    <w:rsid w:val="009A6514"/>
    <w:rsid w:val="009A7176"/>
    <w:rsid w:val="009C703A"/>
    <w:rsid w:val="009D5887"/>
    <w:rsid w:val="009D6AA1"/>
    <w:rsid w:val="009E2D9C"/>
    <w:rsid w:val="009E5053"/>
    <w:rsid w:val="009E7469"/>
    <w:rsid w:val="009F5CFF"/>
    <w:rsid w:val="009F6DED"/>
    <w:rsid w:val="00A136CD"/>
    <w:rsid w:val="00A25FDA"/>
    <w:rsid w:val="00A26D5F"/>
    <w:rsid w:val="00A30CE1"/>
    <w:rsid w:val="00A30FF3"/>
    <w:rsid w:val="00A32462"/>
    <w:rsid w:val="00A51D07"/>
    <w:rsid w:val="00A56468"/>
    <w:rsid w:val="00A6297F"/>
    <w:rsid w:val="00A64590"/>
    <w:rsid w:val="00A67BA9"/>
    <w:rsid w:val="00A70A63"/>
    <w:rsid w:val="00A742E0"/>
    <w:rsid w:val="00A94D4D"/>
    <w:rsid w:val="00A95C60"/>
    <w:rsid w:val="00AA0F9F"/>
    <w:rsid w:val="00AA38D5"/>
    <w:rsid w:val="00AB58D3"/>
    <w:rsid w:val="00AC6A9C"/>
    <w:rsid w:val="00AC79BE"/>
    <w:rsid w:val="00AD315E"/>
    <w:rsid w:val="00AD64AF"/>
    <w:rsid w:val="00AE326F"/>
    <w:rsid w:val="00AF66EE"/>
    <w:rsid w:val="00B04585"/>
    <w:rsid w:val="00B053E3"/>
    <w:rsid w:val="00B068B9"/>
    <w:rsid w:val="00B175EF"/>
    <w:rsid w:val="00B23FF5"/>
    <w:rsid w:val="00B33F5B"/>
    <w:rsid w:val="00B37394"/>
    <w:rsid w:val="00B400C6"/>
    <w:rsid w:val="00B413A7"/>
    <w:rsid w:val="00B43E63"/>
    <w:rsid w:val="00B46582"/>
    <w:rsid w:val="00B62D83"/>
    <w:rsid w:val="00B6567C"/>
    <w:rsid w:val="00B8145E"/>
    <w:rsid w:val="00B86145"/>
    <w:rsid w:val="00B964F9"/>
    <w:rsid w:val="00B96F1D"/>
    <w:rsid w:val="00BA00A7"/>
    <w:rsid w:val="00BA0C58"/>
    <w:rsid w:val="00BC3595"/>
    <w:rsid w:val="00BC55A4"/>
    <w:rsid w:val="00BD3E7D"/>
    <w:rsid w:val="00BD7AC4"/>
    <w:rsid w:val="00BE3368"/>
    <w:rsid w:val="00BE33FA"/>
    <w:rsid w:val="00BE4B78"/>
    <w:rsid w:val="00BF0DF0"/>
    <w:rsid w:val="00BF15A3"/>
    <w:rsid w:val="00BF1BA9"/>
    <w:rsid w:val="00BF2192"/>
    <w:rsid w:val="00BF31F6"/>
    <w:rsid w:val="00BF483E"/>
    <w:rsid w:val="00BF4B50"/>
    <w:rsid w:val="00BF4F06"/>
    <w:rsid w:val="00C10020"/>
    <w:rsid w:val="00C25D32"/>
    <w:rsid w:val="00C2645D"/>
    <w:rsid w:val="00C47A67"/>
    <w:rsid w:val="00C50F0F"/>
    <w:rsid w:val="00C538FA"/>
    <w:rsid w:val="00C61DB7"/>
    <w:rsid w:val="00C6774F"/>
    <w:rsid w:val="00C701B8"/>
    <w:rsid w:val="00C712EC"/>
    <w:rsid w:val="00C7501A"/>
    <w:rsid w:val="00C7570A"/>
    <w:rsid w:val="00C8344C"/>
    <w:rsid w:val="00C846F7"/>
    <w:rsid w:val="00C90574"/>
    <w:rsid w:val="00C94F7E"/>
    <w:rsid w:val="00C96338"/>
    <w:rsid w:val="00CA592B"/>
    <w:rsid w:val="00CB2D52"/>
    <w:rsid w:val="00CB5E05"/>
    <w:rsid w:val="00CC0ABC"/>
    <w:rsid w:val="00CC5E7F"/>
    <w:rsid w:val="00CD3903"/>
    <w:rsid w:val="00CD7421"/>
    <w:rsid w:val="00CE037E"/>
    <w:rsid w:val="00CE0BDA"/>
    <w:rsid w:val="00CE3835"/>
    <w:rsid w:val="00CE45B5"/>
    <w:rsid w:val="00CF06C7"/>
    <w:rsid w:val="00CF30FA"/>
    <w:rsid w:val="00CF5B93"/>
    <w:rsid w:val="00D1281F"/>
    <w:rsid w:val="00D17265"/>
    <w:rsid w:val="00D238C8"/>
    <w:rsid w:val="00D30B01"/>
    <w:rsid w:val="00D37721"/>
    <w:rsid w:val="00D45F1E"/>
    <w:rsid w:val="00D46D49"/>
    <w:rsid w:val="00D50ED2"/>
    <w:rsid w:val="00D52095"/>
    <w:rsid w:val="00D62E02"/>
    <w:rsid w:val="00D654E8"/>
    <w:rsid w:val="00D73CDF"/>
    <w:rsid w:val="00D768CE"/>
    <w:rsid w:val="00D8287A"/>
    <w:rsid w:val="00D85811"/>
    <w:rsid w:val="00D8620C"/>
    <w:rsid w:val="00D86B4C"/>
    <w:rsid w:val="00D9336A"/>
    <w:rsid w:val="00DB2C62"/>
    <w:rsid w:val="00DB4A8F"/>
    <w:rsid w:val="00DC1732"/>
    <w:rsid w:val="00DC4218"/>
    <w:rsid w:val="00DD1533"/>
    <w:rsid w:val="00DD2022"/>
    <w:rsid w:val="00DD5A7A"/>
    <w:rsid w:val="00DD6F27"/>
    <w:rsid w:val="00DD7158"/>
    <w:rsid w:val="00DE0540"/>
    <w:rsid w:val="00DF2A60"/>
    <w:rsid w:val="00E04603"/>
    <w:rsid w:val="00E1034D"/>
    <w:rsid w:val="00E11E32"/>
    <w:rsid w:val="00E12C50"/>
    <w:rsid w:val="00E20717"/>
    <w:rsid w:val="00E23CB2"/>
    <w:rsid w:val="00E36D55"/>
    <w:rsid w:val="00E4032C"/>
    <w:rsid w:val="00E4400F"/>
    <w:rsid w:val="00E44821"/>
    <w:rsid w:val="00E4531B"/>
    <w:rsid w:val="00E45F17"/>
    <w:rsid w:val="00E512C6"/>
    <w:rsid w:val="00E51CFE"/>
    <w:rsid w:val="00E552F7"/>
    <w:rsid w:val="00E600B2"/>
    <w:rsid w:val="00E638A7"/>
    <w:rsid w:val="00E711A9"/>
    <w:rsid w:val="00E73119"/>
    <w:rsid w:val="00E76A71"/>
    <w:rsid w:val="00E7715C"/>
    <w:rsid w:val="00E77F9A"/>
    <w:rsid w:val="00E80419"/>
    <w:rsid w:val="00E81AAA"/>
    <w:rsid w:val="00E830E0"/>
    <w:rsid w:val="00E865D7"/>
    <w:rsid w:val="00E873BC"/>
    <w:rsid w:val="00E87B7C"/>
    <w:rsid w:val="00E908E9"/>
    <w:rsid w:val="00E96456"/>
    <w:rsid w:val="00EA0D42"/>
    <w:rsid w:val="00EA1E96"/>
    <w:rsid w:val="00EA3F22"/>
    <w:rsid w:val="00EB14DE"/>
    <w:rsid w:val="00EB2C18"/>
    <w:rsid w:val="00EC4BFE"/>
    <w:rsid w:val="00EC55F1"/>
    <w:rsid w:val="00ED0D80"/>
    <w:rsid w:val="00ED2A46"/>
    <w:rsid w:val="00ED34E7"/>
    <w:rsid w:val="00ED5487"/>
    <w:rsid w:val="00ED6A51"/>
    <w:rsid w:val="00EE1DA9"/>
    <w:rsid w:val="00EE5819"/>
    <w:rsid w:val="00EF2502"/>
    <w:rsid w:val="00EF7009"/>
    <w:rsid w:val="00EF75BB"/>
    <w:rsid w:val="00F00CE5"/>
    <w:rsid w:val="00F071C2"/>
    <w:rsid w:val="00F142FA"/>
    <w:rsid w:val="00F14ED9"/>
    <w:rsid w:val="00F24B86"/>
    <w:rsid w:val="00F25493"/>
    <w:rsid w:val="00F31FA8"/>
    <w:rsid w:val="00F3273A"/>
    <w:rsid w:val="00F3505F"/>
    <w:rsid w:val="00F42FF1"/>
    <w:rsid w:val="00F44CA7"/>
    <w:rsid w:val="00F5642A"/>
    <w:rsid w:val="00F56A5F"/>
    <w:rsid w:val="00F5796F"/>
    <w:rsid w:val="00F67206"/>
    <w:rsid w:val="00F740B5"/>
    <w:rsid w:val="00F7445E"/>
    <w:rsid w:val="00F8216E"/>
    <w:rsid w:val="00F829D3"/>
    <w:rsid w:val="00FA15DE"/>
    <w:rsid w:val="00FA6392"/>
    <w:rsid w:val="00FB206A"/>
    <w:rsid w:val="00FB6170"/>
    <w:rsid w:val="00FC19FF"/>
    <w:rsid w:val="00FC30D4"/>
    <w:rsid w:val="00FC38A5"/>
    <w:rsid w:val="00FC3E5E"/>
    <w:rsid w:val="00FC538D"/>
    <w:rsid w:val="00FC7ACD"/>
    <w:rsid w:val="00FD37F2"/>
    <w:rsid w:val="00FD6D86"/>
    <w:rsid w:val="00FE0A32"/>
    <w:rsid w:val="00FE1FA4"/>
    <w:rsid w:val="00FF3C31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sogei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RCOCCI~1\IMPOST~1\Temp\Directory%20temporanea%201%20per%20Raccolta%20Modelli%20redazionali%20aggiornati%20al%207ottobre%202009.zip\comunicazion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DD66E5FDE554AAD353A2A86CDF253" ma:contentTypeVersion="" ma:contentTypeDescription="Creare un nuovo documento." ma:contentTypeScope="" ma:versionID="0bfa7127e01df43cddb32110ad9df99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394db2c029b77fe16abd01f68b0e09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77A72-033E-4FF2-AA79-7D7B5AEC41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5ED202-293F-4770-87F8-07D1C946F5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CD353C-C0F0-48BE-B037-BF78D0D2750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3F255E-FBBE-447A-BADA-3CB5817B3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comunicazione.dot</Template>
  <TotalTime>2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Consegna report di audit (lettera consegna)</vt:lpstr>
      <vt:lpstr>Consegna report di audit (lettera consegna)</vt:lpstr>
    </vt:vector>
  </TitlesOfParts>
  <Company>Sogei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Consegna report di audit (lettera consegna)</dc:title>
  <dc:creator/>
  <dc:description>Modello "comunicazione codificata" senza allegato - giugno 2009</dc:description>
  <cp:lastModifiedBy>Sassi Massimiliano</cp:lastModifiedBy>
  <cp:revision>7</cp:revision>
  <cp:lastPrinted>2016-11-14T14:00:00Z</cp:lastPrinted>
  <dcterms:created xsi:type="dcterms:W3CDTF">2017-01-19T15:25:00Z</dcterms:created>
  <dcterms:modified xsi:type="dcterms:W3CDTF">2017-12-11T13:27:00Z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0x010100360DD66E5FDE554AAD353A2A86CDF253</vt:lpwstr>
  </property>
</Properties>
</file>