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1F" w:rsidRDefault="00634D80" w:rsidP="00583B68">
      <w:pPr>
        <w:jc w:val="center"/>
        <w:rPr>
          <w:rFonts w:cs="Arial"/>
          <w:b/>
          <w:sz w:val="22"/>
          <w:szCs w:val="22"/>
        </w:rPr>
      </w:pPr>
      <w:bookmarkStart w:id="0" w:name="_GoBack"/>
      <w:bookmarkEnd w:id="0"/>
      <w:r>
        <w:rPr>
          <w:rFonts w:cs="Arial"/>
          <w:b/>
          <w:sz w:val="22"/>
          <w:szCs w:val="22"/>
        </w:rPr>
        <w:t>ALLEGATO</w:t>
      </w:r>
      <w:r w:rsidR="002F333F">
        <w:rPr>
          <w:rFonts w:cs="Arial"/>
          <w:b/>
          <w:sz w:val="22"/>
          <w:szCs w:val="22"/>
        </w:rPr>
        <w:t xml:space="preserve"> </w:t>
      </w:r>
      <w:r w:rsidR="008F240E">
        <w:rPr>
          <w:rFonts w:cs="Arial"/>
          <w:b/>
          <w:sz w:val="22"/>
          <w:szCs w:val="22"/>
        </w:rPr>
        <w:t>12</w:t>
      </w:r>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r>
        <w:rPr>
          <w:rFonts w:cs="Arial"/>
          <w:sz w:val="22"/>
          <w:szCs w:val="22"/>
        </w:rPr>
        <w:t xml:space="preserve">(avvalendosi delle facoltà concesse dagli art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5C0313" w:rsidRDefault="005C0313"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11"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7B4361" w:rsidRDefault="008E711F" w:rsidP="008E711F">
      <w:pPr>
        <w:jc w:val="both"/>
        <w:rPr>
          <w:rFonts w:cs="Arial"/>
          <w:sz w:val="22"/>
          <w:szCs w:val="22"/>
        </w:rPr>
      </w:pPr>
      <w:r>
        <w:rPr>
          <w:rFonts w:cs="Arial"/>
          <w:sz w:val="22"/>
          <w:szCs w:val="22"/>
        </w:rPr>
        <w:t xml:space="preserve">Il sottoscritto si impegna a comunicare tempestivamente alla Sogei nel corso </w:t>
      </w:r>
      <w:r w:rsidRPr="007B4361">
        <w:rPr>
          <w:rFonts w:cs="Arial"/>
          <w:sz w:val="22"/>
          <w:szCs w:val="22"/>
        </w:rPr>
        <w:t>dell’esecuzione del contratto l’eventuale insorgere di nuove situazioni rispetto a quanto comunicato con la presente.</w:t>
      </w:r>
    </w:p>
    <w:p w:rsidR="008E711F" w:rsidRPr="007B4361" w:rsidRDefault="008E711F" w:rsidP="008E711F">
      <w:pPr>
        <w:jc w:val="both"/>
        <w:rPr>
          <w:rFonts w:cs="Arial"/>
          <w:sz w:val="22"/>
          <w:szCs w:val="22"/>
        </w:rPr>
      </w:pPr>
    </w:p>
    <w:p w:rsidR="005C0313" w:rsidRPr="007B4361" w:rsidRDefault="005C0313" w:rsidP="005C0313">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B25B8F" w:rsidRPr="007B4361" w:rsidRDefault="00B25B8F" w:rsidP="00B25B8F">
      <w:pPr>
        <w:tabs>
          <w:tab w:val="left" w:pos="708"/>
        </w:tabs>
        <w:jc w:val="both"/>
        <w:rPr>
          <w:rFonts w:cs="Arial"/>
          <w:sz w:val="22"/>
          <w:szCs w:val="22"/>
        </w:rPr>
      </w:pPr>
      <w:r w:rsidRPr="007B4361">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B25B8F" w:rsidRPr="007B4361" w:rsidRDefault="00B25B8F" w:rsidP="008E711F">
      <w:pPr>
        <w:rPr>
          <w:rFonts w:cs="Arial"/>
          <w:sz w:val="22"/>
          <w:szCs w:val="22"/>
        </w:rPr>
      </w:pPr>
    </w:p>
    <w:p w:rsidR="008E711F" w:rsidRPr="007B4361" w:rsidRDefault="008E711F" w:rsidP="008E711F">
      <w:pPr>
        <w:rPr>
          <w:rFonts w:cs="Arial"/>
          <w:sz w:val="22"/>
          <w:szCs w:val="22"/>
        </w:rPr>
      </w:pPr>
      <w:r w:rsidRPr="007B4361">
        <w:rPr>
          <w:rFonts w:cs="Arial"/>
          <w:sz w:val="22"/>
          <w:szCs w:val="22"/>
        </w:rPr>
        <w:t>Data                                                                                      Firma</w:t>
      </w:r>
    </w:p>
    <w:p w:rsidR="008E711F" w:rsidRPr="007B4361" w:rsidRDefault="008E711F" w:rsidP="008E711F">
      <w:pPr>
        <w:jc w:val="both"/>
        <w:rPr>
          <w:rFonts w:cs="Arial"/>
          <w:sz w:val="22"/>
          <w:szCs w:val="22"/>
        </w:rPr>
      </w:pPr>
    </w:p>
    <w:p w:rsidR="003C02B5" w:rsidRPr="007B4361" w:rsidRDefault="008E711F" w:rsidP="00754495">
      <w:pPr>
        <w:pStyle w:val="Paragrafoelenco"/>
        <w:numPr>
          <w:ilvl w:val="0"/>
          <w:numId w:val="19"/>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w:t>
      </w:r>
      <w:r w:rsidR="003C02B5" w:rsidRPr="007B4361">
        <w:rPr>
          <w:rFonts w:cs="Arial"/>
          <w:b/>
          <w:i/>
          <w:sz w:val="18"/>
          <w:szCs w:val="18"/>
        </w:rPr>
        <w:t xml:space="preserve"> e da ciascuno dei Dirigenti</w:t>
      </w:r>
      <w:r w:rsidR="003C02B5" w:rsidRPr="007B4361">
        <w:rPr>
          <w:rFonts w:cs="Arial"/>
          <w:i/>
          <w:sz w:val="18"/>
          <w:szCs w:val="18"/>
        </w:rPr>
        <w:t>.</w:t>
      </w:r>
    </w:p>
    <w:p w:rsidR="003C02B5" w:rsidRPr="00583B68" w:rsidRDefault="003C02B5" w:rsidP="00754495">
      <w:pPr>
        <w:ind w:left="360"/>
        <w:jc w:val="both"/>
        <w:rPr>
          <w:rFonts w:cs="Arial"/>
          <w:i/>
          <w:sz w:val="18"/>
          <w:szCs w:val="18"/>
        </w:rPr>
      </w:pPr>
      <w:r w:rsidRPr="007B4361">
        <w:rPr>
          <w:rFonts w:cs="Arial"/>
          <w:i/>
          <w:sz w:val="18"/>
          <w:szCs w:val="18"/>
        </w:rPr>
        <w:t xml:space="preserve">La presente dichiarazione può essere resa </w:t>
      </w:r>
      <w:r w:rsidR="008E711F" w:rsidRPr="007B4361">
        <w:rPr>
          <w:rFonts w:cs="Arial"/>
          <w:i/>
          <w:sz w:val="18"/>
          <w:szCs w:val="18"/>
        </w:rPr>
        <w:t>dal Legale Rappresentante o procuratore speciale del Fornitore, anche per conto di</w:t>
      </w:r>
      <w:r w:rsidRPr="007B4361">
        <w:rPr>
          <w:rFonts w:cs="Arial"/>
          <w:i/>
          <w:sz w:val="18"/>
          <w:szCs w:val="18"/>
        </w:rPr>
        <w:t xml:space="preserve">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sidR="005C0313">
        <w:rPr>
          <w:rFonts w:cs="Arial"/>
          <w:i/>
          <w:sz w:val="18"/>
          <w:szCs w:val="18"/>
        </w:rPr>
        <w:t xml:space="preserve"> </w:t>
      </w:r>
    </w:p>
    <w:p w:rsidR="008E711F" w:rsidRPr="00521692" w:rsidRDefault="003C02B5" w:rsidP="005C0313">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sidR="005C0313">
        <w:rPr>
          <w:rFonts w:cs="Arial"/>
          <w:i/>
          <w:sz w:val="18"/>
          <w:szCs w:val="18"/>
        </w:rPr>
        <w:t xml:space="preserve"> </w:t>
      </w:r>
    </w:p>
    <w:sectPr w:rsidR="008E711F" w:rsidRPr="00521692" w:rsidSect="009A123B">
      <w:headerReference w:type="default" r:id="rId12"/>
      <w:footerReference w:type="default" r:id="rId13"/>
      <w:headerReference w:type="first" r:id="rId14"/>
      <w:footerReference w:type="first" r:id="rId15"/>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006" w:rsidRDefault="00B53006">
      <w:r>
        <w:separator/>
      </w:r>
    </w:p>
  </w:endnote>
  <w:endnote w:type="continuationSeparator" w:id="0">
    <w:p w:rsidR="00B53006" w:rsidRDefault="00B53006">
      <w:r>
        <w:continuationSeparator/>
      </w:r>
    </w:p>
  </w:endnote>
  <w:endnote w:type="continuationNotice" w:id="1">
    <w:p w:rsidR="00B53006" w:rsidRDefault="00B53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A30FF3">
          <w:pPr>
            <w:pStyle w:val="Pidipagina"/>
          </w:pPr>
          <w:r>
            <w:t>PC</w:t>
          </w:r>
          <w:r w:rsidR="001C5F03">
            <w:t>-34-</w:t>
          </w:r>
          <w:r>
            <w:t>PC</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B25B8F">
            <w:rPr>
              <w:rStyle w:val="Numeropagina"/>
              <w:noProof/>
            </w:rPr>
            <w:t>2</w:t>
          </w:r>
          <w:r>
            <w:rPr>
              <w:rStyle w:val="Numeropagina"/>
            </w:rPr>
            <w:fldChar w:fldCharType="end"/>
          </w:r>
          <w:r>
            <w:rPr>
              <w:rStyle w:val="Numeropagina"/>
            </w:rPr>
            <w:t xml:space="preserve"> di </w:t>
          </w:r>
          <w:r w:rsidR="00B53006">
            <w:fldChar w:fldCharType="begin"/>
          </w:r>
          <w:r w:rsidR="00B53006">
            <w:instrText xml:space="preserve"> NUMPAGES  \* MERGEFORMAT </w:instrText>
          </w:r>
          <w:r w:rsidR="00B53006">
            <w:fldChar w:fldCharType="separate"/>
          </w:r>
          <w:r w:rsidR="00A03FD8" w:rsidRPr="00A03FD8">
            <w:rPr>
              <w:rStyle w:val="Numeropagina"/>
              <w:noProof/>
            </w:rPr>
            <w:t>1</w:t>
          </w:r>
          <w:r w:rsidR="00B53006">
            <w:rPr>
              <w:rStyle w:val="Numeropagina"/>
              <w:noProof/>
            </w:rPr>
            <w:fldChar w:fldCharType="end"/>
          </w:r>
        </w:p>
      </w:tc>
    </w:tr>
  </w:tbl>
  <w:p w:rsidR="00BE4B78" w:rsidRDefault="00BE4B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3C5C38">
          <w:pPr>
            <w:pStyle w:val="Pidipagina"/>
          </w:pPr>
          <w:r>
            <w:t>PC</w:t>
          </w:r>
          <w:r w:rsidR="009A123B">
            <w:t>-34-</w:t>
          </w:r>
          <w:r>
            <w:t>PC</w:t>
          </w:r>
          <w:r w:rsidR="00BE4B78">
            <w:t>-</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A03FD8">
            <w:rPr>
              <w:rStyle w:val="Numeropagina"/>
              <w:noProof/>
            </w:rPr>
            <w:t>1</w:t>
          </w:r>
          <w:r>
            <w:rPr>
              <w:rStyle w:val="Numeropagina"/>
            </w:rPr>
            <w:fldChar w:fldCharType="end"/>
          </w:r>
          <w:r>
            <w:rPr>
              <w:rStyle w:val="Numeropagina"/>
            </w:rPr>
            <w:t xml:space="preserve"> di </w:t>
          </w:r>
          <w:r w:rsidR="00B53006">
            <w:fldChar w:fldCharType="begin"/>
          </w:r>
          <w:r w:rsidR="00B53006">
            <w:instrText xml:space="preserve"> NUMPAGES  \* MERGEFORMAT </w:instrText>
          </w:r>
          <w:r w:rsidR="00B53006">
            <w:fldChar w:fldCharType="separate"/>
          </w:r>
          <w:r w:rsidR="00A03FD8" w:rsidRPr="00A03FD8">
            <w:rPr>
              <w:rStyle w:val="Numeropagina"/>
              <w:noProof/>
            </w:rPr>
            <w:t>1</w:t>
          </w:r>
          <w:r w:rsidR="00B53006">
            <w:rPr>
              <w:rStyle w:val="Numeropagina"/>
              <w:noProof/>
            </w:rPr>
            <w:fldChar w:fldCharType="end"/>
          </w:r>
        </w:p>
      </w:tc>
    </w:tr>
  </w:tbl>
  <w:p w:rsidR="00BE4B78" w:rsidRDefault="00BE4B78" w:rsidP="005C03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006" w:rsidRDefault="00B53006">
      <w:r>
        <w:separator/>
      </w:r>
    </w:p>
  </w:footnote>
  <w:footnote w:type="continuationSeparator" w:id="0">
    <w:p w:rsidR="00B53006" w:rsidRDefault="00B53006">
      <w:r>
        <w:continuationSeparator/>
      </w:r>
    </w:p>
  </w:footnote>
  <w:footnote w:type="continuationNotice" w:id="1">
    <w:p w:rsidR="00B53006" w:rsidRDefault="00B530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345"/>
      <w:gridCol w:w="2299"/>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BE4B78">
    <w:pPr>
      <w:pStyle w:val="Intestazione"/>
      <w:rPr>
        <w:i/>
        <w:sz w:val="20"/>
      </w:rPr>
    </w:pPr>
    <w:r w:rsidRPr="00232BEC">
      <w:rPr>
        <w:i/>
        <w:noProof/>
        <w:sz w:val="20"/>
      </w:rPr>
      <w:drawing>
        <wp:anchor distT="0" distB="0" distL="114300" distR="114300" simplePos="0" relativeHeight="251657216" behindDoc="0" locked="0" layoutInCell="1" allowOverlap="1" wp14:anchorId="497618E4" wp14:editId="52A5BDA4">
          <wp:simplePos x="0" y="0"/>
          <wp:positionH relativeFrom="column">
            <wp:posOffset>3961765</wp:posOffset>
          </wp:positionH>
          <wp:positionV relativeFrom="paragraph">
            <wp:posOffset>-218440</wp:posOffset>
          </wp:positionV>
          <wp:extent cx="1800225" cy="835660"/>
          <wp:effectExtent l="0" t="0" r="9525" b="2540"/>
          <wp:wrapNone/>
          <wp:docPr id="1" name="Immagine 1"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15:restartNumberingAfterBreak="0">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15:restartNumberingAfterBreak="0">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15:restartNumberingAfterBreak="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3379"/>
    <w:rsid w:val="001C5F03"/>
    <w:rsid w:val="001D3AFD"/>
    <w:rsid w:val="001F0792"/>
    <w:rsid w:val="001F0E4F"/>
    <w:rsid w:val="001F3FEB"/>
    <w:rsid w:val="001F7386"/>
    <w:rsid w:val="00200612"/>
    <w:rsid w:val="0020235E"/>
    <w:rsid w:val="00205616"/>
    <w:rsid w:val="002062BF"/>
    <w:rsid w:val="00210B56"/>
    <w:rsid w:val="002119C0"/>
    <w:rsid w:val="002120B3"/>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B32"/>
    <w:rsid w:val="00404C92"/>
    <w:rsid w:val="004121D5"/>
    <w:rsid w:val="00412350"/>
    <w:rsid w:val="004143D2"/>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73BC"/>
    <w:rsid w:val="004A0FA7"/>
    <w:rsid w:val="004A461F"/>
    <w:rsid w:val="004A4693"/>
    <w:rsid w:val="004A48C9"/>
    <w:rsid w:val="004B3104"/>
    <w:rsid w:val="004B4CC1"/>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C0313"/>
    <w:rsid w:val="005D1EDD"/>
    <w:rsid w:val="005D6D0E"/>
    <w:rsid w:val="005D76CA"/>
    <w:rsid w:val="005E49DF"/>
    <w:rsid w:val="005E5A29"/>
    <w:rsid w:val="005F48F3"/>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43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7BB5"/>
    <w:rsid w:val="00832115"/>
    <w:rsid w:val="0083245B"/>
    <w:rsid w:val="008432F8"/>
    <w:rsid w:val="008451B7"/>
    <w:rsid w:val="00847931"/>
    <w:rsid w:val="00851B7A"/>
    <w:rsid w:val="00855383"/>
    <w:rsid w:val="008657EB"/>
    <w:rsid w:val="00867A33"/>
    <w:rsid w:val="00881858"/>
    <w:rsid w:val="00885503"/>
    <w:rsid w:val="008A4904"/>
    <w:rsid w:val="008A59AF"/>
    <w:rsid w:val="008C551F"/>
    <w:rsid w:val="008C73C7"/>
    <w:rsid w:val="008D30B5"/>
    <w:rsid w:val="008E2ED3"/>
    <w:rsid w:val="008E711F"/>
    <w:rsid w:val="008F240E"/>
    <w:rsid w:val="008F6226"/>
    <w:rsid w:val="008F76A7"/>
    <w:rsid w:val="009078CD"/>
    <w:rsid w:val="00926000"/>
    <w:rsid w:val="00937075"/>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03FD8"/>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25B8F"/>
    <w:rsid w:val="00B33F5B"/>
    <w:rsid w:val="00B37394"/>
    <w:rsid w:val="00B400C6"/>
    <w:rsid w:val="00B413A7"/>
    <w:rsid w:val="00B43E63"/>
    <w:rsid w:val="00B46582"/>
    <w:rsid w:val="00B53006"/>
    <w:rsid w:val="00B62D83"/>
    <w:rsid w:val="00B6567C"/>
    <w:rsid w:val="00B8145E"/>
    <w:rsid w:val="00B86145"/>
    <w:rsid w:val="00B964F9"/>
    <w:rsid w:val="00B96F1D"/>
    <w:rsid w:val="00BA00A7"/>
    <w:rsid w:val="00BA0C58"/>
    <w:rsid w:val="00BC3595"/>
    <w:rsid w:val="00BC55A4"/>
    <w:rsid w:val="00BC5766"/>
    <w:rsid w:val="00BD3E7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592B"/>
    <w:rsid w:val="00CB2D52"/>
    <w:rsid w:val="00CB5E05"/>
    <w:rsid w:val="00CC0ABC"/>
    <w:rsid w:val="00CC43C9"/>
    <w:rsid w:val="00CC5E7F"/>
    <w:rsid w:val="00CD3903"/>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15:docId w15:val="{D5FE6183-0E75-4894-AF67-ADF782CB9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ogei.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COCCI~1\IMPOST~1\Temp\Directory%20temporanea%201%20per%20Raccolta%20Modelli%20redazionali%20aggiornati%20al%207ottobre%202009.zip\comunicazio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0DD66E5FDE554AAD353A2A86CDF253" ma:contentTypeVersion="" ma:contentTypeDescription="Creare un nuovo documento." ma:contentTypeScope="" ma:versionID="0bfa7127e01df43cddb32110ad9df995">
  <xsd:schema xmlns:xsd="http://www.w3.org/2001/XMLSchema" xmlns:xs="http://www.w3.org/2001/XMLSchema" xmlns:p="http://schemas.microsoft.com/office/2006/metadata/properties" targetNamespace="http://schemas.microsoft.com/office/2006/metadata/properties" ma:root="true" ma:fieldsID="2394db2c029b77fe16abd01f68b0e09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ED202-293F-4770-87F8-07D1C946F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CD353C-C0F0-48BE-B037-BF78D0D27500}">
  <ds:schemaRefs>
    <ds:schemaRef ds:uri="http://schemas.microsoft.com/office/2006/metadata/properties"/>
  </ds:schemaRefs>
</ds:datastoreItem>
</file>

<file path=customXml/itemProps3.xml><?xml version="1.0" encoding="utf-8"?>
<ds:datastoreItem xmlns:ds="http://schemas.openxmlformats.org/officeDocument/2006/customXml" ds:itemID="{31F77A72-033E-4FF2-AA79-7D7B5AEC4180}">
  <ds:schemaRefs>
    <ds:schemaRef ds:uri="http://schemas.microsoft.com/sharepoint/v3/contenttype/forms"/>
  </ds:schemaRefs>
</ds:datastoreItem>
</file>

<file path=customXml/itemProps4.xml><?xml version="1.0" encoding="utf-8"?>
<ds:datastoreItem xmlns:ds="http://schemas.openxmlformats.org/officeDocument/2006/customXml" ds:itemID="{CF9A7431-F73C-4A91-909F-B65760202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comunicazione</Template>
  <TotalTime>11</TotalTime>
  <Pages>1</Pages>
  <Words>432</Words>
  <Characters>2521</Characters>
  <Application>Microsoft Office Word</Application>
  <DocSecurity>0</DocSecurity>
  <Lines>54</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Consegna report di audit (lettera consegna)</vt:lpstr>
      <vt:lpstr>Consegna report di audit (lettera consegna)</vt:lpstr>
    </vt:vector>
  </TitlesOfParts>
  <Company>Sogei</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Consegna report di audit (lettera consegna)</dc:title>
  <dc:creator>rcoccioletti</dc:creator>
  <dc:description>Modello "comunicazione codificata" senza allegato - giugno 2009</dc:description>
  <cp:lastModifiedBy>De Bonis Fabrizio</cp:lastModifiedBy>
  <cp:revision>10</cp:revision>
  <cp:lastPrinted>2019-09-30T07:27:00Z</cp:lastPrinted>
  <dcterms:created xsi:type="dcterms:W3CDTF">2017-01-19T15:25:00Z</dcterms:created>
  <dcterms:modified xsi:type="dcterms:W3CDTF">2019-09-30T07:27:00Z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0x010100360DD66E5FDE554AAD353A2A86CDF253</vt:lpwstr>
  </property>
</Properties>
</file>