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F8B" w:rsidRDefault="00A04F8B" w:rsidP="00A04F8B"/>
    <w:p w:rsidR="00A04F8B" w:rsidRDefault="00A04F8B" w:rsidP="00A04F8B"/>
    <w:p w:rsidR="00A2688E" w:rsidRDefault="00A2688E" w:rsidP="00A2688E">
      <w:pPr>
        <w:spacing w:line="360" w:lineRule="auto"/>
        <w:outlineLvl w:val="0"/>
        <w:rPr>
          <w:rFonts w:ascii="Calibri" w:hAnsi="Calibri" w:cs="Arial"/>
          <w:b/>
          <w:bCs/>
          <w:caps/>
          <w:color w:val="000000"/>
          <w:kern w:val="32"/>
        </w:rPr>
      </w:pPr>
      <w:bookmarkStart w:id="0" w:name="_GoBack"/>
      <w:bookmarkEnd w:id="0"/>
    </w:p>
    <w:p w:rsidR="00A04F8B" w:rsidRDefault="00A04F8B" w:rsidP="00A04F8B"/>
    <w:p w:rsidR="00A04F8B" w:rsidRDefault="00A04F8B" w:rsidP="00A04F8B"/>
    <w:p w:rsidR="00A04F8B" w:rsidRPr="00A04F8B" w:rsidRDefault="00A04F8B" w:rsidP="00A04F8B">
      <w:pPr>
        <w:spacing w:line="360" w:lineRule="auto"/>
        <w:outlineLvl w:val="0"/>
        <w:rPr>
          <w:rFonts w:ascii="Calibri" w:hAnsi="Calibri" w:cs="Arial"/>
          <w:b/>
          <w:bCs/>
          <w:caps/>
          <w:color w:val="000000"/>
          <w:kern w:val="32"/>
        </w:rPr>
      </w:pPr>
      <w:r w:rsidRPr="00A04F8B">
        <w:rPr>
          <w:rFonts w:ascii="Calibri" w:hAnsi="Calibri" w:cs="Arial"/>
          <w:b/>
          <w:bCs/>
          <w:caps/>
          <w:color w:val="000000"/>
          <w:kern w:val="32"/>
        </w:rPr>
        <w:t>ALLEGATO 5</w:t>
      </w:r>
    </w:p>
    <w:p w:rsidR="00A04F8B" w:rsidRPr="00A04F8B" w:rsidRDefault="00A04F8B" w:rsidP="00A04F8B"/>
    <w:p w:rsidR="00A04F8B" w:rsidRPr="00A04F8B" w:rsidRDefault="00A04F8B" w:rsidP="00A04F8B"/>
    <w:p w:rsidR="00A04F8B" w:rsidRPr="00A04F8B" w:rsidRDefault="00A04F8B" w:rsidP="00A04F8B">
      <w:pPr>
        <w:spacing w:line="360" w:lineRule="auto"/>
        <w:outlineLvl w:val="0"/>
        <w:rPr>
          <w:rFonts w:ascii="Calibri" w:hAnsi="Calibri" w:cs="Arial"/>
          <w:b/>
          <w:bCs/>
          <w:caps/>
          <w:color w:val="000000"/>
          <w:kern w:val="32"/>
        </w:rPr>
      </w:pPr>
      <w:r w:rsidRPr="00A04F8B">
        <w:rPr>
          <w:rFonts w:ascii="Calibri" w:hAnsi="Calibri" w:cs="Arial"/>
          <w:b/>
          <w:bCs/>
          <w:caps/>
          <w:color w:val="000000"/>
          <w:kern w:val="32"/>
        </w:rPr>
        <w:t>MODELLO DI DICHIARAZIONE DI AVVALIMENTO</w:t>
      </w:r>
    </w:p>
    <w:p w:rsidR="00A04F8B" w:rsidRPr="00A04F8B" w:rsidRDefault="00A04F8B" w:rsidP="00A04F8B"/>
    <w:p w:rsidR="001C7C4C" w:rsidRPr="00B655EA" w:rsidRDefault="001C7C4C" w:rsidP="00A04F8B"/>
    <w:p w:rsidR="00891569" w:rsidRPr="00B655EA" w:rsidRDefault="00891569" w:rsidP="00A04F8B"/>
    <w:p w:rsidR="006D18E9" w:rsidRPr="00B655EA" w:rsidRDefault="006D18E9" w:rsidP="00A04F8B"/>
    <w:p w:rsidR="00472DF4" w:rsidRPr="00B655EA" w:rsidRDefault="00472DF4" w:rsidP="00A04F8B">
      <w:r w:rsidRPr="00B655EA">
        <w:br w:type="page"/>
      </w:r>
    </w:p>
    <w:p w:rsidR="00472DF4" w:rsidRPr="00B655EA" w:rsidRDefault="00472DF4" w:rsidP="00472DF4">
      <w:pPr>
        <w:rPr>
          <w:rFonts w:ascii="Calibri" w:hAnsi="Calibri"/>
        </w:rPr>
      </w:pPr>
    </w:p>
    <w:p w:rsidR="00472DF4" w:rsidRPr="00B655EA" w:rsidRDefault="00472DF4" w:rsidP="00472DF4">
      <w:pPr>
        <w:pStyle w:val="StileTitolocopertinaInterlineaesatta15pt"/>
        <w:rPr>
          <w:rFonts w:ascii="Calibri" w:hAnsi="Calibri"/>
          <w:sz w:val="20"/>
        </w:rPr>
      </w:pPr>
      <w:r w:rsidRPr="00B655EA">
        <w:rPr>
          <w:rFonts w:ascii="Calibri" w:hAnsi="Calibri"/>
          <w:sz w:val="20"/>
        </w:rPr>
        <w:t xml:space="preserve">ALLEGATO </w:t>
      </w:r>
      <w:r w:rsidR="002F45FC">
        <w:rPr>
          <w:rFonts w:ascii="Calibri" w:hAnsi="Calibri"/>
          <w:sz w:val="20"/>
        </w:rPr>
        <w:t>5</w:t>
      </w:r>
    </w:p>
    <w:p w:rsidR="00472DF4" w:rsidRPr="00B655EA" w:rsidRDefault="00472DF4" w:rsidP="00472DF4">
      <w:pPr>
        <w:pStyle w:val="StileTitolocopertinaInterlineaesatta15pt"/>
        <w:rPr>
          <w:rFonts w:ascii="Calibri" w:hAnsi="Calibri"/>
          <w:sz w:val="20"/>
        </w:rPr>
      </w:pPr>
    </w:p>
    <w:p w:rsidR="00472DF4" w:rsidRPr="00B655EA" w:rsidRDefault="00472DF4" w:rsidP="00472DF4">
      <w:pPr>
        <w:pStyle w:val="StileTitolocopertinaInterlineaesatta15pt"/>
        <w:rPr>
          <w:rFonts w:ascii="Calibri" w:hAnsi="Calibri"/>
          <w:sz w:val="20"/>
        </w:rPr>
      </w:pPr>
    </w:p>
    <w:p w:rsidR="00472DF4" w:rsidRPr="00B655EA" w:rsidRDefault="00472DF4" w:rsidP="00472DF4">
      <w:pPr>
        <w:pStyle w:val="StileTitolocopertinaInterlineaesatta15pt"/>
        <w:rPr>
          <w:rFonts w:ascii="Calibri" w:hAnsi="Calibri"/>
          <w:sz w:val="20"/>
        </w:rPr>
      </w:pPr>
      <w:r w:rsidRPr="00B655EA">
        <w:rPr>
          <w:rFonts w:ascii="Calibri" w:hAnsi="Calibri"/>
          <w:sz w:val="20"/>
        </w:rPr>
        <w:t>MODELLO DI DICHIARAZIONE DI AVVALIMENTO</w:t>
      </w:r>
    </w:p>
    <w:p w:rsidR="00472DF4" w:rsidRPr="00B655EA" w:rsidRDefault="00472DF4" w:rsidP="00472DF4">
      <w:pPr>
        <w:rPr>
          <w:rFonts w:ascii="Calibri" w:hAnsi="Calibri" w:cs="Trebuchet MS"/>
        </w:rPr>
      </w:pPr>
    </w:p>
    <w:p w:rsidR="00B4214A" w:rsidRPr="00B655EA" w:rsidRDefault="00472DF4" w:rsidP="00542F18">
      <w:pPr>
        <w:rPr>
          <w:rFonts w:ascii="Calibri" w:hAnsi="Calibri" w:cs="Trebuchet MS"/>
          <w:i/>
          <w:u w:val="single"/>
        </w:rPr>
      </w:pPr>
      <w:r w:rsidRPr="00B655EA">
        <w:rPr>
          <w:rFonts w:ascii="Calibri" w:hAnsi="Calibri" w:cs="Trebuchet MS"/>
          <w:i/>
        </w:rPr>
        <w:t>(si ricorda ch</w:t>
      </w:r>
      <w:r w:rsidR="00542F18">
        <w:rPr>
          <w:rFonts w:ascii="Calibri" w:hAnsi="Calibri" w:cs="Trebuchet MS"/>
          <w:i/>
        </w:rPr>
        <w:t>e</w:t>
      </w:r>
      <w:r w:rsidRPr="00B655EA">
        <w:rPr>
          <w:rFonts w:ascii="Calibri" w:hAnsi="Calibri" w:cs="Trebuchet MS"/>
          <w:i/>
        </w:rPr>
        <w:t xml:space="preserve"> </w:t>
      </w:r>
      <w:r w:rsidRPr="00542F18">
        <w:rPr>
          <w:rFonts w:ascii="Calibri" w:hAnsi="Calibri" w:cs="Trebuchet MS"/>
          <w:i/>
        </w:rPr>
        <w:t xml:space="preserve">alla dichiarazione di avvalimento deve essere allegata ai sensi dell’art. 89 del D. Lgs. n. 50/2016 </w:t>
      </w:r>
      <w:r w:rsidRPr="00542F18">
        <w:rPr>
          <w:rFonts w:ascii="Calibri" w:hAnsi="Calibri" w:cs="Trebuchet MS"/>
          <w:b/>
          <w:i/>
        </w:rPr>
        <w:t xml:space="preserve">originale o copia autentica del contratto in virtù del quale l’impresa ausiliaria si obbliga nei confronti </w:t>
      </w:r>
      <w:r w:rsidR="005F1413" w:rsidRPr="00542F18">
        <w:rPr>
          <w:rFonts w:ascii="Calibri" w:hAnsi="Calibri" w:cs="Trebuchet MS"/>
          <w:b/>
          <w:i/>
        </w:rPr>
        <w:t xml:space="preserve">del </w:t>
      </w:r>
      <w:r w:rsidRPr="00542F18">
        <w:rPr>
          <w:rFonts w:ascii="Calibri" w:hAnsi="Calibri" w:cs="Trebuchet MS"/>
          <w:b/>
          <w:i/>
        </w:rPr>
        <w:t xml:space="preserve">concorrente a fornire i requisiti dichiarati </w:t>
      </w:r>
      <w:r w:rsidR="005F1413" w:rsidRPr="00542F18">
        <w:rPr>
          <w:rFonts w:ascii="Calibri" w:hAnsi="Calibri" w:cs="Trebuchet MS"/>
          <w:b/>
          <w:i/>
        </w:rPr>
        <w:t xml:space="preserve">nel DGUE e nella presente dichiarazione </w:t>
      </w:r>
      <w:r w:rsidRPr="00542F18">
        <w:rPr>
          <w:rFonts w:ascii="Calibri" w:hAnsi="Calibri" w:cs="Trebuchet MS"/>
          <w:b/>
          <w:i/>
        </w:rPr>
        <w:t>e a mettere a disposizione le risorse necessarie per tutta la durata dell’appalto</w:t>
      </w:r>
      <w:r w:rsidR="00813986" w:rsidRPr="00542F18">
        <w:rPr>
          <w:rFonts w:ascii="Calibri" w:hAnsi="Calibri" w:cs="Trebuchet MS"/>
          <w:b/>
          <w:i/>
        </w:rPr>
        <w:t xml:space="preserve">; </w:t>
      </w:r>
      <w:r w:rsidR="00B4214A" w:rsidRPr="00542F18">
        <w:rPr>
          <w:rFonts w:ascii="Calibri" w:hAnsi="Calibri" w:cs="Trebuchet MS"/>
          <w:b/>
          <w:i/>
          <w:u w:val="single"/>
        </w:rPr>
        <w:t xml:space="preserve">si ricorda che il contratto dovrà essere determinato nell’oggetto, nella durata, e dovrà contenere ogni altro elemento utile ai fini dell’avvalimento </w:t>
      </w:r>
      <w:r w:rsidR="007B1CD9" w:rsidRPr="00542F18">
        <w:rPr>
          <w:rFonts w:ascii="Calibri" w:hAnsi="Calibri" w:cs="Trebuchet MS"/>
          <w:b/>
          <w:i/>
          <w:u w:val="single"/>
        </w:rPr>
        <w:t>e</w:t>
      </w:r>
      <w:r w:rsidR="00B4214A" w:rsidRPr="00542F18">
        <w:rPr>
          <w:rFonts w:ascii="Calibri" w:hAnsi="Calibri" w:cs="Trebuchet MS"/>
          <w:b/>
          <w:i/>
          <w:u w:val="single"/>
        </w:rPr>
        <w:t xml:space="preserv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w:t>
      </w:r>
      <w:r w:rsidR="00813986" w:rsidRPr="00542F18">
        <w:rPr>
          <w:rFonts w:ascii="Calibri" w:hAnsi="Calibri" w:cs="Trebuchet MS"/>
          <w:b/>
          <w:i/>
          <w:u w:val="single"/>
        </w:rPr>
        <w:t xml:space="preserve"> </w:t>
      </w:r>
      <w:r w:rsidR="00B4214A" w:rsidRPr="00542F18">
        <w:rPr>
          <w:rFonts w:ascii="Calibri" w:hAnsi="Calibri" w:cs="Trebuchet MS"/>
          <w:b/>
          <w:i/>
          <w:u w:val="single"/>
        </w:rPr>
        <w:t>In caso di messa a disposizione di strumenti, ne dovrà essere fornito elenco e descrizione</w:t>
      </w:r>
      <w:r w:rsidR="002469D8">
        <w:rPr>
          <w:rFonts w:ascii="Calibri" w:hAnsi="Calibri" w:cs="Trebuchet MS"/>
          <w:b/>
          <w:i/>
          <w:u w:val="single"/>
        </w:rPr>
        <w:t>)</w:t>
      </w:r>
      <w:r w:rsidR="00813986" w:rsidRPr="00542F18">
        <w:rPr>
          <w:rFonts w:ascii="Calibri" w:hAnsi="Calibri" w:cs="Trebuchet MS"/>
          <w:b/>
          <w:i/>
          <w:u w:val="single"/>
        </w:rPr>
        <w:t>.</w:t>
      </w:r>
      <w:r w:rsidR="00B4214A" w:rsidRPr="00542F18">
        <w:rPr>
          <w:rFonts w:ascii="Calibri" w:hAnsi="Calibri" w:cs="Trebuchet MS"/>
          <w:b/>
          <w:i/>
          <w:u w:val="single"/>
        </w:rPr>
        <w:t xml:space="preserve"> </w:t>
      </w:r>
    </w:p>
    <w:p w:rsidR="006D18E9" w:rsidRPr="00B655EA" w:rsidRDefault="006D18E9" w:rsidP="002F35A2">
      <w:pPr>
        <w:rPr>
          <w:rFonts w:ascii="Calibri" w:hAnsi="Calibri"/>
        </w:rPr>
      </w:pPr>
    </w:p>
    <w:p w:rsidR="006D18E9" w:rsidRPr="00B655EA" w:rsidRDefault="006D18E9" w:rsidP="002F35A2">
      <w:pPr>
        <w:rPr>
          <w:rFonts w:ascii="Calibri" w:hAnsi="Calibri"/>
        </w:rPr>
      </w:pPr>
    </w:p>
    <w:p w:rsidR="006D18E9" w:rsidRPr="00B655EA" w:rsidRDefault="00472DF4" w:rsidP="00166734">
      <w:pPr>
        <w:rPr>
          <w:rStyle w:val="Grassetto"/>
          <w:rFonts w:ascii="Calibri" w:hAnsi="Calibri"/>
        </w:rPr>
      </w:pPr>
      <w:r w:rsidRPr="00B655EA">
        <w:rPr>
          <w:rFonts w:ascii="Calibri" w:hAnsi="Calibri"/>
        </w:rPr>
        <w:br w:type="page"/>
      </w:r>
      <w:r w:rsidR="006D18E9" w:rsidRPr="00B655EA">
        <w:rPr>
          <w:rStyle w:val="Grassetto"/>
          <w:rFonts w:ascii="Calibri" w:hAnsi="Calibri"/>
        </w:rPr>
        <w:lastRenderedPageBreak/>
        <w:t>DICHIARAZIONE DI MESSA A DISPOSIZIONE DEL REQUISITO DELL’IMPRESA AUSILIARIA</w:t>
      </w:r>
    </w:p>
    <w:p w:rsidR="00472DF4" w:rsidRPr="00B655EA" w:rsidRDefault="00472DF4" w:rsidP="002F35A2">
      <w:pPr>
        <w:rPr>
          <w:rFonts w:ascii="Calibri" w:hAnsi="Calibri"/>
        </w:rPr>
      </w:pPr>
    </w:p>
    <w:p w:rsidR="006D18E9" w:rsidRPr="00B655EA" w:rsidRDefault="006D18E9" w:rsidP="002F35A2">
      <w:pPr>
        <w:pStyle w:val="Indirizzo"/>
        <w:rPr>
          <w:rFonts w:ascii="Calibri" w:hAnsi="Calibri"/>
          <w:szCs w:val="20"/>
        </w:rPr>
      </w:pPr>
      <w:r w:rsidRPr="00B655EA">
        <w:rPr>
          <w:rFonts w:ascii="Calibri" w:hAnsi="Calibri"/>
          <w:szCs w:val="20"/>
        </w:rPr>
        <w:t>Spett.le</w:t>
      </w:r>
    </w:p>
    <w:p w:rsidR="006D18E9" w:rsidRPr="00B655EA" w:rsidRDefault="006D18E9" w:rsidP="002F35A2">
      <w:pPr>
        <w:pStyle w:val="Indirizzo"/>
        <w:rPr>
          <w:rFonts w:ascii="Calibri" w:hAnsi="Calibri"/>
          <w:b/>
          <w:bCs/>
          <w:szCs w:val="20"/>
        </w:rPr>
      </w:pPr>
      <w:r w:rsidRPr="00B655EA">
        <w:rPr>
          <w:rFonts w:ascii="Calibri" w:hAnsi="Calibri"/>
          <w:b/>
          <w:bCs/>
          <w:szCs w:val="20"/>
        </w:rPr>
        <w:t xml:space="preserve">Consip </w:t>
      </w:r>
      <w:r w:rsidR="00013BA3">
        <w:rPr>
          <w:rFonts w:ascii="Calibri" w:hAnsi="Calibri"/>
          <w:b/>
          <w:bCs/>
          <w:szCs w:val="20"/>
        </w:rPr>
        <w:t>S</w:t>
      </w:r>
      <w:r w:rsidRPr="00B655EA">
        <w:rPr>
          <w:rFonts w:ascii="Calibri" w:hAnsi="Calibri"/>
          <w:b/>
          <w:bCs/>
          <w:szCs w:val="20"/>
        </w:rPr>
        <w:t>.p.</w:t>
      </w:r>
      <w:r w:rsidR="00013BA3">
        <w:rPr>
          <w:rFonts w:ascii="Calibri" w:hAnsi="Calibri"/>
          <w:b/>
          <w:bCs/>
          <w:szCs w:val="20"/>
        </w:rPr>
        <w:t>A</w:t>
      </w:r>
      <w:r w:rsidRPr="00B655EA">
        <w:rPr>
          <w:rFonts w:ascii="Calibri" w:hAnsi="Calibri"/>
          <w:b/>
          <w:bCs/>
          <w:szCs w:val="20"/>
        </w:rPr>
        <w:t>.</w:t>
      </w:r>
    </w:p>
    <w:p w:rsidR="006D18E9" w:rsidRPr="00B655EA" w:rsidRDefault="006D18E9" w:rsidP="002F35A2">
      <w:pPr>
        <w:pStyle w:val="Indirizzo"/>
        <w:rPr>
          <w:rFonts w:ascii="Calibri" w:hAnsi="Calibri"/>
          <w:szCs w:val="20"/>
        </w:rPr>
      </w:pPr>
      <w:r w:rsidRPr="00B655EA">
        <w:rPr>
          <w:rFonts w:ascii="Calibri" w:hAnsi="Calibri"/>
          <w:szCs w:val="20"/>
        </w:rPr>
        <w:t>VIA ISONZO, 19/E</w:t>
      </w:r>
    </w:p>
    <w:p w:rsidR="006D18E9" w:rsidRPr="00B655EA" w:rsidRDefault="006D18E9" w:rsidP="002F35A2">
      <w:pPr>
        <w:pStyle w:val="Indirizzo"/>
        <w:rPr>
          <w:rFonts w:ascii="Calibri" w:hAnsi="Calibri"/>
          <w:szCs w:val="20"/>
        </w:rPr>
      </w:pPr>
      <w:r w:rsidRPr="00B655EA">
        <w:rPr>
          <w:rFonts w:ascii="Calibri" w:hAnsi="Calibri"/>
          <w:szCs w:val="20"/>
        </w:rPr>
        <w:t xml:space="preserve">00198 Roma </w:t>
      </w:r>
    </w:p>
    <w:p w:rsidR="00472DF4" w:rsidRPr="00B655EA" w:rsidRDefault="00472DF4" w:rsidP="002F35A2">
      <w:pPr>
        <w:rPr>
          <w:rFonts w:ascii="Calibri" w:hAnsi="Calibri"/>
          <w:u w:val="single"/>
        </w:rPr>
      </w:pPr>
    </w:p>
    <w:p w:rsidR="002F35A2" w:rsidRPr="00B655EA" w:rsidRDefault="002F35A2" w:rsidP="002F35A2">
      <w:pPr>
        <w:rPr>
          <w:rFonts w:ascii="Calibri" w:hAnsi="Calibri" w:cs="Trebuchet MS"/>
        </w:rPr>
      </w:pPr>
      <w:r w:rsidRPr="00B655EA">
        <w:rPr>
          <w:rFonts w:ascii="Calibri" w:hAnsi="Calibri" w:cs="Trebuchet MS"/>
        </w:rPr>
        <w:t>Il sottoscritto</w:t>
      </w:r>
      <w:r w:rsidR="007B1CD9" w:rsidRPr="00B655EA">
        <w:rPr>
          <w:rFonts w:ascii="Calibri" w:hAnsi="Calibri" w:cs="Trebuchet MS"/>
        </w:rPr>
        <w:t xml:space="preserve"> </w:t>
      </w:r>
      <w:r w:rsidRPr="00B655EA">
        <w:rPr>
          <w:rFonts w:ascii="Calibri" w:hAnsi="Calibri" w:cs="Trebuchet MS"/>
        </w:rPr>
        <w:t>_________________________</w:t>
      </w:r>
      <w:r w:rsidR="00813986">
        <w:rPr>
          <w:rFonts w:ascii="Calibri" w:hAnsi="Calibri" w:cs="Trebuchet MS"/>
        </w:rPr>
        <w:t>CF __________</w:t>
      </w:r>
      <w:r w:rsidRPr="00B655EA">
        <w:rPr>
          <w:rFonts w:ascii="Calibri" w:hAnsi="Calibri" w:cs="Trebuchet MS"/>
        </w:rPr>
        <w:t>__</w:t>
      </w:r>
      <w:r w:rsidR="007B1CD9" w:rsidRPr="00B655EA">
        <w:rPr>
          <w:rFonts w:ascii="Calibri" w:hAnsi="Calibri" w:cs="Trebuchet MS"/>
        </w:rPr>
        <w:t xml:space="preserve"> </w:t>
      </w:r>
      <w:r w:rsidRPr="00B655EA">
        <w:rPr>
          <w:rFonts w:ascii="Calibri" w:hAnsi="Calibri" w:cs="Trebuchet MS"/>
        </w:rPr>
        <w:t xml:space="preserve">Legale Rappresentante </w:t>
      </w:r>
      <w:r w:rsidR="00693592" w:rsidRPr="00B655EA">
        <w:rPr>
          <w:rFonts w:ascii="Calibri" w:hAnsi="Calibri"/>
        </w:rPr>
        <w:t>avente i poteri necessari per impegnare l’impresa nella presente procedura</w:t>
      </w:r>
      <w:r w:rsidR="00693592" w:rsidRPr="00B655EA">
        <w:rPr>
          <w:rFonts w:ascii="Calibri" w:hAnsi="Calibri" w:cs="Trebuchet MS"/>
        </w:rPr>
        <w:t xml:space="preserve"> </w:t>
      </w:r>
      <w:r w:rsidRPr="00B655EA">
        <w:rPr>
          <w:rFonts w:ascii="Calibri" w:hAnsi="Calibri" w:cs="Trebuchet MS"/>
        </w:rPr>
        <w:t>/ Procuratore del</w:t>
      </w:r>
      <w:r w:rsidR="00377045" w:rsidRPr="00B655EA">
        <w:rPr>
          <w:rFonts w:ascii="Calibri" w:hAnsi="Calibri" w:cs="Trebuchet MS"/>
        </w:rPr>
        <w:t>l’ausiliaria</w:t>
      </w:r>
      <w:r w:rsidRPr="00B655EA">
        <w:rPr>
          <w:rFonts w:ascii="Calibri" w:hAnsi="Calibri" w:cs="Trebuchet MS"/>
        </w:rPr>
        <w:t xml:space="preserve"> _________________</w:t>
      </w:r>
      <w:r w:rsidR="00377045" w:rsidRPr="00B655EA">
        <w:rPr>
          <w:rFonts w:ascii="Calibri" w:hAnsi="Calibri" w:cs="Trebuchet MS"/>
        </w:rPr>
        <w:t xml:space="preserve"> </w:t>
      </w:r>
      <w:r w:rsidRPr="00B655EA">
        <w:rPr>
          <w:rFonts w:ascii="Calibri" w:hAnsi="Calibri" w:cs="Trebuchet MS"/>
        </w:rPr>
        <w:t>Codice Fiscale n. __________________ iscritta nel Registro delle Imprese di __________ al n.</w:t>
      </w:r>
      <w:r w:rsidR="007B1CD9" w:rsidRPr="00B655EA">
        <w:rPr>
          <w:rFonts w:ascii="Calibri" w:hAnsi="Calibri" w:cs="Trebuchet MS"/>
        </w:rPr>
        <w:t xml:space="preserve"> </w:t>
      </w:r>
      <w:r w:rsidRPr="00B655EA">
        <w:rPr>
          <w:rFonts w:ascii="Calibri" w:hAnsi="Calibri" w:cs="Trebuchet MS"/>
        </w:rPr>
        <w:t>___________ in data ________</w:t>
      </w:r>
      <w:r w:rsidR="00E07FD4" w:rsidRPr="00B655EA">
        <w:rPr>
          <w:rFonts w:ascii="Calibri" w:hAnsi="Calibri"/>
        </w:rPr>
        <w:t xml:space="preserve"> </w:t>
      </w:r>
    </w:p>
    <w:p w:rsidR="002F35A2" w:rsidRPr="00B655EA" w:rsidRDefault="002F35A2" w:rsidP="002F35A2">
      <w:pPr>
        <w:rPr>
          <w:rFonts w:ascii="Calibri" w:hAnsi="Calibri" w:cs="Trebuchet MS"/>
        </w:rPr>
      </w:pPr>
      <w:r w:rsidRPr="00B655EA">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B655EA" w:rsidRDefault="002F35A2" w:rsidP="00A04F8B">
      <w:pPr>
        <w:jc w:val="center"/>
        <w:rPr>
          <w:rStyle w:val="Grassetto"/>
          <w:rFonts w:ascii="Calibri" w:hAnsi="Calibri"/>
          <w:b w:val="0"/>
        </w:rPr>
      </w:pPr>
      <w:r w:rsidRPr="00B655EA">
        <w:rPr>
          <w:rStyle w:val="Grassetto"/>
          <w:rFonts w:ascii="Calibri" w:hAnsi="Calibri"/>
        </w:rPr>
        <w:t xml:space="preserve">DICHIARA SOTTO </w:t>
      </w:r>
      <w:smartTag w:uri="urn:schemas-microsoft-com:office:smarttags" w:element="PersonName">
        <w:smartTagPr>
          <w:attr w:name="ProductID" w:val="LA PROPRIA RESPONSABILIT￀"/>
        </w:smartTagPr>
        <w:r w:rsidRPr="00B655EA">
          <w:rPr>
            <w:rStyle w:val="Grassetto"/>
            <w:rFonts w:ascii="Calibri" w:hAnsi="Calibri"/>
          </w:rPr>
          <w:t>LA PROPRIA RESPONSABILITÀ</w:t>
        </w:r>
      </w:smartTag>
    </w:p>
    <w:p w:rsidR="007B1CD9" w:rsidRPr="00B655EA" w:rsidRDefault="007B1CD9" w:rsidP="007B1CD9">
      <w:pPr>
        <w:pStyle w:val="Paragrafoelenco"/>
        <w:widowControl w:val="0"/>
        <w:numPr>
          <w:ilvl w:val="2"/>
          <w:numId w:val="28"/>
        </w:numPr>
        <w:ind w:left="567" w:hanging="567"/>
        <w:rPr>
          <w:rFonts w:ascii="Calibri" w:hAnsi="Calibri" w:cs="Calibri"/>
          <w:sz w:val="20"/>
          <w:szCs w:val="20"/>
        </w:rPr>
      </w:pPr>
      <w:r w:rsidRPr="00B655EA">
        <w:rPr>
          <w:rFonts w:ascii="Calibri" w:hAnsi="Calibri" w:cs="Calibri"/>
          <w:sz w:val="20"/>
          <w:szCs w:val="20"/>
        </w:rPr>
        <w:t xml:space="preserve">di obbligarsi, verso il concorrente </w:t>
      </w:r>
      <w:r w:rsidR="00542F18">
        <w:rPr>
          <w:rFonts w:ascii="Calibri" w:hAnsi="Calibri" w:cs="Calibri"/>
          <w:sz w:val="20"/>
          <w:szCs w:val="20"/>
        </w:rPr>
        <w:t>______________</w:t>
      </w:r>
      <w:r w:rsidR="00542F18" w:rsidRPr="00542F18">
        <w:rPr>
          <w:rFonts w:ascii="Calibri" w:hAnsi="Calibri" w:cs="Calibri"/>
          <w:i/>
          <w:sz w:val="20"/>
          <w:szCs w:val="20"/>
        </w:rPr>
        <w:t xml:space="preserve"> (indicare impresa ausiliata)</w:t>
      </w:r>
      <w:r w:rsidR="00542F18">
        <w:rPr>
          <w:rFonts w:ascii="Calibri" w:hAnsi="Calibri" w:cs="Calibri"/>
          <w:sz w:val="20"/>
          <w:szCs w:val="20"/>
        </w:rPr>
        <w:t xml:space="preserve"> </w:t>
      </w:r>
      <w:r w:rsidRPr="00B655EA">
        <w:rPr>
          <w:rFonts w:ascii="Calibri" w:hAnsi="Calibri" w:cs="Calibri"/>
          <w:sz w:val="20"/>
          <w:szCs w:val="20"/>
        </w:rPr>
        <w:t xml:space="preserve">e verso la Committente, a mettere a disposizione, per tutta la durata dell’appalto, le risorse necessarie di cui è carente il concorrente; </w:t>
      </w:r>
    </w:p>
    <w:p w:rsidR="007B3373" w:rsidRDefault="007B1CD9" w:rsidP="007B3373">
      <w:pPr>
        <w:pStyle w:val="Paragrafoelenco"/>
        <w:widowControl w:val="0"/>
        <w:numPr>
          <w:ilvl w:val="2"/>
          <w:numId w:val="28"/>
        </w:numPr>
        <w:ind w:left="567" w:hanging="567"/>
        <w:rPr>
          <w:rFonts w:ascii="Calibri" w:hAnsi="Calibri" w:cs="Calibri"/>
          <w:sz w:val="20"/>
          <w:szCs w:val="20"/>
        </w:rPr>
      </w:pPr>
      <w:r w:rsidRPr="00B655EA">
        <w:rPr>
          <w:rFonts w:ascii="Calibri" w:hAnsi="Calibri" w:cs="Calibri"/>
          <w:sz w:val="20"/>
          <w:szCs w:val="20"/>
        </w:rPr>
        <w:t>di non partecipare alla gara in proprio o come associata o consorziata;</w:t>
      </w:r>
    </w:p>
    <w:p w:rsidR="002757E5" w:rsidRDefault="007B3373" w:rsidP="002757E5">
      <w:pPr>
        <w:pStyle w:val="Paragrafoelenco"/>
        <w:widowControl w:val="0"/>
        <w:numPr>
          <w:ilvl w:val="2"/>
          <w:numId w:val="28"/>
        </w:numPr>
        <w:ind w:left="567" w:hanging="567"/>
        <w:rPr>
          <w:rFonts w:ascii="Calibri" w:hAnsi="Calibri" w:cs="Calibri"/>
          <w:sz w:val="20"/>
          <w:szCs w:val="20"/>
        </w:rPr>
      </w:pPr>
      <w:r w:rsidRPr="007B3373">
        <w:rPr>
          <w:rFonts w:ascii="Calibri" w:hAnsi="Calibri" w:cs="Calibri"/>
          <w:sz w:val="20"/>
          <w:szCs w:val="20"/>
        </w:rPr>
        <w:t>di non incorrere nelle cause di esclusione di cui all’art. 80, comma 5 l</w:t>
      </w:r>
      <w:r>
        <w:rPr>
          <w:rFonts w:ascii="Calibri" w:hAnsi="Calibri" w:cs="Calibri"/>
          <w:sz w:val="20"/>
          <w:szCs w:val="20"/>
        </w:rPr>
        <w:t>ett. f-bis) e f-ter) del Codice;</w:t>
      </w:r>
      <w:r w:rsidR="002757E5">
        <w:rPr>
          <w:rFonts w:ascii="Calibri" w:hAnsi="Calibri" w:cs="Calibri"/>
          <w:sz w:val="20"/>
          <w:szCs w:val="20"/>
        </w:rPr>
        <w:t xml:space="preserve"> </w:t>
      </w:r>
    </w:p>
    <w:p w:rsidR="002757E5" w:rsidRPr="002757E5" w:rsidRDefault="002757E5" w:rsidP="002757E5">
      <w:pPr>
        <w:pStyle w:val="Paragrafoelenco"/>
        <w:widowControl w:val="0"/>
        <w:numPr>
          <w:ilvl w:val="2"/>
          <w:numId w:val="28"/>
        </w:numPr>
        <w:ind w:left="567" w:hanging="567"/>
        <w:rPr>
          <w:rFonts w:ascii="Calibri" w:hAnsi="Calibri" w:cs="Calibri"/>
          <w:sz w:val="20"/>
          <w:szCs w:val="20"/>
        </w:rPr>
      </w:pPr>
      <w:r w:rsidRPr="002757E5">
        <w:rPr>
          <w:rFonts w:ascii="Calibri" w:hAnsi="Calibri"/>
          <w:sz w:val="20"/>
          <w:szCs w:val="20"/>
        </w:rPr>
        <w:t>che i dati identificativi dei soggetti di cui all’art. 80, comma 3</w:t>
      </w:r>
      <w:r w:rsidR="00813986">
        <w:rPr>
          <w:rStyle w:val="Rimandonotaapidipagina"/>
          <w:rFonts w:ascii="Calibri" w:hAnsi="Calibri"/>
          <w:szCs w:val="20"/>
        </w:rPr>
        <w:footnoteReference w:id="1"/>
      </w:r>
      <w:r w:rsidRPr="002757E5">
        <w:rPr>
          <w:rFonts w:ascii="Calibri" w:hAnsi="Calibri"/>
          <w:sz w:val="20"/>
          <w:szCs w:val="20"/>
        </w:rPr>
        <w:t xml:space="preserve"> del Codice sono </w:t>
      </w:r>
    </w:p>
    <w:p w:rsidR="002757E5" w:rsidRDefault="002757E5" w:rsidP="00565B16">
      <w:pPr>
        <w:pStyle w:val="Paragrafoelenco"/>
        <w:widowControl w:val="0"/>
        <w:ind w:left="567"/>
        <w:rPr>
          <w:rFonts w:ascii="Calibri" w:hAnsi="Calibri"/>
          <w:sz w:val="20"/>
          <w:szCs w:val="20"/>
        </w:rPr>
      </w:pPr>
      <w:r w:rsidRPr="000D564C">
        <w:rPr>
          <w:rFonts w:ascii="Calibri" w:hAnsi="Calibri"/>
          <w:sz w:val="20"/>
          <w:szCs w:val="20"/>
        </w:rPr>
        <w:t>_________</w:t>
      </w:r>
      <w:r>
        <w:rPr>
          <w:rFonts w:ascii="Calibri" w:hAnsi="Calibri"/>
          <w:sz w:val="20"/>
          <w:szCs w:val="20"/>
        </w:rPr>
        <w:t xml:space="preserve"> </w:t>
      </w:r>
      <w:r w:rsidRPr="000D564C">
        <w:rPr>
          <w:rFonts w:ascii="Calibri" w:hAnsi="Calibri"/>
          <w:sz w:val="20"/>
          <w:szCs w:val="20"/>
        </w:rPr>
        <w:t xml:space="preserve">(nome, cognome) _________________ (data e luogo di nascita) ______________ (codice fiscale) </w:t>
      </w:r>
      <w:r w:rsidR="00813986">
        <w:rPr>
          <w:rFonts w:ascii="Calibri" w:hAnsi="Calibri"/>
          <w:sz w:val="20"/>
          <w:szCs w:val="20"/>
        </w:rPr>
        <w:t>___________ (ruolo/carica)</w:t>
      </w:r>
    </w:p>
    <w:p w:rsidR="002757E5" w:rsidRPr="000D564C" w:rsidRDefault="002757E5" w:rsidP="00565B16">
      <w:pPr>
        <w:pStyle w:val="Paragrafoelenco"/>
        <w:widowControl w:val="0"/>
        <w:ind w:left="567"/>
        <w:rPr>
          <w:rFonts w:ascii="Calibri" w:hAnsi="Calibri"/>
          <w:sz w:val="20"/>
          <w:szCs w:val="20"/>
        </w:rPr>
      </w:pPr>
      <w:r w:rsidRPr="000D564C">
        <w:rPr>
          <w:rFonts w:ascii="Calibri" w:hAnsi="Calibri"/>
          <w:sz w:val="20"/>
          <w:szCs w:val="20"/>
        </w:rPr>
        <w:t>_________</w:t>
      </w:r>
      <w:r>
        <w:rPr>
          <w:rFonts w:ascii="Calibri" w:hAnsi="Calibri"/>
          <w:sz w:val="20"/>
          <w:szCs w:val="20"/>
        </w:rPr>
        <w:t xml:space="preserve"> </w:t>
      </w:r>
      <w:r w:rsidRPr="000D564C">
        <w:rPr>
          <w:rFonts w:ascii="Calibri" w:hAnsi="Calibri"/>
          <w:sz w:val="20"/>
          <w:szCs w:val="20"/>
        </w:rPr>
        <w:t xml:space="preserve">(nome, cognome) _________________ (data e luogo di nascita) ______________ (codice fiscale) </w:t>
      </w:r>
      <w:r w:rsidR="00813986">
        <w:rPr>
          <w:rFonts w:ascii="Calibri" w:hAnsi="Calibri"/>
          <w:sz w:val="20"/>
          <w:szCs w:val="20"/>
        </w:rPr>
        <w:t>___________ (ruolo/carica)</w:t>
      </w:r>
    </w:p>
    <w:p w:rsidR="002757E5" w:rsidRPr="000D564C" w:rsidRDefault="002757E5" w:rsidP="00565B16">
      <w:pPr>
        <w:pStyle w:val="Paragrafoelenco"/>
        <w:widowControl w:val="0"/>
        <w:ind w:left="567"/>
        <w:rPr>
          <w:rFonts w:ascii="Calibri" w:hAnsi="Calibri"/>
          <w:sz w:val="20"/>
          <w:szCs w:val="20"/>
        </w:rPr>
      </w:pPr>
      <w:r w:rsidRPr="000D564C">
        <w:rPr>
          <w:rFonts w:ascii="Calibri" w:hAnsi="Calibri"/>
          <w:sz w:val="20"/>
          <w:szCs w:val="20"/>
        </w:rPr>
        <w:t>_________</w:t>
      </w:r>
      <w:r>
        <w:rPr>
          <w:rFonts w:ascii="Calibri" w:hAnsi="Calibri"/>
          <w:sz w:val="20"/>
          <w:szCs w:val="20"/>
        </w:rPr>
        <w:t xml:space="preserve"> </w:t>
      </w:r>
      <w:r w:rsidRPr="000D564C">
        <w:rPr>
          <w:rFonts w:ascii="Calibri" w:hAnsi="Calibri"/>
          <w:sz w:val="20"/>
          <w:szCs w:val="20"/>
        </w:rPr>
        <w:t xml:space="preserve">(nome, cognome) _________________ (data e luogo di nascita) ______________ (codice fiscale) </w:t>
      </w:r>
      <w:r w:rsidR="00813986">
        <w:rPr>
          <w:rFonts w:ascii="Calibri" w:hAnsi="Calibri"/>
          <w:sz w:val="20"/>
          <w:szCs w:val="20"/>
        </w:rPr>
        <w:t>___________ (ruolo/carica)</w:t>
      </w:r>
    </w:p>
    <w:p w:rsidR="002757E5" w:rsidRPr="000D564C" w:rsidRDefault="002757E5" w:rsidP="00565B16">
      <w:pPr>
        <w:pStyle w:val="Paragrafoelenco"/>
        <w:widowControl w:val="0"/>
        <w:ind w:left="567"/>
        <w:rPr>
          <w:rFonts w:ascii="Calibri" w:hAnsi="Calibri"/>
          <w:sz w:val="20"/>
          <w:szCs w:val="20"/>
        </w:rPr>
      </w:pPr>
      <w:r w:rsidRPr="000D564C">
        <w:rPr>
          <w:rFonts w:ascii="Calibri" w:hAnsi="Calibri"/>
          <w:sz w:val="20"/>
          <w:szCs w:val="20"/>
        </w:rPr>
        <w:t>_________</w:t>
      </w:r>
      <w:r>
        <w:rPr>
          <w:rFonts w:ascii="Calibri" w:hAnsi="Calibri"/>
          <w:sz w:val="20"/>
          <w:szCs w:val="20"/>
        </w:rPr>
        <w:t xml:space="preserve"> </w:t>
      </w:r>
      <w:r w:rsidRPr="000D564C">
        <w:rPr>
          <w:rFonts w:ascii="Calibri" w:hAnsi="Calibri"/>
          <w:sz w:val="20"/>
          <w:szCs w:val="20"/>
        </w:rPr>
        <w:t xml:space="preserve">(nome, cognome) _________________ (data e luogo di nascita) ______________ (codice fiscale) </w:t>
      </w:r>
      <w:r w:rsidR="00813986">
        <w:rPr>
          <w:rFonts w:ascii="Calibri" w:hAnsi="Calibri"/>
          <w:sz w:val="20"/>
          <w:szCs w:val="20"/>
        </w:rPr>
        <w:t>___________ (ruolo/carica)</w:t>
      </w:r>
    </w:p>
    <w:p w:rsidR="00813986" w:rsidRPr="000D564C" w:rsidRDefault="00813986" w:rsidP="00813986">
      <w:pPr>
        <w:ind w:left="360"/>
        <w:rPr>
          <w:rFonts w:ascii="Calibri" w:hAnsi="Calibri"/>
        </w:rPr>
      </w:pPr>
      <w:r w:rsidRPr="008A38B0">
        <w:rPr>
          <w:rFonts w:ascii="Calibri" w:hAnsi="Calibri"/>
          <w:b/>
        </w:rPr>
        <w:t>(</w:t>
      </w:r>
      <w:r w:rsidRPr="008A38B0">
        <w:rPr>
          <w:rFonts w:ascii="Calibri" w:hAnsi="Calibri"/>
          <w:b/>
          <w:i/>
          <w:u w:val="single"/>
        </w:rPr>
        <w:t>in alternativa a quanto precede</w:t>
      </w:r>
      <w:r w:rsidRPr="008A38B0">
        <w:rPr>
          <w:rFonts w:ascii="Calibri" w:hAnsi="Calibri"/>
          <w:i/>
          <w:u w:val="single"/>
        </w:rPr>
        <w:t xml:space="preserve"> </w:t>
      </w:r>
      <w:r w:rsidR="00542F18">
        <w:rPr>
          <w:rFonts w:ascii="Calibri" w:hAnsi="Calibri"/>
          <w:b/>
          <w:i/>
          <w:u w:val="single"/>
        </w:rPr>
        <w:t>l’operatore</w:t>
      </w:r>
      <w:r w:rsidRPr="008A38B0">
        <w:rPr>
          <w:rFonts w:ascii="Calibri" w:hAnsi="Calibri"/>
          <w:b/>
          <w:i/>
          <w:u w:val="single"/>
        </w:rPr>
        <w:t xml:space="preserve"> può indicare la banca dati ufficiale o il pubblico registro da cui i medesimi possono essere ricavati in modo aggiornato alla data di presentazione dell’offerta</w:t>
      </w:r>
      <w:r w:rsidRPr="000D564C">
        <w:rPr>
          <w:rFonts w:ascii="Calibri" w:hAnsi="Calibri"/>
        </w:rPr>
        <w:t>)</w:t>
      </w:r>
    </w:p>
    <w:p w:rsidR="007B1CD9" w:rsidRPr="00B655EA" w:rsidRDefault="007B1CD9" w:rsidP="00813986">
      <w:pPr>
        <w:rPr>
          <w:rFonts w:ascii="Calibri" w:eastAsia="Calibri" w:hAnsi="Calibri" w:cs="Calibri"/>
          <w:b/>
        </w:rPr>
      </w:pPr>
      <w:r w:rsidRPr="00B655EA">
        <w:rPr>
          <w:rFonts w:ascii="Calibri" w:eastAsia="Calibri" w:hAnsi="Calibri" w:cs="Calibri"/>
          <w:b/>
        </w:rPr>
        <w:t>In caso di operatori economici ausiliari aventi sede, residenza o domicilio nei paesi inseriti nelle c.d. “black list”</w:t>
      </w:r>
    </w:p>
    <w:p w:rsidR="007B1CD9" w:rsidRPr="00B655EA" w:rsidRDefault="007B1CD9" w:rsidP="007B1CD9">
      <w:pPr>
        <w:pStyle w:val="Paragrafoelenco"/>
        <w:widowControl w:val="0"/>
        <w:numPr>
          <w:ilvl w:val="2"/>
          <w:numId w:val="28"/>
        </w:numPr>
        <w:ind w:left="567" w:hanging="567"/>
        <w:rPr>
          <w:rFonts w:ascii="Calibri" w:hAnsi="Calibri" w:cs="Calibri"/>
          <w:sz w:val="20"/>
          <w:szCs w:val="20"/>
        </w:rPr>
      </w:pPr>
      <w:r w:rsidRPr="00B655EA">
        <w:rPr>
          <w:rFonts w:ascii="Calibri" w:hAnsi="Calibri" w:cs="Calibri"/>
          <w:sz w:val="20"/>
          <w:szCs w:val="20"/>
        </w:rPr>
        <w:t>di essere possesso dell’autorizzazione in corso di validità rilasciata ai sensi del d.m. 14 dicembre 2010 del Ministero dell’economia e delle finanze (</w:t>
      </w:r>
      <w:r w:rsidR="009A26F0" w:rsidRPr="00B655EA">
        <w:rPr>
          <w:rFonts w:ascii="Calibri" w:hAnsi="Calibri" w:cs="Calibri"/>
          <w:sz w:val="20"/>
          <w:szCs w:val="20"/>
        </w:rPr>
        <w:t xml:space="preserve">ai sensi </w:t>
      </w:r>
      <w:r w:rsidR="009A26F0">
        <w:rPr>
          <w:rFonts w:ascii="Calibri" w:hAnsi="Calibri" w:cs="Calibri"/>
          <w:sz w:val="20"/>
          <w:szCs w:val="20"/>
        </w:rPr>
        <w:t>dell’</w:t>
      </w:r>
      <w:r w:rsidRPr="00B655EA">
        <w:rPr>
          <w:rFonts w:ascii="Calibri" w:hAnsi="Calibri" w:cs="Calibri"/>
          <w:sz w:val="20"/>
          <w:szCs w:val="20"/>
        </w:rPr>
        <w:t xml:space="preserve">art. 37 del d.l. 78/2010, conv. in l. 122/2010) </w:t>
      </w:r>
    </w:p>
    <w:p w:rsidR="007B1CD9" w:rsidRPr="00B655EA" w:rsidRDefault="007B1CD9" w:rsidP="007B1CD9">
      <w:pPr>
        <w:pStyle w:val="Paragrafoelenco"/>
        <w:widowControl w:val="0"/>
        <w:ind w:left="567"/>
        <w:rPr>
          <w:rFonts w:ascii="Calibri" w:hAnsi="Calibri" w:cs="Calibri"/>
          <w:b/>
          <w:sz w:val="20"/>
          <w:szCs w:val="20"/>
        </w:rPr>
      </w:pPr>
      <w:r w:rsidRPr="00B655EA">
        <w:rPr>
          <w:rFonts w:ascii="Calibri" w:hAnsi="Calibri" w:cs="Calibri"/>
          <w:b/>
          <w:sz w:val="20"/>
          <w:szCs w:val="20"/>
        </w:rPr>
        <w:t xml:space="preserve">oppure </w:t>
      </w:r>
    </w:p>
    <w:p w:rsidR="007B1CD9" w:rsidRPr="00B655EA" w:rsidRDefault="007B1CD9" w:rsidP="007B1CD9">
      <w:pPr>
        <w:pStyle w:val="Paragrafoelenco"/>
        <w:widowControl w:val="0"/>
        <w:ind w:left="567"/>
        <w:rPr>
          <w:rFonts w:ascii="Calibri" w:hAnsi="Calibri" w:cs="Calibri"/>
          <w:sz w:val="20"/>
          <w:szCs w:val="20"/>
        </w:rPr>
      </w:pPr>
      <w:r w:rsidRPr="00B655EA">
        <w:rPr>
          <w:rFonts w:ascii="Calibri" w:hAnsi="Calibri" w:cs="Calibri"/>
          <w:sz w:val="20"/>
          <w:szCs w:val="20"/>
        </w:rPr>
        <w:t xml:space="preserve">di aver presentato domanda di autorizzazione ai sensi dell’art. 1 comma 3 del d.m. </w:t>
      </w:r>
      <w:r w:rsidRPr="00B655EA">
        <w:rPr>
          <w:rFonts w:ascii="Calibri" w:hAnsi="Calibri" w:cs="Calibri"/>
          <w:sz w:val="20"/>
          <w:szCs w:val="20"/>
        </w:rPr>
        <w:lastRenderedPageBreak/>
        <w:t xml:space="preserve">14.12.2010 </w:t>
      </w:r>
      <w:r w:rsidRPr="00B655EA">
        <w:rPr>
          <w:rFonts w:ascii="Calibri" w:hAnsi="Calibri" w:cs="Calibri"/>
          <w:sz w:val="20"/>
          <w:szCs w:val="20"/>
          <w:u w:val="single"/>
        </w:rPr>
        <w:t>con allegata</w:t>
      </w:r>
      <w:r w:rsidRPr="00B655EA">
        <w:rPr>
          <w:rFonts w:ascii="Calibri" w:hAnsi="Calibri" w:cs="Calibri"/>
          <w:sz w:val="20"/>
          <w:szCs w:val="20"/>
        </w:rPr>
        <w:t xml:space="preserve"> copia dell’istanza di auto</w:t>
      </w:r>
      <w:r w:rsidR="004D7D28">
        <w:rPr>
          <w:rFonts w:ascii="Calibri" w:hAnsi="Calibri" w:cs="Calibri"/>
          <w:sz w:val="20"/>
          <w:szCs w:val="20"/>
        </w:rPr>
        <w:t>rizzazione inviata al Ministero;</w:t>
      </w:r>
    </w:p>
    <w:p w:rsidR="002C3278" w:rsidRPr="00B655EA" w:rsidRDefault="002C3278" w:rsidP="008E76B0">
      <w:pPr>
        <w:pStyle w:val="Paragrafoelenco"/>
        <w:widowControl w:val="0"/>
        <w:numPr>
          <w:ilvl w:val="2"/>
          <w:numId w:val="28"/>
        </w:numPr>
        <w:ind w:left="567" w:hanging="567"/>
        <w:rPr>
          <w:rFonts w:ascii="Calibri" w:hAnsi="Calibri"/>
          <w:sz w:val="20"/>
          <w:szCs w:val="20"/>
        </w:rPr>
      </w:pPr>
      <w:r w:rsidRPr="00B655EA">
        <w:rPr>
          <w:rFonts w:ascii="Calibri" w:hAnsi="Calibri" w:cs="Calibri"/>
          <w:sz w:val="20"/>
          <w:szCs w:val="20"/>
        </w:rPr>
        <w:t>che nel libro soci della medesima _________ figurano i soci sottoelencati, titolari delle</w:t>
      </w:r>
      <w:r w:rsidRPr="00B655EA">
        <w:rPr>
          <w:rFonts w:ascii="Calibri" w:hAnsi="Calibri"/>
          <w:sz w:val="20"/>
          <w:szCs w:val="20"/>
        </w:rPr>
        <w:t xml:space="preserve"> azioni/quote di capitale riportate a fianco di ciascuno di essi:</w:t>
      </w:r>
    </w:p>
    <w:p w:rsidR="002C3278" w:rsidRPr="00B655EA" w:rsidRDefault="002C3278" w:rsidP="008E76B0">
      <w:pPr>
        <w:ind w:left="567"/>
        <w:rPr>
          <w:rFonts w:ascii="Calibri" w:hAnsi="Calibri"/>
        </w:rPr>
      </w:pPr>
      <w:r w:rsidRPr="00B655EA">
        <w:rPr>
          <w:rFonts w:ascii="Calibri" w:hAnsi="Calibri"/>
        </w:rPr>
        <w:t xml:space="preserve">……………….. … % </w:t>
      </w:r>
    </w:p>
    <w:p w:rsidR="002C3278" w:rsidRPr="00B655EA" w:rsidRDefault="002C3278" w:rsidP="008E76B0">
      <w:pPr>
        <w:ind w:left="567"/>
        <w:rPr>
          <w:rFonts w:ascii="Calibri" w:hAnsi="Calibri"/>
        </w:rPr>
      </w:pPr>
      <w:r w:rsidRPr="00B655EA">
        <w:rPr>
          <w:rFonts w:ascii="Calibri" w:hAnsi="Calibri"/>
        </w:rPr>
        <w:t xml:space="preserve">……………….. … % </w:t>
      </w:r>
    </w:p>
    <w:p w:rsidR="002C3278" w:rsidRPr="00B655EA" w:rsidRDefault="002C3278" w:rsidP="008E76B0">
      <w:pPr>
        <w:ind w:left="567"/>
        <w:rPr>
          <w:rFonts w:ascii="Calibri" w:hAnsi="Calibri"/>
        </w:rPr>
      </w:pPr>
      <w:r w:rsidRPr="00B655EA">
        <w:rPr>
          <w:rFonts w:ascii="Calibri" w:hAnsi="Calibri"/>
        </w:rPr>
        <w:t>_______________</w:t>
      </w:r>
    </w:p>
    <w:p w:rsidR="002C3278" w:rsidRPr="00B655EA" w:rsidRDefault="00013BA3" w:rsidP="007B20D0">
      <w:pPr>
        <w:ind w:firstLine="709"/>
        <w:rPr>
          <w:rFonts w:ascii="Calibri" w:hAnsi="Calibri"/>
        </w:rPr>
      </w:pPr>
      <w:r w:rsidRPr="00B655EA">
        <w:rPr>
          <w:rFonts w:ascii="Calibri" w:hAnsi="Calibri"/>
        </w:rPr>
        <w:t>T</w:t>
      </w:r>
      <w:r w:rsidR="002C3278" w:rsidRPr="00B655EA">
        <w:rPr>
          <w:rFonts w:ascii="Calibri" w:hAnsi="Calibri"/>
        </w:rPr>
        <w:t>otale</w:t>
      </w:r>
      <w:r>
        <w:rPr>
          <w:rFonts w:ascii="Calibri" w:hAnsi="Calibri"/>
        </w:rPr>
        <w:tab/>
      </w:r>
      <w:r w:rsidR="002C3278" w:rsidRPr="00B655EA">
        <w:rPr>
          <w:rFonts w:ascii="Calibri" w:hAnsi="Calibri"/>
        </w:rPr>
        <w:t xml:space="preserve"> 100 % </w:t>
      </w:r>
    </w:p>
    <w:p w:rsidR="00576CED" w:rsidRPr="004D7D28" w:rsidRDefault="00576CED" w:rsidP="00576CED">
      <w:pPr>
        <w:pStyle w:val="Paragrafoelenco"/>
        <w:widowControl w:val="0"/>
        <w:numPr>
          <w:ilvl w:val="2"/>
          <w:numId w:val="28"/>
        </w:numPr>
        <w:ind w:left="567" w:hanging="567"/>
        <w:rPr>
          <w:rFonts w:ascii="Calibri" w:hAnsi="Calibri" w:cs="Calibri"/>
          <w:b/>
          <w:sz w:val="20"/>
          <w:szCs w:val="20"/>
        </w:rPr>
      </w:pPr>
      <w:r w:rsidRPr="004D7D28">
        <w:rPr>
          <w:rFonts w:ascii="Calibri" w:hAnsi="Calibri" w:cs="Calibri"/>
          <w:b/>
          <w:sz w:val="20"/>
          <w:szCs w:val="20"/>
        </w:rPr>
        <w:t>Per gli operatori economici ammessi al concordato preventivo con continuità aziendale di cui all’art. 186 bis del R.D. 16 marzo 1942, n. 267</w:t>
      </w:r>
    </w:p>
    <w:p w:rsidR="00576CED" w:rsidRPr="002F45FC" w:rsidRDefault="00576CED" w:rsidP="00576CED">
      <w:pPr>
        <w:pStyle w:val="usoboll1"/>
        <w:spacing w:line="300" w:lineRule="exact"/>
        <w:ind w:left="567"/>
        <w:rPr>
          <w:rFonts w:ascii="Calibri" w:hAnsi="Calibri" w:cs="Calibri"/>
        </w:rPr>
      </w:pPr>
      <w:r w:rsidRPr="004D7D28">
        <w:rPr>
          <w:rFonts w:ascii="Calibri" w:hAnsi="Calibri" w:cs="Calibri"/>
        </w:rPr>
        <w:t xml:space="preserve">di indicare, ad integrazione di quanto indicato nella parte III, sez. C, lett. d) del DGUE, i </w:t>
      </w:r>
      <w:r w:rsidRPr="002F45FC">
        <w:rPr>
          <w:rFonts w:ascii="Calibri" w:hAnsi="Calibri" w:cs="Calibri"/>
        </w:rPr>
        <w:t xml:space="preserve">seguenti </w:t>
      </w:r>
      <w:r w:rsidRPr="002F45FC">
        <w:rPr>
          <w:rFonts w:ascii="Calibri" w:hAnsi="Calibri" w:cs="Garamond"/>
        </w:rPr>
        <w:t xml:space="preserve">estremi del </w:t>
      </w:r>
      <w:r w:rsidRPr="002F45FC">
        <w:rPr>
          <w:rFonts w:ascii="Calibri" w:hAnsi="Calibri" w:cs="Garamond-Italic"/>
          <w:iCs/>
        </w:rPr>
        <w:t>provvedimento di ammissione al concordato e del provvedimento di autorizzazione a partecipare alle gare _________ rilasciati dal Tribunale di _______</w:t>
      </w:r>
      <w:r w:rsidRPr="002F45FC">
        <w:rPr>
          <w:rFonts w:ascii="Calibri" w:hAnsi="Calibri" w:cs="Calibri"/>
        </w:rPr>
        <w:t>;</w:t>
      </w:r>
    </w:p>
    <w:p w:rsidR="00576CED" w:rsidRPr="002F45FC" w:rsidRDefault="00576CED" w:rsidP="00576CED">
      <w:pPr>
        <w:pStyle w:val="Paragrafoelenco"/>
        <w:widowControl w:val="0"/>
        <w:numPr>
          <w:ilvl w:val="2"/>
          <w:numId w:val="28"/>
        </w:numPr>
        <w:ind w:left="567" w:hanging="567"/>
        <w:rPr>
          <w:rFonts w:ascii="Calibri" w:eastAsia="Times New Roman" w:hAnsi="Calibri" w:cs="Calibri"/>
          <w:sz w:val="20"/>
          <w:szCs w:val="20"/>
        </w:rPr>
      </w:pPr>
      <w:r w:rsidRPr="002F45FC">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9" w:history="1">
        <w:r w:rsidRPr="002F45FC">
          <w:rPr>
            <w:rFonts w:ascii="Calibri" w:eastAsia="Times New Roman" w:hAnsi="Calibri" w:cs="Calibri"/>
            <w:sz w:val="20"/>
            <w:szCs w:val="20"/>
          </w:rPr>
          <w:t>www.consip.it</w:t>
        </w:r>
      </w:hyperlink>
      <w:r w:rsidRPr="002F45FC">
        <w:rPr>
          <w:rFonts w:ascii="Calibri" w:eastAsia="Times New Roman" w:hAnsi="Calibri" w:cs="Calibri"/>
          <w:sz w:val="20"/>
          <w:szCs w:val="20"/>
        </w:rPr>
        <w:t xml:space="preserve"> e sul sito internet </w:t>
      </w:r>
      <w:r w:rsidR="002F45FC">
        <w:rPr>
          <w:rFonts w:ascii="Calibri" w:eastAsia="Times New Roman" w:hAnsi="Calibri" w:cs="Calibri"/>
          <w:sz w:val="20"/>
          <w:szCs w:val="20"/>
        </w:rPr>
        <w:t>www.sogei.it</w:t>
      </w:r>
      <w:r w:rsidRPr="002F45FC">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844FBB" w:rsidRPr="00B655EA" w:rsidRDefault="00844FBB" w:rsidP="008E76B0">
      <w:pPr>
        <w:pStyle w:val="Paragrafoelenco"/>
        <w:widowControl w:val="0"/>
        <w:numPr>
          <w:ilvl w:val="2"/>
          <w:numId w:val="28"/>
        </w:numPr>
        <w:ind w:left="567" w:hanging="567"/>
        <w:rPr>
          <w:rFonts w:ascii="Calibri" w:hAnsi="Calibri"/>
          <w:sz w:val="20"/>
          <w:szCs w:val="20"/>
        </w:rPr>
      </w:pPr>
      <w:r w:rsidRPr="002F45FC">
        <w:rPr>
          <w:rFonts w:ascii="Calibri" w:hAnsi="Calibri"/>
          <w:sz w:val="20"/>
          <w:szCs w:val="20"/>
        </w:rPr>
        <w:t>di essere consapevole che, qualora fosse accertata la non veridicità del contenuto della presente dichiarazione, il Concorrente verrà escluso dalla procedura ad evidenza pubblica</w:t>
      </w:r>
      <w:r w:rsidRPr="00B655EA">
        <w:rPr>
          <w:rFonts w:ascii="Calibri" w:hAnsi="Calibri"/>
          <w:sz w:val="20"/>
          <w:szCs w:val="20"/>
        </w:rPr>
        <w:t xml:space="preserve">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B655EA">
          <w:rPr>
            <w:rFonts w:ascii="Calibri" w:hAnsi="Calibri"/>
            <w:sz w:val="20"/>
            <w:szCs w:val="20"/>
          </w:rPr>
          <w:t>la Consip S.p</w:t>
        </w:r>
      </w:smartTag>
      <w:r w:rsidRPr="00B655EA">
        <w:rPr>
          <w:rFonts w:ascii="Calibri" w:hAnsi="Calibri"/>
          <w:sz w:val="20"/>
          <w:szCs w:val="20"/>
        </w:rPr>
        <w:t xml:space="preserve">.A. avrà la facoltà di escutere la </w:t>
      </w:r>
      <w:r w:rsidR="005F1413" w:rsidRPr="00B655EA">
        <w:rPr>
          <w:rFonts w:ascii="Calibri" w:hAnsi="Calibri"/>
          <w:sz w:val="20"/>
          <w:szCs w:val="20"/>
        </w:rPr>
        <w:t xml:space="preserve">garanzia </w:t>
      </w:r>
      <w:r w:rsidRPr="00B655EA">
        <w:rPr>
          <w:rFonts w:ascii="Calibri" w:hAnsi="Calibri"/>
          <w:sz w:val="20"/>
          <w:szCs w:val="20"/>
        </w:rPr>
        <w:t xml:space="preserve">provvisoria; inoltre, qualora la non veridicità del contenuto della presente dichiarazione fosse accertata dopo la stipula del Contratto, questo potrà essere risolto di diritto dalla </w:t>
      </w:r>
      <w:r w:rsidR="00887CDD" w:rsidRPr="00B655EA">
        <w:rPr>
          <w:rFonts w:ascii="Calibri" w:hAnsi="Calibri"/>
          <w:sz w:val="20"/>
          <w:szCs w:val="20"/>
        </w:rPr>
        <w:t>Committente</w:t>
      </w:r>
      <w:r w:rsidRPr="00B655EA">
        <w:rPr>
          <w:rFonts w:ascii="Calibri" w:hAnsi="Calibri"/>
          <w:sz w:val="20"/>
          <w:szCs w:val="20"/>
        </w:rPr>
        <w:t xml:space="preserve"> ai sensi dell’art. 1456 cod. civ.</w:t>
      </w:r>
    </w:p>
    <w:p w:rsidR="005F00F0" w:rsidRDefault="005F00F0" w:rsidP="002F35A2">
      <w:pPr>
        <w:rPr>
          <w:rFonts w:ascii="Calibri" w:hAnsi="Calibri" w:cs="Trebuchet MS"/>
        </w:rPr>
      </w:pPr>
    </w:p>
    <w:p w:rsidR="005F00F0" w:rsidRPr="002F45FC" w:rsidRDefault="005F00F0" w:rsidP="005F00F0">
      <w:pPr>
        <w:pStyle w:val="Numeroelenco"/>
        <w:numPr>
          <w:ilvl w:val="0"/>
          <w:numId w:val="0"/>
        </w:numPr>
        <w:tabs>
          <w:tab w:val="left" w:pos="708"/>
        </w:tabs>
        <w:ind w:left="357" w:hanging="357"/>
        <w:rPr>
          <w:rFonts w:ascii="Calibri" w:hAnsi="Calibri"/>
          <w:b/>
          <w:u w:val="single"/>
        </w:rPr>
      </w:pPr>
      <w:r w:rsidRPr="002F45FC">
        <w:rPr>
          <w:rFonts w:ascii="Calibri" w:hAnsi="Calibri"/>
          <w:b/>
          <w:u w:val="single"/>
        </w:rPr>
        <w:t>CONSENSO AL TRATTAMENTO DEI DATI PERSONALI</w:t>
      </w:r>
    </w:p>
    <w:p w:rsidR="005F00F0" w:rsidRPr="005F00F0" w:rsidRDefault="005F00F0" w:rsidP="005F00F0">
      <w:pPr>
        <w:ind w:left="357"/>
        <w:rPr>
          <w:rFonts w:ascii="Calibri" w:hAnsi="Calibri" w:cs="Trebuchet MS"/>
        </w:rPr>
      </w:pPr>
      <w:r w:rsidRPr="002F45FC">
        <w:rPr>
          <w:rFonts w:ascii="Calibri" w:hAnsi="Calibri" w:cs="Trebuchet MS"/>
        </w:rPr>
        <w:t xml:space="preserve">Con la </w:t>
      </w:r>
      <w:r w:rsidR="00E44D4F" w:rsidRPr="002F45FC">
        <w:rPr>
          <w:rFonts w:ascii="Calibri" w:hAnsi="Calibri" w:cs="Trebuchet MS"/>
        </w:rPr>
        <w:t>firma</w:t>
      </w:r>
      <w:r w:rsidRPr="002F45FC">
        <w:rPr>
          <w:rFonts w:ascii="Calibri" w:hAnsi="Calibri" w:cs="Trebuchet MS"/>
        </w:rPr>
        <w:t xml:space="preserve"> del presente documento</w:t>
      </w:r>
      <w:r w:rsidR="00E44D4F" w:rsidRPr="002F45FC">
        <w:rPr>
          <w:rFonts w:ascii="Calibri" w:hAnsi="Calibri" w:cs="Trebuchet MS"/>
        </w:rPr>
        <w:t>,</w:t>
      </w:r>
      <w:r w:rsidRPr="002F45FC">
        <w:rPr>
          <w:rFonts w:ascii="Calibri" w:hAnsi="Calibri" w:cs="Trebuchet MS"/>
        </w:rPr>
        <w:t xml:space="preserve"> il sottoscritto dichiara altresì, ai sensi dell’art. 13 del</w:t>
      </w:r>
      <w:r w:rsidRPr="005F00F0">
        <w:rPr>
          <w:rFonts w:ascii="Calibri" w:hAnsi="Calibri" w:cs="Trebuchet MS"/>
        </w:rPr>
        <w:t xml:space="preserve"> D.Lgs. n. 196/2003 “Codice in materia di protezione dei dati personali” ed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raccolti saranno trattati, anche con strumenti informatici, esclusivamente nell’ambito della presente gara e per le finalità ivi descritte, e di essere stato informato circa i diritti di cui all’articolo 7 del D.Lgs. 196/2003 e di cui agli artt. da 15 a 22 del Regolamento UE n. 2016/679.</w:t>
      </w:r>
    </w:p>
    <w:p w:rsidR="00703572" w:rsidRPr="005F00F0" w:rsidRDefault="005F00F0" w:rsidP="002F35A2">
      <w:pPr>
        <w:rPr>
          <w:rFonts w:ascii="Calibri" w:hAnsi="Calibri" w:cs="Trebuchet MS"/>
        </w:rPr>
      </w:pPr>
      <w:r>
        <w:rPr>
          <w:rFonts w:ascii="Calibri" w:hAnsi="Calibri" w:cs="Trebuchet MS"/>
        </w:rPr>
        <w:t>______, li _____________</w:t>
      </w:r>
    </w:p>
    <w:p w:rsidR="006D18E9" w:rsidRPr="00B655EA" w:rsidRDefault="006D18E9" w:rsidP="00472DF4">
      <w:pPr>
        <w:ind w:left="3545"/>
        <w:rPr>
          <w:rFonts w:ascii="Calibri" w:hAnsi="Calibri"/>
        </w:rPr>
      </w:pPr>
      <w:r w:rsidRPr="00B655EA">
        <w:rPr>
          <w:rFonts w:ascii="Calibri" w:hAnsi="Calibri"/>
        </w:rPr>
        <w:t xml:space="preserve"> _______________</w:t>
      </w:r>
    </w:p>
    <w:p w:rsidR="00D52C24" w:rsidRPr="00B655EA" w:rsidRDefault="00B31A65" w:rsidP="005F00F0">
      <w:pPr>
        <w:ind w:left="3545"/>
        <w:rPr>
          <w:rFonts w:ascii="Calibri" w:hAnsi="Calibri"/>
        </w:rPr>
      </w:pPr>
      <w:r w:rsidRPr="00B655EA">
        <w:rPr>
          <w:rFonts w:ascii="Calibri" w:hAnsi="Calibri"/>
        </w:rPr>
        <w:t>(</w:t>
      </w:r>
      <w:r w:rsidRPr="00B655EA">
        <w:rPr>
          <w:rFonts w:ascii="Calibri" w:hAnsi="Calibri"/>
          <w:i/>
        </w:rPr>
        <w:t>firmato digitalmente</w:t>
      </w:r>
      <w:r w:rsidRPr="00B655EA">
        <w:rPr>
          <w:rFonts w:ascii="Calibri" w:hAnsi="Calibri"/>
        </w:rPr>
        <w:t>)</w:t>
      </w:r>
    </w:p>
    <w:sectPr w:rsidR="00D52C24" w:rsidRPr="00B655EA" w:rsidSect="008906DF">
      <w:footerReference w:type="even" r:id="rId10"/>
      <w:footerReference w:type="default" r:id="rId11"/>
      <w:headerReference w:type="first" r:id="rId12"/>
      <w:footerReference w:type="first" r:id="rId13"/>
      <w:type w:val="continuous"/>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FC7" w:rsidRDefault="00CC2FC7">
      <w:r>
        <w:separator/>
      </w:r>
    </w:p>
  </w:endnote>
  <w:endnote w:type="continuationSeparator" w:id="0">
    <w:p w:rsidR="00CC2FC7" w:rsidRDefault="00CC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imes New Roman Normale">
    <w:altName w:val="Times New Roman"/>
    <w:charset w:val="00"/>
    <w:family w:val="roman"/>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Garamon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D" w:rsidRDefault="00366EDD" w:rsidP="00565B1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CE7" w:rsidRPr="00C6051F" w:rsidRDefault="004F43C4" w:rsidP="00565B16">
    <w:pPr>
      <w:pStyle w:val="Pidipagina"/>
    </w:pPr>
    <w:r>
      <w:rPr>
        <w:noProof/>
      </w:rPr>
      <mc:AlternateContent>
        <mc:Choice Requires="wps">
          <w:drawing>
            <wp:anchor distT="0" distB="0" distL="114300" distR="114300" simplePos="0" relativeHeight="251659264" behindDoc="0" locked="0" layoutInCell="1" allowOverlap="1" wp14:anchorId="247015BF" wp14:editId="7AFF06BE">
              <wp:simplePos x="0" y="0"/>
              <wp:positionH relativeFrom="column">
                <wp:posOffset>4572000</wp:posOffset>
              </wp:positionH>
              <wp:positionV relativeFrom="paragraph">
                <wp:posOffset>-88265</wp:posOffset>
              </wp:positionV>
              <wp:extent cx="685800" cy="360045"/>
              <wp:effectExtent l="0" t="0" r="0" b="4445"/>
              <wp:wrapNone/>
              <wp:docPr id="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2CE7" w:rsidRDefault="008E2CE7" w:rsidP="008E2CE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906DF">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906DF">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left:0;text-align:left;margin-left:5in;margin-top:-6.9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qXgwIAAA8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" stroked="f">
              <v:textbox>
                <w:txbxContent>
                  <w:p w:rsidR="008E2CE7" w:rsidRDefault="008E2CE7" w:rsidP="008E2CE7">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906DF">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906DF">
                      <w:rPr>
                        <w:rStyle w:val="Numeropagina"/>
                        <w:noProof/>
                      </w:rPr>
                      <w:t>4</w:t>
                    </w:r>
                    <w:r w:rsidRPr="000D2520">
                      <w:rPr>
                        <w:rStyle w:val="Numeropagina"/>
                      </w:rPr>
                      <w:fldChar w:fldCharType="end"/>
                    </w:r>
                  </w:p>
                </w:txbxContent>
              </v:textbox>
            </v:shape>
          </w:pict>
        </mc:Fallback>
      </mc:AlternateContent>
    </w:r>
    <w:r w:rsidR="008E2CE7" w:rsidRPr="00C6051F">
      <w:t xml:space="preserve">Gara a procedura aperta ai sensi del D.Lgs. </w:t>
    </w:r>
    <w:r w:rsidR="00CA7B84">
      <w:t>50</w:t>
    </w:r>
    <w:r w:rsidR="008E2CE7" w:rsidRPr="00C6051F">
      <w:t>/20</w:t>
    </w:r>
    <w:r w:rsidR="00CA7B84">
      <w:t>1</w:t>
    </w:r>
    <w:r w:rsidR="008E2CE7" w:rsidRPr="00C6051F">
      <w:t xml:space="preserve">6 e s.m.i., </w:t>
    </w:r>
    <w:r w:rsidR="002F45FC" w:rsidRPr="002F45FC">
      <w:t>per l’affidamento di servizi di manutenzione dei sistemi di fonia</w:t>
    </w:r>
    <w:r w:rsidR="002F45FC">
      <w:t xml:space="preserve"> – ID2030</w:t>
    </w:r>
    <w:r w:rsidR="008E2CE7" w:rsidRPr="002F45FC">
      <w:rPr>
        <w:rStyle w:val="CorsivobluCarattere"/>
        <w:rFonts w:ascii="Calibri" w:hAnsi="Calibri"/>
        <w:i w:val="0"/>
        <w:sz w:val="18"/>
        <w:szCs w:val="18"/>
      </w:rPr>
      <w:t xml:space="preserve"> </w:t>
    </w:r>
  </w:p>
  <w:p w:rsidR="00565B16" w:rsidRDefault="008906DF" w:rsidP="00565B16">
    <w:pPr>
      <w:pStyle w:val="Pidipagina"/>
    </w:pPr>
    <w:r>
      <w:t>Moduli di dichiarazione</w:t>
    </w:r>
  </w:p>
  <w:p w:rsidR="008906DF" w:rsidRPr="00366EDD" w:rsidRDefault="008906DF" w:rsidP="00565B16">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88E" w:rsidRPr="00C6051F" w:rsidRDefault="00A2688E" w:rsidP="00565B16">
    <w:pPr>
      <w:pStyle w:val="Pidipagina"/>
    </w:pPr>
    <w:r w:rsidRPr="00C6051F">
      <w:t xml:space="preserve">Classificazione del documento: Consip </w:t>
    </w:r>
    <w:r w:rsidR="00A04F8B">
      <w:t>Public</w:t>
    </w:r>
  </w:p>
  <w:p w:rsidR="006D18E9" w:rsidRPr="002F45FC" w:rsidRDefault="004F43C4" w:rsidP="00565B16">
    <w:pPr>
      <w:pStyle w:val="Pidipagina"/>
    </w:pPr>
    <w:r>
      <w:rPr>
        <w:noProof/>
      </w:rPr>
      <mc:AlternateContent>
        <mc:Choice Requires="wps">
          <w:drawing>
            <wp:anchor distT="0" distB="0" distL="114300" distR="114300" simplePos="0" relativeHeight="251658240" behindDoc="0" locked="0" layoutInCell="1" allowOverlap="1" wp14:anchorId="05F859C2" wp14:editId="2398260B">
              <wp:simplePos x="0" y="0"/>
              <wp:positionH relativeFrom="column">
                <wp:posOffset>4572000</wp:posOffset>
              </wp:positionH>
              <wp:positionV relativeFrom="paragraph">
                <wp:posOffset>-88265</wp:posOffset>
              </wp:positionV>
              <wp:extent cx="685800" cy="360045"/>
              <wp:effectExtent l="0" t="0" r="0" b="4445"/>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6D18E9"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906D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906DF">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27" type="#_x0000_t202" style="position:absolute;left:0;text-align:left;margin-left:5in;margin-top:-6.9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" stroked="f">
              <v:textbox>
                <w:txbxContent>
                  <w:p w:rsidR="006D18E9" w:rsidRDefault="006D18E9"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906DF">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906DF">
                      <w:rPr>
                        <w:rStyle w:val="Numeropagina"/>
                        <w:noProof/>
                      </w:rPr>
                      <w:t>4</w:t>
                    </w:r>
                    <w:r w:rsidRPr="000D2520">
                      <w:rPr>
                        <w:rStyle w:val="Numeropagina"/>
                      </w:rPr>
                      <w:fldChar w:fldCharType="end"/>
                    </w:r>
                  </w:p>
                </w:txbxContent>
              </v:textbox>
            </v:shape>
          </w:pict>
        </mc:Fallback>
      </mc:AlternateContent>
    </w:r>
    <w:r w:rsidR="006D18E9" w:rsidRPr="00C6051F">
      <w:t>Gara a procedura aperta ai sensi del D.</w:t>
    </w:r>
    <w:r w:rsidR="006D18E9" w:rsidRPr="002F45FC">
      <w:t xml:space="preserve">Lgs. </w:t>
    </w:r>
    <w:r w:rsidR="00503A8B" w:rsidRPr="002F45FC">
      <w:t>50</w:t>
    </w:r>
    <w:r w:rsidR="006D18E9" w:rsidRPr="002F45FC">
      <w:t>/20</w:t>
    </w:r>
    <w:r w:rsidR="00503A8B" w:rsidRPr="002F45FC">
      <w:t>1</w:t>
    </w:r>
    <w:r w:rsidR="006D18E9" w:rsidRPr="002F45FC">
      <w:t xml:space="preserve">6 e s.m.i., per </w:t>
    </w:r>
    <w:r w:rsidR="002F45FC" w:rsidRPr="002F45FC">
      <w:t>l’affidamento di servizi di manutenzione dei sistemi di fonia</w:t>
    </w:r>
    <w:r w:rsidR="002F45FC">
      <w:t xml:space="preserve"> – ID2030</w:t>
    </w:r>
  </w:p>
  <w:p w:rsidR="006D18E9" w:rsidRPr="00C6051F" w:rsidRDefault="008E2CE7" w:rsidP="00565B16">
    <w:pPr>
      <w:pStyle w:val="Pidipagina"/>
    </w:pPr>
    <w:r w:rsidRPr="00C6051F">
      <w:t xml:space="preserve">Allegato </w:t>
    </w:r>
    <w:r w:rsidR="002F45FC">
      <w:t>5</w:t>
    </w:r>
    <w:r w:rsidR="004B6639" w:rsidRPr="00C6051F">
      <w:t xml:space="preserve"> </w:t>
    </w:r>
    <w:r w:rsidRPr="00C6051F">
      <w:t>– Modello di dichiarazione di avvalimento</w:t>
    </w:r>
  </w:p>
  <w:p w:rsidR="00366EDD" w:rsidRPr="00C6051F" w:rsidRDefault="00366EDD" w:rsidP="00565B1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FC7" w:rsidRDefault="00CC2FC7">
      <w:r>
        <w:separator/>
      </w:r>
    </w:p>
  </w:footnote>
  <w:footnote w:type="continuationSeparator" w:id="0">
    <w:p w:rsidR="00CC2FC7" w:rsidRDefault="00CC2FC7">
      <w:r>
        <w:continuationSeparator/>
      </w:r>
    </w:p>
  </w:footnote>
  <w:footnote w:id="1">
    <w:p w:rsidR="00813986" w:rsidRDefault="00813986" w:rsidP="00813986">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813986" w:rsidRDefault="00813986" w:rsidP="00813986">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813986" w:rsidRPr="00130676" w:rsidRDefault="00813986" w:rsidP="00813986">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FF" w:rsidRDefault="004F43C4" w:rsidP="00AB02AF">
    <w:r>
      <w:rPr>
        <w:noProof/>
      </w:rPr>
      <w:drawing>
        <wp:anchor distT="0" distB="0" distL="114300" distR="114300" simplePos="0" relativeHeight="251656192" behindDoc="1" locked="0" layoutInCell="1" allowOverlap="1" wp14:anchorId="24B2965E" wp14:editId="723F6AFD">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30" name="Immagine 30"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C01A6B"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0000001D"/>
    <w:multiLevelType w:val="multilevel"/>
    <w:tmpl w:val="0000001D"/>
    <w:lvl w:ilvl="0">
      <w:start w:val="1"/>
      <w:numFmt w:val="lowerLetter"/>
      <w:lvlText w:val="%1)"/>
      <w:lvlJc w:val="left"/>
      <w:pPr>
        <w:tabs>
          <w:tab w:val="num" w:pos="0"/>
        </w:tabs>
        <w:ind w:left="357" w:hanging="357"/>
      </w:pPr>
      <w:rPr>
        <w:rFonts w:ascii="Trebuchet MS" w:hAnsi="Trebuchet MS" w:cs="Trebuchet MS"/>
        <w:i w:val="0"/>
        <w:color w:val="auto"/>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2">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4">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8">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1"/>
  </w:num>
  <w:num w:numId="5">
    <w:abstractNumId w:val="7"/>
  </w:num>
  <w:num w:numId="6">
    <w:abstractNumId w:val="5"/>
  </w:num>
  <w:num w:numId="7">
    <w:abstractNumId w:val="4"/>
  </w:num>
  <w:num w:numId="8">
    <w:abstractNumId w:val="3"/>
  </w:num>
  <w:num w:numId="9">
    <w:abstractNumId w:val="0"/>
  </w:num>
  <w:num w:numId="10">
    <w:abstractNumId w:val="2"/>
  </w:num>
  <w:num w:numId="11">
    <w:abstractNumId w:val="16"/>
  </w:num>
  <w:num w:numId="12">
    <w:abstractNumId w:val="17"/>
  </w:num>
  <w:num w:numId="13">
    <w:abstractNumId w:val="13"/>
  </w:num>
  <w:num w:numId="14">
    <w:abstractNumId w:val="14"/>
  </w:num>
  <w:num w:numId="15">
    <w:abstractNumId w:val="18"/>
  </w:num>
  <w:num w:numId="16">
    <w:abstractNumId w:val="10"/>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2"/>
  </w:num>
  <w:num w:numId="26">
    <w:abstractNumId w:val="1"/>
  </w:num>
  <w:num w:numId="27">
    <w:abstractNumId w:val="9"/>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13BA3"/>
    <w:rsid w:val="00017F6B"/>
    <w:rsid w:val="00024B0F"/>
    <w:rsid w:val="0003092D"/>
    <w:rsid w:val="00035E2C"/>
    <w:rsid w:val="00044C91"/>
    <w:rsid w:val="00045CC8"/>
    <w:rsid w:val="00046050"/>
    <w:rsid w:val="00060561"/>
    <w:rsid w:val="00060C98"/>
    <w:rsid w:val="000622E7"/>
    <w:rsid w:val="00064D97"/>
    <w:rsid w:val="00072A1B"/>
    <w:rsid w:val="000775F6"/>
    <w:rsid w:val="0008016C"/>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7CF4"/>
    <w:rsid w:val="000D02C4"/>
    <w:rsid w:val="000D2520"/>
    <w:rsid w:val="000D254F"/>
    <w:rsid w:val="000D7A3D"/>
    <w:rsid w:val="000E0CAE"/>
    <w:rsid w:val="000E56CB"/>
    <w:rsid w:val="000E5BCD"/>
    <w:rsid w:val="000F1A9B"/>
    <w:rsid w:val="000F3CF3"/>
    <w:rsid w:val="00107C06"/>
    <w:rsid w:val="001237B0"/>
    <w:rsid w:val="00133691"/>
    <w:rsid w:val="00142894"/>
    <w:rsid w:val="0014327E"/>
    <w:rsid w:val="0014768D"/>
    <w:rsid w:val="00154887"/>
    <w:rsid w:val="00166734"/>
    <w:rsid w:val="00176DF9"/>
    <w:rsid w:val="00182A9E"/>
    <w:rsid w:val="00184E60"/>
    <w:rsid w:val="0019301D"/>
    <w:rsid w:val="001957CD"/>
    <w:rsid w:val="00195D0E"/>
    <w:rsid w:val="001A2090"/>
    <w:rsid w:val="001A6851"/>
    <w:rsid w:val="001B0CB9"/>
    <w:rsid w:val="001B40F4"/>
    <w:rsid w:val="001B5EDA"/>
    <w:rsid w:val="001B5FDA"/>
    <w:rsid w:val="001B7803"/>
    <w:rsid w:val="001C04E1"/>
    <w:rsid w:val="001C04FA"/>
    <w:rsid w:val="001C69C3"/>
    <w:rsid w:val="001C7294"/>
    <w:rsid w:val="001C7419"/>
    <w:rsid w:val="001C7BE9"/>
    <w:rsid w:val="001C7C4C"/>
    <w:rsid w:val="001D0F5F"/>
    <w:rsid w:val="001D4538"/>
    <w:rsid w:val="001E116D"/>
    <w:rsid w:val="001E1F47"/>
    <w:rsid w:val="001E43EF"/>
    <w:rsid w:val="001F003F"/>
    <w:rsid w:val="001F27A3"/>
    <w:rsid w:val="001F653C"/>
    <w:rsid w:val="001F7FDF"/>
    <w:rsid w:val="00201BC9"/>
    <w:rsid w:val="00203278"/>
    <w:rsid w:val="002134B6"/>
    <w:rsid w:val="002158B0"/>
    <w:rsid w:val="0022670B"/>
    <w:rsid w:val="002303CC"/>
    <w:rsid w:val="00234643"/>
    <w:rsid w:val="00242C95"/>
    <w:rsid w:val="002469D8"/>
    <w:rsid w:val="00253A24"/>
    <w:rsid w:val="00254600"/>
    <w:rsid w:val="00260B71"/>
    <w:rsid w:val="00262857"/>
    <w:rsid w:val="0026315F"/>
    <w:rsid w:val="002733CE"/>
    <w:rsid w:val="002757E5"/>
    <w:rsid w:val="00282C76"/>
    <w:rsid w:val="0028422D"/>
    <w:rsid w:val="002853F1"/>
    <w:rsid w:val="00293F30"/>
    <w:rsid w:val="002A1B19"/>
    <w:rsid w:val="002A1F13"/>
    <w:rsid w:val="002A78E7"/>
    <w:rsid w:val="002A796F"/>
    <w:rsid w:val="002B2579"/>
    <w:rsid w:val="002B2FD6"/>
    <w:rsid w:val="002C3278"/>
    <w:rsid w:val="002C676E"/>
    <w:rsid w:val="002D1541"/>
    <w:rsid w:val="002D47F8"/>
    <w:rsid w:val="002E5150"/>
    <w:rsid w:val="002E5F76"/>
    <w:rsid w:val="002F35A2"/>
    <w:rsid w:val="002F3EB5"/>
    <w:rsid w:val="002F45FC"/>
    <w:rsid w:val="003001C4"/>
    <w:rsid w:val="003019DD"/>
    <w:rsid w:val="00303EFC"/>
    <w:rsid w:val="00306053"/>
    <w:rsid w:val="003114EB"/>
    <w:rsid w:val="003118B4"/>
    <w:rsid w:val="0032370A"/>
    <w:rsid w:val="0032708D"/>
    <w:rsid w:val="00337242"/>
    <w:rsid w:val="00337DE6"/>
    <w:rsid w:val="0034410A"/>
    <w:rsid w:val="0034482A"/>
    <w:rsid w:val="003453DE"/>
    <w:rsid w:val="00351AA2"/>
    <w:rsid w:val="003524ED"/>
    <w:rsid w:val="00361394"/>
    <w:rsid w:val="0036176E"/>
    <w:rsid w:val="003633FE"/>
    <w:rsid w:val="0036354F"/>
    <w:rsid w:val="003645D8"/>
    <w:rsid w:val="00366EDD"/>
    <w:rsid w:val="00373CA8"/>
    <w:rsid w:val="00377045"/>
    <w:rsid w:val="003A1F77"/>
    <w:rsid w:val="003B0C3E"/>
    <w:rsid w:val="003B2899"/>
    <w:rsid w:val="003B2911"/>
    <w:rsid w:val="003B66DA"/>
    <w:rsid w:val="003C236D"/>
    <w:rsid w:val="003C5D6C"/>
    <w:rsid w:val="003C5ECC"/>
    <w:rsid w:val="003D5E42"/>
    <w:rsid w:val="003E531E"/>
    <w:rsid w:val="003F5C22"/>
    <w:rsid w:val="003F763A"/>
    <w:rsid w:val="00405FBA"/>
    <w:rsid w:val="004073CE"/>
    <w:rsid w:val="00412AF3"/>
    <w:rsid w:val="0042089E"/>
    <w:rsid w:val="00420E21"/>
    <w:rsid w:val="004231E2"/>
    <w:rsid w:val="0043549A"/>
    <w:rsid w:val="0043617E"/>
    <w:rsid w:val="00441AB5"/>
    <w:rsid w:val="004454A1"/>
    <w:rsid w:val="004454E2"/>
    <w:rsid w:val="00453012"/>
    <w:rsid w:val="00464B01"/>
    <w:rsid w:val="00467679"/>
    <w:rsid w:val="00470DF4"/>
    <w:rsid w:val="00472DF4"/>
    <w:rsid w:val="00474FF3"/>
    <w:rsid w:val="004838D3"/>
    <w:rsid w:val="00491DA3"/>
    <w:rsid w:val="004B08C7"/>
    <w:rsid w:val="004B6639"/>
    <w:rsid w:val="004C398F"/>
    <w:rsid w:val="004C3DDA"/>
    <w:rsid w:val="004D1456"/>
    <w:rsid w:val="004D7D28"/>
    <w:rsid w:val="004E4069"/>
    <w:rsid w:val="004E6C3F"/>
    <w:rsid w:val="004F43C4"/>
    <w:rsid w:val="00501754"/>
    <w:rsid w:val="00502A7C"/>
    <w:rsid w:val="00502AD0"/>
    <w:rsid w:val="00503A8B"/>
    <w:rsid w:val="005108A9"/>
    <w:rsid w:val="00524386"/>
    <w:rsid w:val="0053330C"/>
    <w:rsid w:val="00533D42"/>
    <w:rsid w:val="00542F18"/>
    <w:rsid w:val="00545078"/>
    <w:rsid w:val="00554042"/>
    <w:rsid w:val="00557509"/>
    <w:rsid w:val="00563BC1"/>
    <w:rsid w:val="00563CCD"/>
    <w:rsid w:val="005656FD"/>
    <w:rsid w:val="00565B16"/>
    <w:rsid w:val="00565CCD"/>
    <w:rsid w:val="00573753"/>
    <w:rsid w:val="00574157"/>
    <w:rsid w:val="00576CED"/>
    <w:rsid w:val="00587CA9"/>
    <w:rsid w:val="00597F23"/>
    <w:rsid w:val="005A055D"/>
    <w:rsid w:val="005A1669"/>
    <w:rsid w:val="005A492F"/>
    <w:rsid w:val="005A6FEB"/>
    <w:rsid w:val="005B3674"/>
    <w:rsid w:val="005C0953"/>
    <w:rsid w:val="005C2A01"/>
    <w:rsid w:val="005C3AC8"/>
    <w:rsid w:val="005C6C1B"/>
    <w:rsid w:val="005E4CAB"/>
    <w:rsid w:val="005F00F0"/>
    <w:rsid w:val="005F1027"/>
    <w:rsid w:val="005F1413"/>
    <w:rsid w:val="005F7BAF"/>
    <w:rsid w:val="006223C5"/>
    <w:rsid w:val="00625D63"/>
    <w:rsid w:val="0064147C"/>
    <w:rsid w:val="00644C72"/>
    <w:rsid w:val="0065521C"/>
    <w:rsid w:val="00660541"/>
    <w:rsid w:val="00662BD9"/>
    <w:rsid w:val="00670C7E"/>
    <w:rsid w:val="00677904"/>
    <w:rsid w:val="006807FF"/>
    <w:rsid w:val="006852DB"/>
    <w:rsid w:val="00693592"/>
    <w:rsid w:val="00695736"/>
    <w:rsid w:val="006A0871"/>
    <w:rsid w:val="006B0320"/>
    <w:rsid w:val="006B22C3"/>
    <w:rsid w:val="006D18E9"/>
    <w:rsid w:val="006E1C4A"/>
    <w:rsid w:val="006E1E62"/>
    <w:rsid w:val="006E2C4A"/>
    <w:rsid w:val="006E72F3"/>
    <w:rsid w:val="006F482D"/>
    <w:rsid w:val="006F65C6"/>
    <w:rsid w:val="00703572"/>
    <w:rsid w:val="007055B2"/>
    <w:rsid w:val="00705EBD"/>
    <w:rsid w:val="00710F7E"/>
    <w:rsid w:val="00717ACF"/>
    <w:rsid w:val="00717E67"/>
    <w:rsid w:val="00722131"/>
    <w:rsid w:val="00724600"/>
    <w:rsid w:val="00724C80"/>
    <w:rsid w:val="007250F3"/>
    <w:rsid w:val="0072674D"/>
    <w:rsid w:val="007276D0"/>
    <w:rsid w:val="0072797B"/>
    <w:rsid w:val="00732247"/>
    <w:rsid w:val="007419F2"/>
    <w:rsid w:val="00741C02"/>
    <w:rsid w:val="00751167"/>
    <w:rsid w:val="00753C7F"/>
    <w:rsid w:val="00766EBE"/>
    <w:rsid w:val="007717A0"/>
    <w:rsid w:val="00771FFF"/>
    <w:rsid w:val="00772317"/>
    <w:rsid w:val="007735FE"/>
    <w:rsid w:val="007764FE"/>
    <w:rsid w:val="00781966"/>
    <w:rsid w:val="007923A9"/>
    <w:rsid w:val="007A273A"/>
    <w:rsid w:val="007A34D9"/>
    <w:rsid w:val="007B1CD9"/>
    <w:rsid w:val="007B20D0"/>
    <w:rsid w:val="007B3373"/>
    <w:rsid w:val="007B5AD8"/>
    <w:rsid w:val="007B74A1"/>
    <w:rsid w:val="007C2E0A"/>
    <w:rsid w:val="007C5984"/>
    <w:rsid w:val="007D0CBA"/>
    <w:rsid w:val="007E2890"/>
    <w:rsid w:val="007E3024"/>
    <w:rsid w:val="007F7531"/>
    <w:rsid w:val="007F76DA"/>
    <w:rsid w:val="00810B9D"/>
    <w:rsid w:val="00813986"/>
    <w:rsid w:val="00814159"/>
    <w:rsid w:val="008167E3"/>
    <w:rsid w:val="00823F23"/>
    <w:rsid w:val="00830D38"/>
    <w:rsid w:val="008334C3"/>
    <w:rsid w:val="00833590"/>
    <w:rsid w:val="00840425"/>
    <w:rsid w:val="00844FBB"/>
    <w:rsid w:val="00851DC1"/>
    <w:rsid w:val="0085524C"/>
    <w:rsid w:val="008644C9"/>
    <w:rsid w:val="00866CDD"/>
    <w:rsid w:val="00867ACF"/>
    <w:rsid w:val="00871955"/>
    <w:rsid w:val="00872EF3"/>
    <w:rsid w:val="00877975"/>
    <w:rsid w:val="00882E92"/>
    <w:rsid w:val="00885603"/>
    <w:rsid w:val="00887CDD"/>
    <w:rsid w:val="008906DF"/>
    <w:rsid w:val="00891569"/>
    <w:rsid w:val="00896A44"/>
    <w:rsid w:val="00897C33"/>
    <w:rsid w:val="008A70A2"/>
    <w:rsid w:val="008B3212"/>
    <w:rsid w:val="008C0A6F"/>
    <w:rsid w:val="008C75CF"/>
    <w:rsid w:val="008E2CE7"/>
    <w:rsid w:val="008E3FE1"/>
    <w:rsid w:val="008E76B0"/>
    <w:rsid w:val="008F0685"/>
    <w:rsid w:val="009011B5"/>
    <w:rsid w:val="0090272B"/>
    <w:rsid w:val="00906D48"/>
    <w:rsid w:val="0092241B"/>
    <w:rsid w:val="00926A19"/>
    <w:rsid w:val="009379AA"/>
    <w:rsid w:val="009444E3"/>
    <w:rsid w:val="0094792B"/>
    <w:rsid w:val="00950E64"/>
    <w:rsid w:val="00952BD8"/>
    <w:rsid w:val="00955084"/>
    <w:rsid w:val="00967BD3"/>
    <w:rsid w:val="00967CEC"/>
    <w:rsid w:val="00971130"/>
    <w:rsid w:val="009808A8"/>
    <w:rsid w:val="0098687B"/>
    <w:rsid w:val="00993EDE"/>
    <w:rsid w:val="00997975"/>
    <w:rsid w:val="009A26F0"/>
    <w:rsid w:val="009A54C3"/>
    <w:rsid w:val="009A6528"/>
    <w:rsid w:val="009B0F6A"/>
    <w:rsid w:val="009B5B82"/>
    <w:rsid w:val="009C0D6C"/>
    <w:rsid w:val="009C36D0"/>
    <w:rsid w:val="009C6C52"/>
    <w:rsid w:val="009C707A"/>
    <w:rsid w:val="009C76D5"/>
    <w:rsid w:val="009D009F"/>
    <w:rsid w:val="009D57CB"/>
    <w:rsid w:val="009D68EC"/>
    <w:rsid w:val="009E1BA3"/>
    <w:rsid w:val="009E693C"/>
    <w:rsid w:val="009E753B"/>
    <w:rsid w:val="009F04DA"/>
    <w:rsid w:val="009F4430"/>
    <w:rsid w:val="009F500A"/>
    <w:rsid w:val="00A0347B"/>
    <w:rsid w:val="00A03C11"/>
    <w:rsid w:val="00A04F8B"/>
    <w:rsid w:val="00A063FD"/>
    <w:rsid w:val="00A12343"/>
    <w:rsid w:val="00A2688E"/>
    <w:rsid w:val="00A62641"/>
    <w:rsid w:val="00A62C06"/>
    <w:rsid w:val="00A766EE"/>
    <w:rsid w:val="00A82D8E"/>
    <w:rsid w:val="00A84449"/>
    <w:rsid w:val="00A84FA3"/>
    <w:rsid w:val="00A8537C"/>
    <w:rsid w:val="00A90258"/>
    <w:rsid w:val="00A91D65"/>
    <w:rsid w:val="00A94FC5"/>
    <w:rsid w:val="00A977FE"/>
    <w:rsid w:val="00AA14B2"/>
    <w:rsid w:val="00AB02AF"/>
    <w:rsid w:val="00AB15AE"/>
    <w:rsid w:val="00AB7FDC"/>
    <w:rsid w:val="00AC259F"/>
    <w:rsid w:val="00AC4CB7"/>
    <w:rsid w:val="00AC50D3"/>
    <w:rsid w:val="00AD24D2"/>
    <w:rsid w:val="00AD2AE3"/>
    <w:rsid w:val="00AD5E91"/>
    <w:rsid w:val="00AD723D"/>
    <w:rsid w:val="00AE4141"/>
    <w:rsid w:val="00AE7F28"/>
    <w:rsid w:val="00AF1F56"/>
    <w:rsid w:val="00B00240"/>
    <w:rsid w:val="00B07ABE"/>
    <w:rsid w:val="00B221D9"/>
    <w:rsid w:val="00B22719"/>
    <w:rsid w:val="00B27D64"/>
    <w:rsid w:val="00B30862"/>
    <w:rsid w:val="00B31A65"/>
    <w:rsid w:val="00B40D66"/>
    <w:rsid w:val="00B41B88"/>
    <w:rsid w:val="00B4214A"/>
    <w:rsid w:val="00B43A1D"/>
    <w:rsid w:val="00B478A3"/>
    <w:rsid w:val="00B502F4"/>
    <w:rsid w:val="00B50D1F"/>
    <w:rsid w:val="00B53B1E"/>
    <w:rsid w:val="00B5554C"/>
    <w:rsid w:val="00B6298A"/>
    <w:rsid w:val="00B655EA"/>
    <w:rsid w:val="00B74502"/>
    <w:rsid w:val="00B74921"/>
    <w:rsid w:val="00B81931"/>
    <w:rsid w:val="00B924C7"/>
    <w:rsid w:val="00B963A4"/>
    <w:rsid w:val="00BA275E"/>
    <w:rsid w:val="00BB107E"/>
    <w:rsid w:val="00BB5327"/>
    <w:rsid w:val="00BB680B"/>
    <w:rsid w:val="00BC047A"/>
    <w:rsid w:val="00BC1071"/>
    <w:rsid w:val="00BC5E5D"/>
    <w:rsid w:val="00BC5FFA"/>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282E"/>
    <w:rsid w:val="00C35D27"/>
    <w:rsid w:val="00C42351"/>
    <w:rsid w:val="00C45226"/>
    <w:rsid w:val="00C45359"/>
    <w:rsid w:val="00C45FBB"/>
    <w:rsid w:val="00C5107B"/>
    <w:rsid w:val="00C54ADE"/>
    <w:rsid w:val="00C54C05"/>
    <w:rsid w:val="00C57903"/>
    <w:rsid w:val="00C6051F"/>
    <w:rsid w:val="00C613E6"/>
    <w:rsid w:val="00C62917"/>
    <w:rsid w:val="00C851A3"/>
    <w:rsid w:val="00C868EF"/>
    <w:rsid w:val="00C95452"/>
    <w:rsid w:val="00C979BC"/>
    <w:rsid w:val="00CA27C7"/>
    <w:rsid w:val="00CA3662"/>
    <w:rsid w:val="00CA38BB"/>
    <w:rsid w:val="00CA4CA6"/>
    <w:rsid w:val="00CA5FA7"/>
    <w:rsid w:val="00CA7B84"/>
    <w:rsid w:val="00CB2C20"/>
    <w:rsid w:val="00CB385A"/>
    <w:rsid w:val="00CC2FC7"/>
    <w:rsid w:val="00CC5193"/>
    <w:rsid w:val="00CD1F4A"/>
    <w:rsid w:val="00CD2ED7"/>
    <w:rsid w:val="00CD4E9E"/>
    <w:rsid w:val="00CD783B"/>
    <w:rsid w:val="00CE0FE0"/>
    <w:rsid w:val="00CE54A4"/>
    <w:rsid w:val="00CF3507"/>
    <w:rsid w:val="00CF4A43"/>
    <w:rsid w:val="00CF6905"/>
    <w:rsid w:val="00D01D6C"/>
    <w:rsid w:val="00D03C2A"/>
    <w:rsid w:val="00D17642"/>
    <w:rsid w:val="00D36D04"/>
    <w:rsid w:val="00D42B27"/>
    <w:rsid w:val="00D529AB"/>
    <w:rsid w:val="00D52C24"/>
    <w:rsid w:val="00D53583"/>
    <w:rsid w:val="00D53A18"/>
    <w:rsid w:val="00D53D19"/>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B11BC"/>
    <w:rsid w:val="00DB1891"/>
    <w:rsid w:val="00DC5D21"/>
    <w:rsid w:val="00DD50E2"/>
    <w:rsid w:val="00DE11EE"/>
    <w:rsid w:val="00DF5B48"/>
    <w:rsid w:val="00E05353"/>
    <w:rsid w:val="00E07FD4"/>
    <w:rsid w:val="00E1678E"/>
    <w:rsid w:val="00E32ECB"/>
    <w:rsid w:val="00E40800"/>
    <w:rsid w:val="00E40DB3"/>
    <w:rsid w:val="00E43EAB"/>
    <w:rsid w:val="00E44D4F"/>
    <w:rsid w:val="00E45975"/>
    <w:rsid w:val="00E60B8C"/>
    <w:rsid w:val="00E64652"/>
    <w:rsid w:val="00E670DC"/>
    <w:rsid w:val="00E71C42"/>
    <w:rsid w:val="00E71E21"/>
    <w:rsid w:val="00E8178C"/>
    <w:rsid w:val="00E82182"/>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3D44"/>
    <w:rsid w:val="00EF7B2D"/>
    <w:rsid w:val="00F027C5"/>
    <w:rsid w:val="00F029F6"/>
    <w:rsid w:val="00F058C9"/>
    <w:rsid w:val="00F05C97"/>
    <w:rsid w:val="00F07D18"/>
    <w:rsid w:val="00F10E9D"/>
    <w:rsid w:val="00F15058"/>
    <w:rsid w:val="00F17F2F"/>
    <w:rsid w:val="00F214A3"/>
    <w:rsid w:val="00F22872"/>
    <w:rsid w:val="00F31AE9"/>
    <w:rsid w:val="00F41400"/>
    <w:rsid w:val="00F4579C"/>
    <w:rsid w:val="00F55245"/>
    <w:rsid w:val="00F6040B"/>
    <w:rsid w:val="00F637C1"/>
    <w:rsid w:val="00F67F36"/>
    <w:rsid w:val="00F71FAD"/>
    <w:rsid w:val="00F73A96"/>
    <w:rsid w:val="00F76B03"/>
    <w:rsid w:val="00F76EAF"/>
    <w:rsid w:val="00F83E74"/>
    <w:rsid w:val="00F851BA"/>
    <w:rsid w:val="00F9348F"/>
    <w:rsid w:val="00F96D24"/>
    <w:rsid w:val="00FA2AF5"/>
    <w:rsid w:val="00FB0059"/>
    <w:rsid w:val="00FB08F0"/>
    <w:rsid w:val="00FB4685"/>
    <w:rsid w:val="00FB56E2"/>
    <w:rsid w:val="00FC4856"/>
    <w:rsid w:val="00FC57F3"/>
    <w:rsid w:val="00FD21F8"/>
    <w:rsid w:val="00FD4223"/>
    <w:rsid w:val="00FD5420"/>
    <w:rsid w:val="00FD6927"/>
    <w:rsid w:val="00FE4676"/>
    <w:rsid w:val="00FE4BB0"/>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565B16"/>
    <w:pPr>
      <w:pBdr>
        <w:top w:val="single" w:sz="4" w:space="1" w:color="auto"/>
      </w:pBdr>
      <w:tabs>
        <w:tab w:val="right" w:pos="9638"/>
      </w:tabs>
      <w:spacing w:line="360" w:lineRule="auto"/>
      <w:ind w:right="736"/>
    </w:pPr>
    <w:rPr>
      <w:rFonts w:ascii="Calibri" w:hAnsi="Calibri"/>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styleId="Paragrafoelenco">
    <w:name w:val="List Paragraph"/>
    <w:basedOn w:val="Normale"/>
    <w:uiPriority w:val="1"/>
    <w:qFormat/>
    <w:rsid w:val="007B1CD9"/>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7B1CD9"/>
    <w:rPr>
      <w:rFonts w:ascii="Trebuchet MS" w:hAnsi="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565B16"/>
    <w:pPr>
      <w:pBdr>
        <w:top w:val="single" w:sz="4" w:space="1" w:color="auto"/>
      </w:pBdr>
      <w:tabs>
        <w:tab w:val="right" w:pos="9638"/>
      </w:tabs>
      <w:spacing w:line="360" w:lineRule="auto"/>
      <w:ind w:right="736"/>
    </w:pPr>
    <w:rPr>
      <w:rFonts w:ascii="Calibri" w:hAnsi="Calibri"/>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styleId="Paragrafoelenco">
    <w:name w:val="List Paragraph"/>
    <w:basedOn w:val="Normale"/>
    <w:uiPriority w:val="1"/>
    <w:qFormat/>
    <w:rsid w:val="007B1CD9"/>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7B1CD9"/>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4377">
      <w:bodyDiv w:val="1"/>
      <w:marLeft w:val="0"/>
      <w:marRight w:val="0"/>
      <w:marTop w:val="0"/>
      <w:marBottom w:val="0"/>
      <w:divBdr>
        <w:top w:val="none" w:sz="0" w:space="0" w:color="auto"/>
        <w:left w:val="none" w:sz="0" w:space="0" w:color="auto"/>
        <w:bottom w:val="none" w:sz="0" w:space="0" w:color="auto"/>
        <w:right w:val="none" w:sz="0" w:space="0" w:color="auto"/>
      </w:divBdr>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90252239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 w:id="135249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onsip.it"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875EB-C7D7-4D56-B541-CF7DF5DAE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Template>
  <TotalTime>0</TotalTime>
  <Pages>4</Pages>
  <Words>932</Words>
  <Characters>5491</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6411</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2009-09-03T16:08:00Z</cp:lastPrinted>
  <dcterms:created xsi:type="dcterms:W3CDTF">2018-04-27T09:12:00Z</dcterms:created>
  <dcterms:modified xsi:type="dcterms:W3CDTF">2018-04-27T11:14:00Z</dcterms:modified>
</cp:coreProperties>
</file>