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EAD" w:rsidRPr="00B861FF" w:rsidRDefault="00FA7EAD" w:rsidP="000A371D">
      <w:pPr>
        <w:pStyle w:val="Header"/>
      </w:pPr>
      <w:bookmarkStart w:id="0" w:name="_GoBack"/>
      <w:bookmarkEnd w:id="0"/>
      <w:r w:rsidRPr="00B861FF">
        <w:t>Spett.le</w:t>
      </w:r>
    </w:p>
    <w:p w:rsidR="00FA7EAD" w:rsidRPr="00B861FF" w:rsidRDefault="00FA7EAD" w:rsidP="000A371D">
      <w:pPr>
        <w:pStyle w:val="Header"/>
        <w:rPr>
          <w:b/>
          <w:bCs/>
        </w:rPr>
      </w:pPr>
      <w:r w:rsidRPr="00B861FF">
        <w:rPr>
          <w:b/>
          <w:bCs/>
        </w:rPr>
        <w:t>Consip S.p.A.</w:t>
      </w:r>
    </w:p>
    <w:p w:rsidR="00FA7EAD" w:rsidRPr="00B861FF" w:rsidRDefault="00FA7EAD" w:rsidP="000A371D">
      <w:pPr>
        <w:pStyle w:val="Header"/>
      </w:pPr>
      <w:r w:rsidRPr="00B861FF">
        <w:t>Via Isonzo, 19/E</w:t>
      </w:r>
    </w:p>
    <w:p w:rsidR="00FA7EAD" w:rsidRPr="00B861FF" w:rsidRDefault="00FA7EAD" w:rsidP="000A371D">
      <w:pPr>
        <w:pStyle w:val="Header"/>
      </w:pPr>
      <w:r w:rsidRPr="00B861FF">
        <w:t>00198 ROMA</w:t>
      </w:r>
    </w:p>
    <w:p w:rsidR="00FA7EAD" w:rsidRPr="00B861FF" w:rsidRDefault="00FA7EAD" w:rsidP="000D3C25"/>
    <w:p w:rsidR="00FA7EAD" w:rsidRPr="00B861FF" w:rsidRDefault="00FA7EAD" w:rsidP="000D3C25"/>
    <w:p w:rsidR="00FA7EAD" w:rsidRPr="00B861FF" w:rsidRDefault="00FA7EAD" w:rsidP="00C66834">
      <w:pPr>
        <w:rPr>
          <w:rStyle w:val="BLOCKBOLD"/>
          <w:szCs w:val="20"/>
        </w:rPr>
      </w:pPr>
      <w:r w:rsidRPr="00B861FF">
        <w:rPr>
          <w:rStyle w:val="BLOCKBOLD"/>
          <w:szCs w:val="20"/>
        </w:rPr>
        <w:t>DICHIARAZIONE ANCHE AI SENSI DEL D.P.R. 445/2000</w:t>
      </w:r>
    </w:p>
    <w:p w:rsidR="00FA7EAD" w:rsidRDefault="00FA7EAD" w:rsidP="00C66834">
      <w:pPr>
        <w:rPr>
          <w:rStyle w:val="BLOCKBOLD"/>
          <w:szCs w:val="20"/>
        </w:rPr>
      </w:pPr>
      <w:r w:rsidRPr="00B861FF">
        <w:rPr>
          <w:rStyle w:val="BLOCKBOLD"/>
          <w:szCs w:val="20"/>
        </w:rPr>
        <w:t xml:space="preserve">PER </w:t>
      </w:r>
      <w:smartTag w:uri="urn:schemas-microsoft-com:office:smarttags" w:element="PersonName">
        <w:smartTagPr>
          <w:attr w:name="ProductID" w:val="LA FORNITURA DI"/>
        </w:smartTagPr>
        <w:r w:rsidRPr="003B06FF">
          <w:rPr>
            <w:rStyle w:val="BLOCKBOLD"/>
            <w:szCs w:val="20"/>
          </w:rPr>
          <w:t>la fornitura di</w:t>
        </w:r>
      </w:smartTag>
      <w:r w:rsidRPr="003B06FF">
        <w:rPr>
          <w:rStyle w:val="BLOCKBOLD"/>
          <w:szCs w:val="20"/>
        </w:rPr>
        <w:t xml:space="preserve"> prodotti e servizi per </w:t>
      </w:r>
      <w:smartTag w:uri="urn:schemas-microsoft-com:office:smarttags" w:element="PersonName">
        <w:smartTagPr>
          <w:attr w:name="ProductID" w:val="LA REALIZZAZIONE"/>
        </w:smartTagPr>
        <w:r w:rsidRPr="003B06FF">
          <w:rPr>
            <w:rStyle w:val="BLOCKBOLD"/>
            <w:szCs w:val="20"/>
          </w:rPr>
          <w:t>la realizzazione</w:t>
        </w:r>
      </w:smartTag>
      <w:r w:rsidRPr="003B06FF">
        <w:rPr>
          <w:rStyle w:val="BLOCKBOLD"/>
          <w:szCs w:val="20"/>
        </w:rPr>
        <w:t>, manutenzione e gestione di reti locali per le pubbliche amministrazioni</w:t>
      </w:r>
    </w:p>
    <w:p w:rsidR="00FA7EAD" w:rsidRPr="003B06FF" w:rsidRDefault="00FA7EAD" w:rsidP="00C66834">
      <w:pPr>
        <w:rPr>
          <w:rStyle w:val="BLOCKBOLD"/>
          <w:szCs w:val="20"/>
        </w:rPr>
      </w:pPr>
    </w:p>
    <w:p w:rsidR="00FA7EAD" w:rsidRPr="00B861FF" w:rsidRDefault="00FA7EAD" w:rsidP="00C66834">
      <w:pPr>
        <w:rPr>
          <w:rStyle w:val="BLOCKBOLD"/>
          <w:color w:val="0000FF"/>
          <w:szCs w:val="20"/>
        </w:rPr>
      </w:pPr>
    </w:p>
    <w:p w:rsidR="00FA7EAD" w:rsidRPr="00131151" w:rsidRDefault="00FA7EAD" w:rsidP="0019222B">
      <w:pPr>
        <w:spacing w:line="360" w:lineRule="auto"/>
        <w:rPr>
          <w:rFonts w:cs="Arial"/>
          <w:sz w:val="18"/>
          <w:szCs w:val="18"/>
        </w:rPr>
      </w:pPr>
      <w:r w:rsidRPr="00131151">
        <w:rPr>
          <w:rFonts w:cs="Arial"/>
          <w:sz w:val="18"/>
          <w:szCs w:val="18"/>
        </w:rPr>
        <w:t>_</w:t>
      </w:r>
      <w:r w:rsidRPr="009E640D">
        <w:rPr>
          <w:rFonts w:cs="Trebuchet MS"/>
          <w:szCs w:val="20"/>
        </w:rPr>
        <w:t>l_ sottoscritt_ (nom</w:t>
      </w:r>
      <w:r>
        <w:rPr>
          <w:rFonts w:cs="Trebuchet MS"/>
          <w:szCs w:val="20"/>
        </w:rPr>
        <w:t>e e cognome) _________________</w:t>
      </w:r>
      <w:r w:rsidRPr="009E640D">
        <w:rPr>
          <w:rFonts w:cs="Trebuchet MS"/>
          <w:szCs w:val="20"/>
        </w:rPr>
        <w:t>nat_ a __________________________ Prov. ________ il ________________ residente a________________________via/piazza_____________________________________n.__________Codice</w:t>
      </w:r>
      <w:r>
        <w:rPr>
          <w:rFonts w:cs="Trebuchet MS"/>
          <w:szCs w:val="20"/>
        </w:rPr>
        <w:t xml:space="preserve"> F</w:t>
      </w:r>
      <w:r w:rsidRPr="009E640D">
        <w:rPr>
          <w:rFonts w:cs="Trebuchet MS"/>
          <w:szCs w:val="20"/>
        </w:rPr>
        <w:t>iscale_________________</w:t>
      </w:r>
      <w:r>
        <w:rPr>
          <w:rFonts w:cs="Trebuchet MS"/>
          <w:szCs w:val="20"/>
        </w:rPr>
        <w:t xml:space="preserve"> </w:t>
      </w:r>
      <w:r w:rsidRPr="009E640D">
        <w:rPr>
          <w:rFonts w:cs="Trebuchet MS"/>
          <w:szCs w:val="20"/>
        </w:rPr>
        <w:t>in qualità di_____________________________________della società_______</w:t>
      </w:r>
      <w:r>
        <w:rPr>
          <w:rFonts w:cs="Trebuchet MS"/>
          <w:szCs w:val="20"/>
        </w:rPr>
        <w:t>________________</w:t>
      </w:r>
      <w:r w:rsidRPr="00B861FF">
        <w:rPr>
          <w:rFonts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:rsidR="00FA7EAD" w:rsidRDefault="00FA7EAD" w:rsidP="0019222B">
      <w:pPr>
        <w:jc w:val="center"/>
        <w:rPr>
          <w:rFonts w:cs="Arial"/>
          <w:b/>
          <w:bCs/>
          <w:sz w:val="18"/>
          <w:szCs w:val="18"/>
        </w:rPr>
      </w:pPr>
    </w:p>
    <w:p w:rsidR="00FA7EAD" w:rsidRPr="00131151" w:rsidRDefault="00FA7EAD" w:rsidP="0019222B">
      <w:pPr>
        <w:jc w:val="center"/>
        <w:rPr>
          <w:rFonts w:cs="Arial"/>
          <w:b/>
          <w:bCs/>
          <w:sz w:val="18"/>
          <w:szCs w:val="18"/>
        </w:rPr>
      </w:pPr>
      <w:r w:rsidRPr="00131151">
        <w:rPr>
          <w:rFonts w:cs="Arial"/>
          <w:b/>
          <w:bCs/>
          <w:sz w:val="18"/>
          <w:szCs w:val="18"/>
        </w:rPr>
        <w:t>DICHIARA</w:t>
      </w:r>
    </w:p>
    <w:p w:rsidR="00FA7EAD" w:rsidRPr="00131151" w:rsidRDefault="00FA7EAD" w:rsidP="0019222B">
      <w:pPr>
        <w:rPr>
          <w:rFonts w:cs="Arial"/>
          <w:sz w:val="18"/>
          <w:szCs w:val="18"/>
        </w:rPr>
      </w:pPr>
    </w:p>
    <w:p w:rsidR="00FA7EAD" w:rsidRPr="009B1F51" w:rsidRDefault="00FA7EAD" w:rsidP="0019222B">
      <w:pPr>
        <w:rPr>
          <w:rFonts w:cs="Arial"/>
          <w:bCs/>
          <w:szCs w:val="20"/>
        </w:rPr>
      </w:pPr>
      <w:r w:rsidRPr="009B1F51">
        <w:rPr>
          <w:rFonts w:cs="Arial"/>
          <w:bCs/>
          <w:szCs w:val="20"/>
        </w:rPr>
        <w:t>ai sensi dell’ art. 85, del D.Lgs 159/2011 e s.m.i., di avere i seguenti famili</w:t>
      </w:r>
      <w:r>
        <w:rPr>
          <w:rFonts w:cs="Arial"/>
          <w:bCs/>
          <w:szCs w:val="20"/>
        </w:rPr>
        <w:t>ari conviventi di maggiore età</w:t>
      </w:r>
      <w:r w:rsidRPr="009B1F51">
        <w:rPr>
          <w:rFonts w:cs="Arial"/>
          <w:bCs/>
          <w:szCs w:val="20"/>
        </w:rPr>
        <w:t>:</w:t>
      </w:r>
    </w:p>
    <w:p w:rsidR="00FA7EAD" w:rsidRPr="009B1F51" w:rsidRDefault="00FA7EAD" w:rsidP="003031C8">
      <w:pPr>
        <w:jc w:val="left"/>
        <w:rPr>
          <w:rFonts w:cs="Arial"/>
          <w:bCs/>
          <w:szCs w:val="20"/>
        </w:rPr>
      </w:pPr>
    </w:p>
    <w:p w:rsidR="00FA7EAD" w:rsidRPr="009B1F51" w:rsidRDefault="00FA7EAD" w:rsidP="003031C8">
      <w:pPr>
        <w:jc w:val="left"/>
        <w:rPr>
          <w:rFonts w:cs="Trebuchet MS"/>
          <w:szCs w:val="20"/>
        </w:rPr>
      </w:pPr>
      <w:r w:rsidRPr="009B1F51">
        <w:rPr>
          <w:rFonts w:cs="Trebuchet MS"/>
          <w:szCs w:val="20"/>
        </w:rPr>
        <w:t>Nome___________________________________Cognome______________________________</w:t>
      </w:r>
      <w:r>
        <w:rPr>
          <w:rFonts w:cs="Trebuchet MS"/>
          <w:szCs w:val="20"/>
        </w:rPr>
        <w:t xml:space="preserve"> Luogo e data di </w:t>
      </w:r>
      <w:r w:rsidRPr="009B1F51">
        <w:rPr>
          <w:rFonts w:cs="Trebuchet MS"/>
          <w:szCs w:val="20"/>
        </w:rPr>
        <w:t>nascita</w:t>
      </w:r>
      <w:r>
        <w:rPr>
          <w:rFonts w:cs="Trebuchet MS"/>
          <w:szCs w:val="20"/>
        </w:rPr>
        <w:t xml:space="preserve"> _____________________ </w:t>
      </w:r>
      <w:r w:rsidRPr="009B1F51">
        <w:rPr>
          <w:rFonts w:cs="Trebuchet MS"/>
          <w:szCs w:val="20"/>
        </w:rPr>
        <w:t>residenza_________________________</w:t>
      </w:r>
    </w:p>
    <w:p w:rsidR="00FA7EAD" w:rsidRPr="009B1F51" w:rsidRDefault="00FA7EAD" w:rsidP="003031C8">
      <w:pPr>
        <w:jc w:val="left"/>
        <w:rPr>
          <w:rFonts w:cs="Trebuchet MS"/>
          <w:szCs w:val="20"/>
        </w:rPr>
      </w:pPr>
    </w:p>
    <w:p w:rsidR="00FA7EAD" w:rsidRPr="009B1F51" w:rsidRDefault="00FA7EAD" w:rsidP="003031C8">
      <w:pPr>
        <w:jc w:val="left"/>
        <w:rPr>
          <w:rFonts w:cs="Trebuchet MS"/>
          <w:szCs w:val="20"/>
        </w:rPr>
      </w:pPr>
      <w:r w:rsidRPr="009B1F51">
        <w:rPr>
          <w:rFonts w:cs="Trebuchet MS"/>
          <w:szCs w:val="20"/>
        </w:rPr>
        <w:t>Nome___________________________________Cognome______________________________</w:t>
      </w:r>
      <w:r>
        <w:rPr>
          <w:rFonts w:cs="Trebuchet MS"/>
          <w:szCs w:val="20"/>
        </w:rPr>
        <w:t xml:space="preserve"> Luogo e data di </w:t>
      </w:r>
      <w:r w:rsidRPr="009B1F51">
        <w:rPr>
          <w:rFonts w:cs="Trebuchet MS"/>
          <w:szCs w:val="20"/>
        </w:rPr>
        <w:t>nascita</w:t>
      </w:r>
      <w:r>
        <w:rPr>
          <w:rFonts w:cs="Trebuchet MS"/>
          <w:szCs w:val="20"/>
        </w:rPr>
        <w:t xml:space="preserve"> _________________________ </w:t>
      </w:r>
      <w:r w:rsidRPr="009B1F51">
        <w:rPr>
          <w:rFonts w:cs="Trebuchet MS"/>
          <w:szCs w:val="20"/>
        </w:rPr>
        <w:t>re</w:t>
      </w:r>
      <w:r>
        <w:rPr>
          <w:rFonts w:cs="Trebuchet MS"/>
          <w:szCs w:val="20"/>
        </w:rPr>
        <w:t>sidenza_____________________</w:t>
      </w:r>
    </w:p>
    <w:p w:rsidR="00FA7EAD" w:rsidRPr="009B1F51" w:rsidRDefault="00FA7EAD" w:rsidP="003031C8">
      <w:pPr>
        <w:jc w:val="left"/>
        <w:rPr>
          <w:szCs w:val="20"/>
        </w:rPr>
      </w:pPr>
    </w:p>
    <w:p w:rsidR="00FA7EAD" w:rsidRPr="009B1F51" w:rsidRDefault="00FA7EAD" w:rsidP="003031C8">
      <w:pPr>
        <w:jc w:val="left"/>
        <w:rPr>
          <w:rFonts w:cs="Arial"/>
          <w:bCs/>
          <w:szCs w:val="20"/>
        </w:rPr>
      </w:pPr>
      <w:r w:rsidRPr="009B1F51">
        <w:rPr>
          <w:rFonts w:cs="Arial"/>
          <w:bCs/>
          <w:szCs w:val="20"/>
        </w:rPr>
        <w:t>Nome___________________________________Cognome________________</w:t>
      </w:r>
      <w:r>
        <w:rPr>
          <w:rFonts w:cs="Arial"/>
          <w:bCs/>
          <w:szCs w:val="20"/>
        </w:rPr>
        <w:t>______</w:t>
      </w:r>
      <w:r w:rsidRPr="009B1F51">
        <w:rPr>
          <w:rFonts w:cs="Arial"/>
          <w:bCs/>
          <w:szCs w:val="20"/>
        </w:rPr>
        <w:t>_________</w:t>
      </w:r>
    </w:p>
    <w:p w:rsidR="00FA7EAD" w:rsidRPr="003C087C" w:rsidRDefault="00FA7EAD" w:rsidP="003031C8">
      <w:pPr>
        <w:jc w:val="left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Luogo e data di </w:t>
      </w:r>
      <w:r w:rsidRPr="009B1F51">
        <w:rPr>
          <w:rFonts w:cs="Arial"/>
          <w:bCs/>
          <w:szCs w:val="20"/>
        </w:rPr>
        <w:t>nascita</w:t>
      </w:r>
      <w:r>
        <w:rPr>
          <w:rFonts w:cs="Arial"/>
          <w:bCs/>
          <w:szCs w:val="20"/>
        </w:rPr>
        <w:t xml:space="preserve"> _____________________________ </w:t>
      </w:r>
      <w:r w:rsidRPr="009B1F51">
        <w:rPr>
          <w:rFonts w:cs="Arial"/>
          <w:bCs/>
          <w:szCs w:val="20"/>
        </w:rPr>
        <w:t>residenza</w:t>
      </w:r>
      <w:r>
        <w:rPr>
          <w:rFonts w:cs="Arial"/>
          <w:bCs/>
          <w:szCs w:val="20"/>
        </w:rPr>
        <w:t xml:space="preserve"> </w:t>
      </w:r>
      <w:r w:rsidRPr="009B1F51">
        <w:rPr>
          <w:rFonts w:cs="Arial"/>
          <w:bCs/>
          <w:szCs w:val="20"/>
        </w:rPr>
        <w:t>____________________</w:t>
      </w:r>
    </w:p>
    <w:p w:rsidR="00FA7EAD" w:rsidRPr="00131151" w:rsidRDefault="00FA7EAD" w:rsidP="0019222B">
      <w:pPr>
        <w:rPr>
          <w:rFonts w:cs="Arial"/>
          <w:b/>
          <w:bCs/>
          <w:sz w:val="18"/>
          <w:szCs w:val="18"/>
        </w:rPr>
      </w:pPr>
    </w:p>
    <w:p w:rsidR="00FA7EAD" w:rsidRPr="00131151" w:rsidRDefault="00FA7EAD" w:rsidP="0019222B">
      <w:pPr>
        <w:rPr>
          <w:rFonts w:cs="Arial"/>
          <w:b/>
          <w:bCs/>
          <w:sz w:val="18"/>
          <w:szCs w:val="18"/>
        </w:rPr>
      </w:pPr>
      <w:r w:rsidRPr="00131151">
        <w:rPr>
          <w:rFonts w:cs="Arial"/>
          <w:b/>
          <w:bCs/>
          <w:sz w:val="18"/>
          <w:szCs w:val="18"/>
        </w:rPr>
        <w:t>Il/la sottoscritto/a dichiara inoltre di essere informato/a, ai sensi del D.Lgs.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FA7EAD" w:rsidRPr="00131151" w:rsidRDefault="00FA7EAD" w:rsidP="0019222B">
      <w:pPr>
        <w:rPr>
          <w:rFonts w:cs="Arial"/>
          <w:b/>
          <w:bCs/>
          <w:sz w:val="18"/>
          <w:szCs w:val="18"/>
        </w:rPr>
      </w:pPr>
    </w:p>
    <w:p w:rsidR="00FA7EAD" w:rsidRPr="00B861FF" w:rsidRDefault="00FA7EAD" w:rsidP="00103443">
      <w:pPr>
        <w:rPr>
          <w:rFonts w:cs="Trebuchet MS"/>
          <w:szCs w:val="20"/>
        </w:rPr>
      </w:pPr>
      <w:r w:rsidRPr="00AC49B7">
        <w:rPr>
          <w:rFonts w:cs="Trebuchet MS"/>
          <w:szCs w:val="20"/>
        </w:rPr>
        <w:t>______, li _________________</w:t>
      </w:r>
    </w:p>
    <w:p w:rsidR="00FA7EAD" w:rsidRPr="00B861FF" w:rsidRDefault="00FA7EAD" w:rsidP="00103443">
      <w:pPr>
        <w:ind w:left="540"/>
        <w:rPr>
          <w:rFonts w:cs="Trebuchet MS"/>
          <w:szCs w:val="20"/>
        </w:rPr>
      </w:pPr>
      <w:r w:rsidRPr="00B861FF">
        <w:rPr>
          <w:rFonts w:cs="Trebuchet MS"/>
          <w:szCs w:val="20"/>
        </w:rPr>
        <w:tab/>
      </w:r>
      <w:r w:rsidRPr="00B861FF">
        <w:rPr>
          <w:rFonts w:cs="Trebuchet MS"/>
          <w:szCs w:val="20"/>
        </w:rPr>
        <w:tab/>
      </w:r>
      <w:r w:rsidRPr="00B861FF">
        <w:rPr>
          <w:rFonts w:cs="Trebuchet MS"/>
          <w:szCs w:val="20"/>
        </w:rPr>
        <w:tab/>
      </w:r>
      <w:r w:rsidRPr="00B861FF">
        <w:rPr>
          <w:rFonts w:cs="Trebuchet MS"/>
          <w:szCs w:val="20"/>
        </w:rPr>
        <w:tab/>
      </w:r>
      <w:r w:rsidRPr="00B861FF">
        <w:rPr>
          <w:rFonts w:cs="Trebuchet MS"/>
          <w:szCs w:val="20"/>
        </w:rPr>
        <w:tab/>
        <w:t xml:space="preserve">  </w:t>
      </w:r>
      <w:r w:rsidRPr="00B861FF">
        <w:rPr>
          <w:rFonts w:cs="Trebuchet MS"/>
          <w:szCs w:val="20"/>
        </w:rPr>
        <w:tab/>
      </w:r>
      <w:r w:rsidRPr="00B861FF">
        <w:rPr>
          <w:rFonts w:cs="Trebuchet MS"/>
          <w:szCs w:val="20"/>
        </w:rPr>
        <w:tab/>
        <w:t xml:space="preserve">  </w:t>
      </w:r>
      <w:r>
        <w:rPr>
          <w:rFonts w:cs="Trebuchet MS"/>
          <w:szCs w:val="20"/>
        </w:rPr>
        <w:tab/>
      </w:r>
      <w:r w:rsidRPr="00B861FF">
        <w:rPr>
          <w:rFonts w:cs="Trebuchet MS"/>
          <w:szCs w:val="20"/>
        </w:rPr>
        <w:t>Firma</w:t>
      </w:r>
    </w:p>
    <w:p w:rsidR="00FA7EAD" w:rsidRPr="000A371D" w:rsidRDefault="00FA7EAD" w:rsidP="00103443">
      <w:r w:rsidRPr="00B861FF">
        <w:rPr>
          <w:rFonts w:cs="Trebuchet MS"/>
          <w:szCs w:val="20"/>
        </w:rPr>
        <w:tab/>
      </w:r>
      <w:r w:rsidRPr="00B861FF">
        <w:rPr>
          <w:rFonts w:cs="Trebuchet MS"/>
          <w:szCs w:val="20"/>
        </w:rPr>
        <w:tab/>
      </w:r>
      <w:r w:rsidRPr="00B861FF">
        <w:rPr>
          <w:rFonts w:cs="Trebuchet MS"/>
          <w:szCs w:val="20"/>
        </w:rPr>
        <w:tab/>
      </w:r>
      <w:r w:rsidRPr="00B861FF">
        <w:rPr>
          <w:rFonts w:cs="Trebuchet MS"/>
          <w:szCs w:val="20"/>
        </w:rPr>
        <w:tab/>
      </w:r>
      <w:r w:rsidRPr="00B861FF">
        <w:rPr>
          <w:rFonts w:cs="Trebuchet MS"/>
          <w:szCs w:val="20"/>
        </w:rPr>
        <w:tab/>
      </w:r>
      <w:r w:rsidRPr="00B861FF">
        <w:rPr>
          <w:rFonts w:cs="Trebuchet MS"/>
          <w:szCs w:val="20"/>
        </w:rPr>
        <w:tab/>
      </w:r>
      <w:r w:rsidRPr="00B861FF">
        <w:rPr>
          <w:rFonts w:cs="Trebuchet MS"/>
          <w:szCs w:val="20"/>
        </w:rPr>
        <w:tab/>
        <w:t xml:space="preserve"> </w:t>
      </w:r>
      <w:r>
        <w:rPr>
          <w:rFonts w:cs="Trebuchet MS"/>
          <w:szCs w:val="20"/>
        </w:rPr>
        <w:t xml:space="preserve">  </w:t>
      </w:r>
      <w:r w:rsidRPr="00B861FF">
        <w:rPr>
          <w:rFonts w:cs="Trebuchet MS"/>
          <w:szCs w:val="20"/>
        </w:rPr>
        <w:t xml:space="preserve"> _______________</w:t>
      </w:r>
    </w:p>
    <w:p w:rsidR="00FA7EAD" w:rsidRDefault="00FA7EAD" w:rsidP="00103443"/>
    <w:p w:rsidR="00FA7EAD" w:rsidRPr="00B861FF" w:rsidRDefault="00FA7EAD" w:rsidP="00103443">
      <w:r w:rsidRPr="008412C7">
        <w:rPr>
          <w:rStyle w:val="Grassettocorsivo"/>
        </w:rPr>
        <w:t>Questo documento non ha valore se privo della sottoscrizione a mezzo firma digitale</w:t>
      </w:r>
    </w:p>
    <w:sectPr w:rsidR="00FA7EAD" w:rsidRPr="00B861FF" w:rsidSect="00B2085E">
      <w:footerReference w:type="default" r:id="rId7"/>
      <w:footerReference w:type="first" r:id="rId8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EAD" w:rsidRDefault="00FA7EAD" w:rsidP="00816101">
      <w:r>
        <w:separator/>
      </w:r>
    </w:p>
  </w:endnote>
  <w:endnote w:type="continuationSeparator" w:id="0">
    <w:p w:rsidR="00FA7EAD" w:rsidRDefault="00FA7EAD" w:rsidP="008161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EAD" w:rsidRPr="00DA09B6" w:rsidRDefault="00FA7EAD" w:rsidP="002C2380">
    <w:pPr>
      <w:pStyle w:val="Footer"/>
      <w:tabs>
        <w:tab w:val="clear" w:pos="4819"/>
        <w:tab w:val="clear" w:pos="9638"/>
      </w:tabs>
      <w:spacing w:line="240" w:lineRule="auto"/>
      <w:rPr>
        <w:szCs w:val="16"/>
      </w:rPr>
    </w:pPr>
    <w:r w:rsidRPr="00DA09B6">
      <w:rPr>
        <w:szCs w:val="16"/>
      </w:rPr>
      <w:t>Gara a procedura aperta ai se</w:t>
    </w:r>
    <w:r>
      <w:rPr>
        <w:szCs w:val="16"/>
      </w:rPr>
      <w:t>nsi del D.Lgs. 163/2006</w:t>
    </w:r>
    <w:r w:rsidRPr="00DA09B6">
      <w:rPr>
        <w:szCs w:val="16"/>
      </w:rPr>
      <w:t>, per la fornitura di prodotti e servizi per la realizzazione, manutenzione e gestione di reti locali per le Pubbliche Amm</w:t>
    </w:r>
    <w:r>
      <w:rPr>
        <w:szCs w:val="16"/>
      </w:rPr>
      <w:t>inistrazioni</w:t>
    </w:r>
  </w:p>
  <w:p w:rsidR="00FA7EAD" w:rsidRPr="002C2380" w:rsidRDefault="00FA7EAD" w:rsidP="002C2380">
    <w:pPr>
      <w:spacing w:line="240" w:lineRule="auto"/>
    </w:pPr>
    <w:r>
      <w:rPr>
        <w:sz w:val="16"/>
        <w:szCs w:val="16"/>
      </w:rPr>
      <w:t xml:space="preserve">Modulo di dichiarazione 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DA09B6">
      <w:rPr>
        <w:sz w:val="16"/>
        <w:szCs w:val="16"/>
      </w:rPr>
      <w:tab/>
    </w:r>
    <w:r w:rsidRPr="00DA09B6">
      <w:rPr>
        <w:sz w:val="16"/>
        <w:szCs w:val="16"/>
      </w:rPr>
      <w:tab/>
    </w:r>
    <w:r w:rsidRPr="00DA09B6">
      <w:rPr>
        <w:sz w:val="16"/>
        <w:szCs w:val="16"/>
      </w:rPr>
      <w:tab/>
    </w:r>
    <w:r>
      <w:rPr>
        <w:sz w:val="16"/>
        <w:szCs w:val="16"/>
      </w:rPr>
      <w:tab/>
    </w:r>
    <w:r w:rsidRPr="00DA09B6">
      <w:rPr>
        <w:sz w:val="16"/>
        <w:szCs w:val="16"/>
      </w:rPr>
      <w:t>Pag</w:t>
    </w:r>
    <w:r>
      <w:rPr>
        <w:sz w:val="16"/>
        <w:szCs w:val="16"/>
      </w:rPr>
      <w:t>.</w:t>
    </w:r>
    <w:r w:rsidRPr="00DA09B6">
      <w:rPr>
        <w:sz w:val="16"/>
        <w:szCs w:val="16"/>
      </w:rPr>
      <w:t xml:space="preserve"> </w:t>
    </w:r>
    <w:r w:rsidRPr="00DA09B6">
      <w:rPr>
        <w:sz w:val="16"/>
        <w:szCs w:val="16"/>
      </w:rPr>
      <w:fldChar w:fldCharType="begin"/>
    </w:r>
    <w:r w:rsidRPr="00DA09B6">
      <w:rPr>
        <w:sz w:val="16"/>
        <w:szCs w:val="16"/>
      </w:rPr>
      <w:instrText xml:space="preserve"> PAGE </w:instrText>
    </w:r>
    <w:r w:rsidRPr="00DA09B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DA09B6">
      <w:rPr>
        <w:sz w:val="16"/>
        <w:szCs w:val="16"/>
      </w:rPr>
      <w:fldChar w:fldCharType="end"/>
    </w:r>
    <w:r w:rsidRPr="00DA09B6">
      <w:rPr>
        <w:sz w:val="16"/>
        <w:szCs w:val="16"/>
      </w:rPr>
      <w:t xml:space="preserve"> di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SECTIONPAGES 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EAD" w:rsidRPr="00DA09B6" w:rsidRDefault="00FA7EAD" w:rsidP="002C2380">
    <w:pPr>
      <w:pStyle w:val="Footer"/>
      <w:tabs>
        <w:tab w:val="clear" w:pos="4819"/>
        <w:tab w:val="clear" w:pos="9638"/>
      </w:tabs>
      <w:spacing w:line="240" w:lineRule="auto"/>
      <w:rPr>
        <w:szCs w:val="16"/>
      </w:rPr>
    </w:pPr>
    <w:r w:rsidRPr="00DA09B6">
      <w:rPr>
        <w:szCs w:val="16"/>
      </w:rPr>
      <w:t>Gara a procedura aperta ai sensi del D.Lgs. 163/2006, per la fornitura di prodotti e servizi per la realizzazione, manutenzione e gestione di reti locali per le Pubbliche Amm</w:t>
    </w:r>
    <w:r>
      <w:rPr>
        <w:szCs w:val="16"/>
      </w:rPr>
      <w:t>inistrazioni</w:t>
    </w:r>
  </w:p>
  <w:p w:rsidR="00FA7EAD" w:rsidRPr="00DA09B6" w:rsidRDefault="00FA7EAD" w:rsidP="002C2380">
    <w:pPr>
      <w:spacing w:line="240" w:lineRule="auto"/>
    </w:pPr>
    <w:r>
      <w:rPr>
        <w:sz w:val="16"/>
        <w:szCs w:val="16"/>
      </w:rPr>
      <w:t xml:space="preserve">Modulo di dichiarazione  </w:t>
    </w:r>
    <w:r w:rsidRPr="00DA09B6">
      <w:rPr>
        <w:sz w:val="16"/>
        <w:szCs w:val="16"/>
      </w:rPr>
      <w:tab/>
    </w:r>
    <w:r w:rsidRPr="00DA09B6"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DA09B6">
      <w:rPr>
        <w:sz w:val="16"/>
        <w:szCs w:val="16"/>
      </w:rPr>
      <w:t>Pag</w:t>
    </w:r>
    <w:r>
      <w:rPr>
        <w:sz w:val="16"/>
        <w:szCs w:val="16"/>
      </w:rPr>
      <w:t>.</w:t>
    </w:r>
    <w:r w:rsidRPr="00DA09B6">
      <w:rPr>
        <w:sz w:val="16"/>
        <w:szCs w:val="16"/>
      </w:rPr>
      <w:t xml:space="preserve"> </w:t>
    </w:r>
    <w:r w:rsidRPr="00DA09B6">
      <w:rPr>
        <w:sz w:val="16"/>
        <w:szCs w:val="16"/>
      </w:rPr>
      <w:fldChar w:fldCharType="begin"/>
    </w:r>
    <w:r w:rsidRPr="00DA09B6">
      <w:rPr>
        <w:sz w:val="16"/>
        <w:szCs w:val="16"/>
      </w:rPr>
      <w:instrText xml:space="preserve"> PAGE </w:instrText>
    </w:r>
    <w:r w:rsidRPr="00DA09B6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DA09B6">
      <w:rPr>
        <w:sz w:val="16"/>
        <w:szCs w:val="16"/>
      </w:rPr>
      <w:fldChar w:fldCharType="end"/>
    </w:r>
    <w:r w:rsidRPr="00DA09B6">
      <w:rPr>
        <w:sz w:val="16"/>
        <w:szCs w:val="16"/>
      </w:rPr>
      <w:t xml:space="preserve"> di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SECTIONPAGES 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</w:p>
  <w:p w:rsidR="00FA7EAD" w:rsidRPr="000F65A0" w:rsidRDefault="00FA7EAD" w:rsidP="002C238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EAD" w:rsidRDefault="00FA7EAD" w:rsidP="00816101">
      <w:r>
        <w:separator/>
      </w:r>
    </w:p>
  </w:footnote>
  <w:footnote w:type="continuationSeparator" w:id="0">
    <w:p w:rsidR="00FA7EAD" w:rsidRDefault="00FA7EAD" w:rsidP="008161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EE4AAD8"/>
    <w:lvl w:ilvl="0">
      <w:start w:val="1"/>
      <w:numFmt w:val="lowerLetter"/>
      <w:lvlText w:val="%1)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914A6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2CCAE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3F43A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D72CD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BC5A21"/>
    <w:multiLevelType w:val="multilevel"/>
    <w:tmpl w:val="70783AB0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1">
    <w:nsid w:val="01430B83"/>
    <w:multiLevelType w:val="multilevel"/>
    <w:tmpl w:val="0410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2">
    <w:nsid w:val="029F4DA1"/>
    <w:multiLevelType w:val="hybridMultilevel"/>
    <w:tmpl w:val="2B5A7DFE"/>
    <w:lvl w:ilvl="0" w:tplc="E85A47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12C0773D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4">
    <w:nsid w:val="49D237BD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5299746B"/>
    <w:multiLevelType w:val="multilevel"/>
    <w:tmpl w:val="0410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6">
    <w:nsid w:val="58504955"/>
    <w:multiLevelType w:val="hybridMultilevel"/>
    <w:tmpl w:val="21A04BDA"/>
    <w:lvl w:ilvl="0" w:tplc="B622AAB0">
      <w:start w:val="1"/>
      <w:numFmt w:val="bullet"/>
      <w:pStyle w:val="List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E245400"/>
    <w:multiLevelType w:val="hybridMultilevel"/>
    <w:tmpl w:val="D0E8E0E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9E8195A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6BC66108"/>
    <w:multiLevelType w:val="hybridMultilevel"/>
    <w:tmpl w:val="4B243D60"/>
    <w:lvl w:ilvl="0" w:tplc="DEAADC7C">
      <w:start w:val="1"/>
      <w:numFmt w:val="lowerLetter"/>
      <w:pStyle w:val="ListNumber2"/>
      <w:lvlText w:val="%1)"/>
      <w:lvlJc w:val="left"/>
      <w:pPr>
        <w:tabs>
          <w:tab w:val="num" w:pos="1003"/>
        </w:tabs>
        <w:ind w:left="100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20">
    <w:nsid w:val="7ABD7318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1">
    <w:nsid w:val="7E6F3696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2"/>
  </w:num>
  <w:num w:numId="5">
    <w:abstractNumId w:val="6"/>
  </w:num>
  <w:num w:numId="6">
    <w:abstractNumId w:val="5"/>
  </w:num>
  <w:num w:numId="7">
    <w:abstractNumId w:val="8"/>
  </w:num>
  <w:num w:numId="8">
    <w:abstractNumId w:val="3"/>
  </w:num>
  <w:num w:numId="9">
    <w:abstractNumId w:val="9"/>
  </w:num>
  <w:num w:numId="10">
    <w:abstractNumId w:val="2"/>
  </w:num>
  <w:num w:numId="11">
    <w:abstractNumId w:val="6"/>
  </w:num>
  <w:num w:numId="12">
    <w:abstractNumId w:val="5"/>
  </w:num>
  <w:num w:numId="13">
    <w:abstractNumId w:val="9"/>
  </w:num>
  <w:num w:numId="14">
    <w:abstractNumId w:val="12"/>
  </w:num>
  <w:num w:numId="15">
    <w:abstractNumId w:val="10"/>
  </w:num>
  <w:num w:numId="16">
    <w:abstractNumId w:val="2"/>
  </w:num>
  <w:num w:numId="17">
    <w:abstractNumId w:val="6"/>
  </w:num>
  <w:num w:numId="18">
    <w:abstractNumId w:val="5"/>
  </w:num>
  <w:num w:numId="19">
    <w:abstractNumId w:val="16"/>
  </w:num>
  <w:num w:numId="20">
    <w:abstractNumId w:val="19"/>
  </w:num>
  <w:num w:numId="21">
    <w:abstractNumId w:val="1"/>
  </w:num>
  <w:num w:numId="22">
    <w:abstractNumId w:val="0"/>
  </w:num>
  <w:num w:numId="23">
    <w:abstractNumId w:val="7"/>
  </w:num>
  <w:num w:numId="24">
    <w:abstractNumId w:val="4"/>
  </w:num>
  <w:num w:numId="25">
    <w:abstractNumId w:val="18"/>
  </w:num>
  <w:num w:numId="26">
    <w:abstractNumId w:val="8"/>
  </w:num>
  <w:num w:numId="27">
    <w:abstractNumId w:val="17"/>
  </w:num>
  <w:num w:numId="28">
    <w:abstractNumId w:val="12"/>
  </w:num>
  <w:num w:numId="29">
    <w:abstractNumId w:val="20"/>
  </w:num>
  <w:num w:numId="30">
    <w:abstractNumId w:val="13"/>
  </w:num>
  <w:num w:numId="31">
    <w:abstractNumId w:val="11"/>
  </w:num>
  <w:num w:numId="32">
    <w:abstractNumId w:val="15"/>
  </w:num>
  <w:num w:numId="33">
    <w:abstractNumId w:val="14"/>
  </w:num>
  <w:num w:numId="34">
    <w:abstractNumId w:val="21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F08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178C"/>
    <w:rsid w:val="00000C6C"/>
    <w:rsid w:val="000012FB"/>
    <w:rsid w:val="00003A4C"/>
    <w:rsid w:val="00003F7D"/>
    <w:rsid w:val="00007EEF"/>
    <w:rsid w:val="000103B8"/>
    <w:rsid w:val="00011B8A"/>
    <w:rsid w:val="00013243"/>
    <w:rsid w:val="000139CE"/>
    <w:rsid w:val="00014850"/>
    <w:rsid w:val="000156B6"/>
    <w:rsid w:val="00020FC1"/>
    <w:rsid w:val="000226D3"/>
    <w:rsid w:val="000237C0"/>
    <w:rsid w:val="000241FD"/>
    <w:rsid w:val="0002427E"/>
    <w:rsid w:val="00024547"/>
    <w:rsid w:val="000246AD"/>
    <w:rsid w:val="00024AC5"/>
    <w:rsid w:val="00025531"/>
    <w:rsid w:val="00026501"/>
    <w:rsid w:val="0002780B"/>
    <w:rsid w:val="00027FE4"/>
    <w:rsid w:val="0003055D"/>
    <w:rsid w:val="00030E30"/>
    <w:rsid w:val="000317B3"/>
    <w:rsid w:val="0003589D"/>
    <w:rsid w:val="00035E73"/>
    <w:rsid w:val="000379CA"/>
    <w:rsid w:val="00037C93"/>
    <w:rsid w:val="000419D7"/>
    <w:rsid w:val="00041F46"/>
    <w:rsid w:val="00045999"/>
    <w:rsid w:val="00047BC5"/>
    <w:rsid w:val="0005327E"/>
    <w:rsid w:val="00054D3F"/>
    <w:rsid w:val="000552E9"/>
    <w:rsid w:val="00056547"/>
    <w:rsid w:val="00056715"/>
    <w:rsid w:val="000602DB"/>
    <w:rsid w:val="00060D17"/>
    <w:rsid w:val="000613AE"/>
    <w:rsid w:val="000613C4"/>
    <w:rsid w:val="000623F2"/>
    <w:rsid w:val="00070809"/>
    <w:rsid w:val="000712A8"/>
    <w:rsid w:val="00072888"/>
    <w:rsid w:val="000747B3"/>
    <w:rsid w:val="000817CF"/>
    <w:rsid w:val="0008478F"/>
    <w:rsid w:val="0008552F"/>
    <w:rsid w:val="000869CF"/>
    <w:rsid w:val="0008709B"/>
    <w:rsid w:val="00091178"/>
    <w:rsid w:val="000963F3"/>
    <w:rsid w:val="00096586"/>
    <w:rsid w:val="0009680F"/>
    <w:rsid w:val="000A0A32"/>
    <w:rsid w:val="000A2116"/>
    <w:rsid w:val="000A371D"/>
    <w:rsid w:val="000A41C5"/>
    <w:rsid w:val="000A49BA"/>
    <w:rsid w:val="000A7DC2"/>
    <w:rsid w:val="000A7EBC"/>
    <w:rsid w:val="000B0149"/>
    <w:rsid w:val="000B3540"/>
    <w:rsid w:val="000B55A6"/>
    <w:rsid w:val="000B6C4A"/>
    <w:rsid w:val="000B6FBF"/>
    <w:rsid w:val="000C3972"/>
    <w:rsid w:val="000C755D"/>
    <w:rsid w:val="000C7C9F"/>
    <w:rsid w:val="000D02C4"/>
    <w:rsid w:val="000D3C25"/>
    <w:rsid w:val="000D5EF5"/>
    <w:rsid w:val="000E0873"/>
    <w:rsid w:val="000E0A3A"/>
    <w:rsid w:val="000E1A75"/>
    <w:rsid w:val="000E335B"/>
    <w:rsid w:val="000E4BAC"/>
    <w:rsid w:val="000F2026"/>
    <w:rsid w:val="000F2C73"/>
    <w:rsid w:val="000F2FC1"/>
    <w:rsid w:val="000F48EA"/>
    <w:rsid w:val="000F624A"/>
    <w:rsid w:val="000F65A0"/>
    <w:rsid w:val="00103443"/>
    <w:rsid w:val="001116CB"/>
    <w:rsid w:val="00113A0A"/>
    <w:rsid w:val="00115F5E"/>
    <w:rsid w:val="00116BA7"/>
    <w:rsid w:val="0011726C"/>
    <w:rsid w:val="001172BF"/>
    <w:rsid w:val="001261AF"/>
    <w:rsid w:val="00130240"/>
    <w:rsid w:val="00130755"/>
    <w:rsid w:val="00130BA4"/>
    <w:rsid w:val="00131151"/>
    <w:rsid w:val="0013144B"/>
    <w:rsid w:val="00133730"/>
    <w:rsid w:val="00134368"/>
    <w:rsid w:val="00136503"/>
    <w:rsid w:val="00142586"/>
    <w:rsid w:val="001428ED"/>
    <w:rsid w:val="0014369C"/>
    <w:rsid w:val="001441E9"/>
    <w:rsid w:val="00144E3D"/>
    <w:rsid w:val="00145DCB"/>
    <w:rsid w:val="001525B7"/>
    <w:rsid w:val="0015260A"/>
    <w:rsid w:val="001538DB"/>
    <w:rsid w:val="001540BA"/>
    <w:rsid w:val="00154D4B"/>
    <w:rsid w:val="0015559D"/>
    <w:rsid w:val="001568B7"/>
    <w:rsid w:val="00156E6D"/>
    <w:rsid w:val="00160392"/>
    <w:rsid w:val="0016234B"/>
    <w:rsid w:val="00163168"/>
    <w:rsid w:val="00163575"/>
    <w:rsid w:val="0016570D"/>
    <w:rsid w:val="00165F5D"/>
    <w:rsid w:val="00170994"/>
    <w:rsid w:val="00171A2B"/>
    <w:rsid w:val="0017566C"/>
    <w:rsid w:val="00180073"/>
    <w:rsid w:val="00181837"/>
    <w:rsid w:val="0018188F"/>
    <w:rsid w:val="00181AFE"/>
    <w:rsid w:val="001832AB"/>
    <w:rsid w:val="00184453"/>
    <w:rsid w:val="0018529A"/>
    <w:rsid w:val="00191B9F"/>
    <w:rsid w:val="0019222B"/>
    <w:rsid w:val="00192614"/>
    <w:rsid w:val="00192F4C"/>
    <w:rsid w:val="00193EE6"/>
    <w:rsid w:val="00196239"/>
    <w:rsid w:val="001A02C3"/>
    <w:rsid w:val="001A1A62"/>
    <w:rsid w:val="001A2CB6"/>
    <w:rsid w:val="001A2D95"/>
    <w:rsid w:val="001A4409"/>
    <w:rsid w:val="001A4A56"/>
    <w:rsid w:val="001A5076"/>
    <w:rsid w:val="001A5544"/>
    <w:rsid w:val="001A66EC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C3413"/>
    <w:rsid w:val="001C3CC1"/>
    <w:rsid w:val="001C3D30"/>
    <w:rsid w:val="001C5460"/>
    <w:rsid w:val="001C6079"/>
    <w:rsid w:val="001C6624"/>
    <w:rsid w:val="001C7A21"/>
    <w:rsid w:val="001D09D7"/>
    <w:rsid w:val="001D247C"/>
    <w:rsid w:val="001D4390"/>
    <w:rsid w:val="001D63B6"/>
    <w:rsid w:val="001D72AF"/>
    <w:rsid w:val="001E06B9"/>
    <w:rsid w:val="001E11DC"/>
    <w:rsid w:val="001E29EA"/>
    <w:rsid w:val="001E2D87"/>
    <w:rsid w:val="001E32D4"/>
    <w:rsid w:val="001E38C3"/>
    <w:rsid w:val="001E43B9"/>
    <w:rsid w:val="001E5C1C"/>
    <w:rsid w:val="001E6710"/>
    <w:rsid w:val="001F094A"/>
    <w:rsid w:val="001F1218"/>
    <w:rsid w:val="001F3F16"/>
    <w:rsid w:val="001F54EE"/>
    <w:rsid w:val="001F55E3"/>
    <w:rsid w:val="001F65CC"/>
    <w:rsid w:val="002000B6"/>
    <w:rsid w:val="00201BC9"/>
    <w:rsid w:val="00202846"/>
    <w:rsid w:val="0020325F"/>
    <w:rsid w:val="00205452"/>
    <w:rsid w:val="00206252"/>
    <w:rsid w:val="002069C1"/>
    <w:rsid w:val="0021443C"/>
    <w:rsid w:val="00214ECA"/>
    <w:rsid w:val="002151BA"/>
    <w:rsid w:val="00215B89"/>
    <w:rsid w:val="00216478"/>
    <w:rsid w:val="002212AC"/>
    <w:rsid w:val="00221337"/>
    <w:rsid w:val="00221559"/>
    <w:rsid w:val="00221949"/>
    <w:rsid w:val="0022378F"/>
    <w:rsid w:val="00224592"/>
    <w:rsid w:val="00224A95"/>
    <w:rsid w:val="0022658D"/>
    <w:rsid w:val="00227D18"/>
    <w:rsid w:val="00227F05"/>
    <w:rsid w:val="002313EF"/>
    <w:rsid w:val="00235507"/>
    <w:rsid w:val="002373EA"/>
    <w:rsid w:val="00237F5E"/>
    <w:rsid w:val="00243E2B"/>
    <w:rsid w:val="0024427B"/>
    <w:rsid w:val="00246116"/>
    <w:rsid w:val="0025244A"/>
    <w:rsid w:val="00252DA5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69C"/>
    <w:rsid w:val="00271C18"/>
    <w:rsid w:val="002732CD"/>
    <w:rsid w:val="00273E0C"/>
    <w:rsid w:val="00275421"/>
    <w:rsid w:val="00275DD2"/>
    <w:rsid w:val="0028095D"/>
    <w:rsid w:val="002827F5"/>
    <w:rsid w:val="002853C8"/>
    <w:rsid w:val="002928B5"/>
    <w:rsid w:val="002941C5"/>
    <w:rsid w:val="00294B5E"/>
    <w:rsid w:val="002A2B3C"/>
    <w:rsid w:val="002A3CFB"/>
    <w:rsid w:val="002A57AB"/>
    <w:rsid w:val="002A6647"/>
    <w:rsid w:val="002B01FC"/>
    <w:rsid w:val="002B1AB5"/>
    <w:rsid w:val="002B2419"/>
    <w:rsid w:val="002B3ADC"/>
    <w:rsid w:val="002B5788"/>
    <w:rsid w:val="002B78BB"/>
    <w:rsid w:val="002B79AA"/>
    <w:rsid w:val="002B79BB"/>
    <w:rsid w:val="002C1E76"/>
    <w:rsid w:val="002C2380"/>
    <w:rsid w:val="002C30C2"/>
    <w:rsid w:val="002C5D74"/>
    <w:rsid w:val="002C5EEF"/>
    <w:rsid w:val="002C6263"/>
    <w:rsid w:val="002C6F10"/>
    <w:rsid w:val="002C7E86"/>
    <w:rsid w:val="002C7EE5"/>
    <w:rsid w:val="002C7EEC"/>
    <w:rsid w:val="002D0C4E"/>
    <w:rsid w:val="002D3CE9"/>
    <w:rsid w:val="002D4316"/>
    <w:rsid w:val="002D48CB"/>
    <w:rsid w:val="002D52B0"/>
    <w:rsid w:val="002E0A4E"/>
    <w:rsid w:val="002E112D"/>
    <w:rsid w:val="002E1A8D"/>
    <w:rsid w:val="002E1E3D"/>
    <w:rsid w:val="002E3F40"/>
    <w:rsid w:val="002E67D6"/>
    <w:rsid w:val="002F2C2E"/>
    <w:rsid w:val="002F4563"/>
    <w:rsid w:val="002F4C66"/>
    <w:rsid w:val="002F6F65"/>
    <w:rsid w:val="00301B48"/>
    <w:rsid w:val="003031C8"/>
    <w:rsid w:val="00304579"/>
    <w:rsid w:val="00305B66"/>
    <w:rsid w:val="0030708C"/>
    <w:rsid w:val="00310FD2"/>
    <w:rsid w:val="0031414C"/>
    <w:rsid w:val="00315846"/>
    <w:rsid w:val="00320833"/>
    <w:rsid w:val="00321721"/>
    <w:rsid w:val="0032370A"/>
    <w:rsid w:val="0032370D"/>
    <w:rsid w:val="00323BA3"/>
    <w:rsid w:val="003270FC"/>
    <w:rsid w:val="0032745A"/>
    <w:rsid w:val="00330CC3"/>
    <w:rsid w:val="0033195D"/>
    <w:rsid w:val="00332140"/>
    <w:rsid w:val="00333E69"/>
    <w:rsid w:val="00334917"/>
    <w:rsid w:val="00334CB3"/>
    <w:rsid w:val="00334DDC"/>
    <w:rsid w:val="00334E98"/>
    <w:rsid w:val="00335116"/>
    <w:rsid w:val="0033514E"/>
    <w:rsid w:val="00336792"/>
    <w:rsid w:val="00337191"/>
    <w:rsid w:val="00337AA0"/>
    <w:rsid w:val="003424A6"/>
    <w:rsid w:val="0034293D"/>
    <w:rsid w:val="00342AD0"/>
    <w:rsid w:val="00344265"/>
    <w:rsid w:val="003507A3"/>
    <w:rsid w:val="00350897"/>
    <w:rsid w:val="003522DC"/>
    <w:rsid w:val="00353B8F"/>
    <w:rsid w:val="00354C02"/>
    <w:rsid w:val="00355251"/>
    <w:rsid w:val="003553A1"/>
    <w:rsid w:val="00357B42"/>
    <w:rsid w:val="00357E11"/>
    <w:rsid w:val="00370981"/>
    <w:rsid w:val="00371F9E"/>
    <w:rsid w:val="0037521C"/>
    <w:rsid w:val="00375AD9"/>
    <w:rsid w:val="00375DB1"/>
    <w:rsid w:val="00376D47"/>
    <w:rsid w:val="00376FD8"/>
    <w:rsid w:val="0037746B"/>
    <w:rsid w:val="00382D08"/>
    <w:rsid w:val="00385526"/>
    <w:rsid w:val="003873AD"/>
    <w:rsid w:val="00390153"/>
    <w:rsid w:val="00390A2A"/>
    <w:rsid w:val="0039207E"/>
    <w:rsid w:val="003923F9"/>
    <w:rsid w:val="00392D87"/>
    <w:rsid w:val="0039455E"/>
    <w:rsid w:val="003954BF"/>
    <w:rsid w:val="003957B9"/>
    <w:rsid w:val="00396508"/>
    <w:rsid w:val="003A1FC9"/>
    <w:rsid w:val="003A3F1E"/>
    <w:rsid w:val="003A447B"/>
    <w:rsid w:val="003A4E4F"/>
    <w:rsid w:val="003A54F9"/>
    <w:rsid w:val="003A62C1"/>
    <w:rsid w:val="003A7940"/>
    <w:rsid w:val="003B06FF"/>
    <w:rsid w:val="003B36B3"/>
    <w:rsid w:val="003B68E0"/>
    <w:rsid w:val="003B6B25"/>
    <w:rsid w:val="003B6C80"/>
    <w:rsid w:val="003B7D00"/>
    <w:rsid w:val="003C087C"/>
    <w:rsid w:val="003C0AE3"/>
    <w:rsid w:val="003C50D8"/>
    <w:rsid w:val="003D0603"/>
    <w:rsid w:val="003D0C3F"/>
    <w:rsid w:val="003D2361"/>
    <w:rsid w:val="003D26C7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E5"/>
    <w:rsid w:val="003E5CB3"/>
    <w:rsid w:val="003E757C"/>
    <w:rsid w:val="003F01CB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11A53"/>
    <w:rsid w:val="00412114"/>
    <w:rsid w:val="00412144"/>
    <w:rsid w:val="0041342B"/>
    <w:rsid w:val="0041388E"/>
    <w:rsid w:val="00417E12"/>
    <w:rsid w:val="0042356F"/>
    <w:rsid w:val="00426385"/>
    <w:rsid w:val="0042644E"/>
    <w:rsid w:val="00427E9E"/>
    <w:rsid w:val="00432A71"/>
    <w:rsid w:val="00432CCA"/>
    <w:rsid w:val="004339AD"/>
    <w:rsid w:val="004347DE"/>
    <w:rsid w:val="00435807"/>
    <w:rsid w:val="004366CC"/>
    <w:rsid w:val="00436CBB"/>
    <w:rsid w:val="0044068D"/>
    <w:rsid w:val="00440E1B"/>
    <w:rsid w:val="00441432"/>
    <w:rsid w:val="004446A9"/>
    <w:rsid w:val="00444B89"/>
    <w:rsid w:val="00444CA9"/>
    <w:rsid w:val="00447EE5"/>
    <w:rsid w:val="00450DAF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23F1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992"/>
    <w:rsid w:val="004819C2"/>
    <w:rsid w:val="00481B7B"/>
    <w:rsid w:val="004841A1"/>
    <w:rsid w:val="0048572C"/>
    <w:rsid w:val="004876C2"/>
    <w:rsid w:val="004956AD"/>
    <w:rsid w:val="00497B70"/>
    <w:rsid w:val="004A3C15"/>
    <w:rsid w:val="004A3CBD"/>
    <w:rsid w:val="004A6961"/>
    <w:rsid w:val="004B6EF1"/>
    <w:rsid w:val="004C206C"/>
    <w:rsid w:val="004C2FC5"/>
    <w:rsid w:val="004C316A"/>
    <w:rsid w:val="004C493B"/>
    <w:rsid w:val="004C7D30"/>
    <w:rsid w:val="004D0074"/>
    <w:rsid w:val="004D04BF"/>
    <w:rsid w:val="004D1CB3"/>
    <w:rsid w:val="004D2CE4"/>
    <w:rsid w:val="004D4CD4"/>
    <w:rsid w:val="004D5226"/>
    <w:rsid w:val="004E1E5C"/>
    <w:rsid w:val="004E40C5"/>
    <w:rsid w:val="004E4DF4"/>
    <w:rsid w:val="004E55C2"/>
    <w:rsid w:val="004F0733"/>
    <w:rsid w:val="004F0F31"/>
    <w:rsid w:val="004F2F4E"/>
    <w:rsid w:val="004F6444"/>
    <w:rsid w:val="004F69D8"/>
    <w:rsid w:val="004F6ED6"/>
    <w:rsid w:val="004F737B"/>
    <w:rsid w:val="00500022"/>
    <w:rsid w:val="00500180"/>
    <w:rsid w:val="005016CE"/>
    <w:rsid w:val="005038EC"/>
    <w:rsid w:val="00504534"/>
    <w:rsid w:val="00507824"/>
    <w:rsid w:val="0051080B"/>
    <w:rsid w:val="005113FD"/>
    <w:rsid w:val="00511669"/>
    <w:rsid w:val="00515171"/>
    <w:rsid w:val="005153B4"/>
    <w:rsid w:val="00515BBA"/>
    <w:rsid w:val="00515F56"/>
    <w:rsid w:val="0052179C"/>
    <w:rsid w:val="00521875"/>
    <w:rsid w:val="00526717"/>
    <w:rsid w:val="005304F3"/>
    <w:rsid w:val="00530E53"/>
    <w:rsid w:val="00530ED4"/>
    <w:rsid w:val="00531C1E"/>
    <w:rsid w:val="00532A1C"/>
    <w:rsid w:val="005339D1"/>
    <w:rsid w:val="00533C3C"/>
    <w:rsid w:val="00533DD6"/>
    <w:rsid w:val="0054010C"/>
    <w:rsid w:val="00541116"/>
    <w:rsid w:val="00541344"/>
    <w:rsid w:val="00541937"/>
    <w:rsid w:val="0054706F"/>
    <w:rsid w:val="00550575"/>
    <w:rsid w:val="00550B5C"/>
    <w:rsid w:val="00550C4D"/>
    <w:rsid w:val="0055156F"/>
    <w:rsid w:val="005529DF"/>
    <w:rsid w:val="0055485A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5090"/>
    <w:rsid w:val="005656FD"/>
    <w:rsid w:val="00565A48"/>
    <w:rsid w:val="00565C1A"/>
    <w:rsid w:val="00570ED0"/>
    <w:rsid w:val="0057440B"/>
    <w:rsid w:val="00577C3D"/>
    <w:rsid w:val="005802A1"/>
    <w:rsid w:val="0058044C"/>
    <w:rsid w:val="00580F5F"/>
    <w:rsid w:val="00582A1F"/>
    <w:rsid w:val="00584044"/>
    <w:rsid w:val="00585BF7"/>
    <w:rsid w:val="0058601A"/>
    <w:rsid w:val="00586551"/>
    <w:rsid w:val="00590AAE"/>
    <w:rsid w:val="00590FA5"/>
    <w:rsid w:val="00591B4A"/>
    <w:rsid w:val="00593499"/>
    <w:rsid w:val="00593912"/>
    <w:rsid w:val="0059408B"/>
    <w:rsid w:val="00594A22"/>
    <w:rsid w:val="00594A81"/>
    <w:rsid w:val="00594ABA"/>
    <w:rsid w:val="005A04CC"/>
    <w:rsid w:val="005A2DF4"/>
    <w:rsid w:val="005A4184"/>
    <w:rsid w:val="005A4523"/>
    <w:rsid w:val="005A6BBA"/>
    <w:rsid w:val="005A79BA"/>
    <w:rsid w:val="005B4028"/>
    <w:rsid w:val="005B422B"/>
    <w:rsid w:val="005B5376"/>
    <w:rsid w:val="005B586E"/>
    <w:rsid w:val="005B7005"/>
    <w:rsid w:val="005B7DFD"/>
    <w:rsid w:val="005C08B4"/>
    <w:rsid w:val="005C10A4"/>
    <w:rsid w:val="005C1BF3"/>
    <w:rsid w:val="005C2748"/>
    <w:rsid w:val="005C700F"/>
    <w:rsid w:val="005C7981"/>
    <w:rsid w:val="005C7E37"/>
    <w:rsid w:val="005D1B44"/>
    <w:rsid w:val="005D2CA2"/>
    <w:rsid w:val="005D7FFE"/>
    <w:rsid w:val="005E086A"/>
    <w:rsid w:val="005E2ECB"/>
    <w:rsid w:val="005E3992"/>
    <w:rsid w:val="005E78A0"/>
    <w:rsid w:val="005F2EF9"/>
    <w:rsid w:val="005F3E83"/>
    <w:rsid w:val="005F5A0D"/>
    <w:rsid w:val="005F73F7"/>
    <w:rsid w:val="00601382"/>
    <w:rsid w:val="00602A1A"/>
    <w:rsid w:val="00603864"/>
    <w:rsid w:val="006045E0"/>
    <w:rsid w:val="00606B66"/>
    <w:rsid w:val="006077F8"/>
    <w:rsid w:val="00610BB5"/>
    <w:rsid w:val="0061112E"/>
    <w:rsid w:val="0061185B"/>
    <w:rsid w:val="00613B5B"/>
    <w:rsid w:val="00613F68"/>
    <w:rsid w:val="006170F0"/>
    <w:rsid w:val="006204A8"/>
    <w:rsid w:val="0062382F"/>
    <w:rsid w:val="0062385F"/>
    <w:rsid w:val="00623DB7"/>
    <w:rsid w:val="00623E80"/>
    <w:rsid w:val="00625377"/>
    <w:rsid w:val="00626113"/>
    <w:rsid w:val="006315CD"/>
    <w:rsid w:val="00631EB1"/>
    <w:rsid w:val="00632D4A"/>
    <w:rsid w:val="00633549"/>
    <w:rsid w:val="006350E8"/>
    <w:rsid w:val="00635A1B"/>
    <w:rsid w:val="006428A8"/>
    <w:rsid w:val="00643F3F"/>
    <w:rsid w:val="00645722"/>
    <w:rsid w:val="00645823"/>
    <w:rsid w:val="00645C76"/>
    <w:rsid w:val="006472D4"/>
    <w:rsid w:val="00647890"/>
    <w:rsid w:val="006534D4"/>
    <w:rsid w:val="0065369F"/>
    <w:rsid w:val="006545DC"/>
    <w:rsid w:val="00655550"/>
    <w:rsid w:val="00655BFE"/>
    <w:rsid w:val="006578FE"/>
    <w:rsid w:val="006609E5"/>
    <w:rsid w:val="0066266E"/>
    <w:rsid w:val="00662CCC"/>
    <w:rsid w:val="00663AA6"/>
    <w:rsid w:val="0066429A"/>
    <w:rsid w:val="00666323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C8D"/>
    <w:rsid w:val="00682392"/>
    <w:rsid w:val="006853F0"/>
    <w:rsid w:val="006862DD"/>
    <w:rsid w:val="00687A64"/>
    <w:rsid w:val="00690685"/>
    <w:rsid w:val="00691799"/>
    <w:rsid w:val="006948A6"/>
    <w:rsid w:val="006950EC"/>
    <w:rsid w:val="00695AC8"/>
    <w:rsid w:val="00696432"/>
    <w:rsid w:val="006A01BD"/>
    <w:rsid w:val="006A2D2E"/>
    <w:rsid w:val="006A304C"/>
    <w:rsid w:val="006A39CA"/>
    <w:rsid w:val="006A563A"/>
    <w:rsid w:val="006A68D2"/>
    <w:rsid w:val="006B0026"/>
    <w:rsid w:val="006B0CD9"/>
    <w:rsid w:val="006B180B"/>
    <w:rsid w:val="006B2B65"/>
    <w:rsid w:val="006B3ADD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21A"/>
    <w:rsid w:val="006C34E0"/>
    <w:rsid w:val="006C354A"/>
    <w:rsid w:val="006C3F69"/>
    <w:rsid w:val="006C59F6"/>
    <w:rsid w:val="006C5A8E"/>
    <w:rsid w:val="006C7CB0"/>
    <w:rsid w:val="006D4F67"/>
    <w:rsid w:val="006D6CA7"/>
    <w:rsid w:val="006D75B8"/>
    <w:rsid w:val="006E0305"/>
    <w:rsid w:val="006E0920"/>
    <w:rsid w:val="006E0E30"/>
    <w:rsid w:val="006E1C4A"/>
    <w:rsid w:val="006E1E8C"/>
    <w:rsid w:val="006F1A71"/>
    <w:rsid w:val="006F2973"/>
    <w:rsid w:val="006F31FB"/>
    <w:rsid w:val="006F53BA"/>
    <w:rsid w:val="006F5B17"/>
    <w:rsid w:val="006F5B6A"/>
    <w:rsid w:val="006F67D6"/>
    <w:rsid w:val="006F6C1B"/>
    <w:rsid w:val="006F7643"/>
    <w:rsid w:val="00700395"/>
    <w:rsid w:val="007019B5"/>
    <w:rsid w:val="00702BD7"/>
    <w:rsid w:val="007047C2"/>
    <w:rsid w:val="0070607B"/>
    <w:rsid w:val="007061B6"/>
    <w:rsid w:val="00712BA2"/>
    <w:rsid w:val="00714451"/>
    <w:rsid w:val="00717ACF"/>
    <w:rsid w:val="00720F9E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14A3"/>
    <w:rsid w:val="0073210A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509C"/>
    <w:rsid w:val="00747C78"/>
    <w:rsid w:val="00751C16"/>
    <w:rsid w:val="007526FC"/>
    <w:rsid w:val="00752926"/>
    <w:rsid w:val="00752F45"/>
    <w:rsid w:val="00754476"/>
    <w:rsid w:val="0075484A"/>
    <w:rsid w:val="00754BD2"/>
    <w:rsid w:val="007550D4"/>
    <w:rsid w:val="00760D63"/>
    <w:rsid w:val="0076258D"/>
    <w:rsid w:val="0076383D"/>
    <w:rsid w:val="00766814"/>
    <w:rsid w:val="00772E32"/>
    <w:rsid w:val="007743EC"/>
    <w:rsid w:val="00774B71"/>
    <w:rsid w:val="00775AAB"/>
    <w:rsid w:val="00776431"/>
    <w:rsid w:val="007802CE"/>
    <w:rsid w:val="00780A49"/>
    <w:rsid w:val="0078386D"/>
    <w:rsid w:val="00784D6B"/>
    <w:rsid w:val="007856BA"/>
    <w:rsid w:val="00785A67"/>
    <w:rsid w:val="00786A1F"/>
    <w:rsid w:val="007912E5"/>
    <w:rsid w:val="00793B22"/>
    <w:rsid w:val="00795426"/>
    <w:rsid w:val="0079581B"/>
    <w:rsid w:val="00795890"/>
    <w:rsid w:val="00796975"/>
    <w:rsid w:val="007A17AA"/>
    <w:rsid w:val="007A3E25"/>
    <w:rsid w:val="007A504A"/>
    <w:rsid w:val="007A7D35"/>
    <w:rsid w:val="007B1116"/>
    <w:rsid w:val="007B2C00"/>
    <w:rsid w:val="007B2FB7"/>
    <w:rsid w:val="007B6923"/>
    <w:rsid w:val="007C028C"/>
    <w:rsid w:val="007C1913"/>
    <w:rsid w:val="007C387E"/>
    <w:rsid w:val="007C3A88"/>
    <w:rsid w:val="007C487E"/>
    <w:rsid w:val="007C58EF"/>
    <w:rsid w:val="007C6B77"/>
    <w:rsid w:val="007C70A4"/>
    <w:rsid w:val="007D48F4"/>
    <w:rsid w:val="007D502E"/>
    <w:rsid w:val="007D66A7"/>
    <w:rsid w:val="007D76E7"/>
    <w:rsid w:val="007E219C"/>
    <w:rsid w:val="007E2890"/>
    <w:rsid w:val="007E2A73"/>
    <w:rsid w:val="007F1C75"/>
    <w:rsid w:val="007F2245"/>
    <w:rsid w:val="007F28E4"/>
    <w:rsid w:val="007F2E87"/>
    <w:rsid w:val="007F322B"/>
    <w:rsid w:val="007F42EC"/>
    <w:rsid w:val="007F680B"/>
    <w:rsid w:val="007F70CF"/>
    <w:rsid w:val="007F734B"/>
    <w:rsid w:val="0080033B"/>
    <w:rsid w:val="008031FC"/>
    <w:rsid w:val="008038BB"/>
    <w:rsid w:val="0080405E"/>
    <w:rsid w:val="00806C47"/>
    <w:rsid w:val="008122EA"/>
    <w:rsid w:val="00812456"/>
    <w:rsid w:val="008145C3"/>
    <w:rsid w:val="00815DD0"/>
    <w:rsid w:val="00816101"/>
    <w:rsid w:val="00816CF9"/>
    <w:rsid w:val="00817048"/>
    <w:rsid w:val="008174B1"/>
    <w:rsid w:val="00820B99"/>
    <w:rsid w:val="00823172"/>
    <w:rsid w:val="008323F7"/>
    <w:rsid w:val="008327F5"/>
    <w:rsid w:val="00835377"/>
    <w:rsid w:val="008354D3"/>
    <w:rsid w:val="00836BC4"/>
    <w:rsid w:val="0084084A"/>
    <w:rsid w:val="00840850"/>
    <w:rsid w:val="008412C7"/>
    <w:rsid w:val="00841616"/>
    <w:rsid w:val="00841CBC"/>
    <w:rsid w:val="008438D5"/>
    <w:rsid w:val="008473D2"/>
    <w:rsid w:val="00847BB8"/>
    <w:rsid w:val="00850967"/>
    <w:rsid w:val="00852157"/>
    <w:rsid w:val="0085309A"/>
    <w:rsid w:val="00854DE2"/>
    <w:rsid w:val="0085524C"/>
    <w:rsid w:val="008568F2"/>
    <w:rsid w:val="0085773E"/>
    <w:rsid w:val="00860291"/>
    <w:rsid w:val="00860768"/>
    <w:rsid w:val="00860B8F"/>
    <w:rsid w:val="00862815"/>
    <w:rsid w:val="00862B46"/>
    <w:rsid w:val="00867516"/>
    <w:rsid w:val="008738B0"/>
    <w:rsid w:val="008743FB"/>
    <w:rsid w:val="008746C1"/>
    <w:rsid w:val="00876786"/>
    <w:rsid w:val="00877EC6"/>
    <w:rsid w:val="008844D9"/>
    <w:rsid w:val="00884C67"/>
    <w:rsid w:val="00885D7F"/>
    <w:rsid w:val="00886394"/>
    <w:rsid w:val="00886A13"/>
    <w:rsid w:val="0088765A"/>
    <w:rsid w:val="0089229C"/>
    <w:rsid w:val="00893B6D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62"/>
    <w:rsid w:val="008B01AB"/>
    <w:rsid w:val="008B47F7"/>
    <w:rsid w:val="008B58F7"/>
    <w:rsid w:val="008B6C85"/>
    <w:rsid w:val="008C0C41"/>
    <w:rsid w:val="008C1B60"/>
    <w:rsid w:val="008C1D6E"/>
    <w:rsid w:val="008C3062"/>
    <w:rsid w:val="008C34BA"/>
    <w:rsid w:val="008C75CF"/>
    <w:rsid w:val="008C7AA1"/>
    <w:rsid w:val="008D13DB"/>
    <w:rsid w:val="008D30EC"/>
    <w:rsid w:val="008E068B"/>
    <w:rsid w:val="008E1CC1"/>
    <w:rsid w:val="008E45C5"/>
    <w:rsid w:val="008E4BCE"/>
    <w:rsid w:val="008E6664"/>
    <w:rsid w:val="008E7EFE"/>
    <w:rsid w:val="008F0D72"/>
    <w:rsid w:val="008F3052"/>
    <w:rsid w:val="008F3833"/>
    <w:rsid w:val="008F7EC0"/>
    <w:rsid w:val="00901354"/>
    <w:rsid w:val="00902994"/>
    <w:rsid w:val="0090632C"/>
    <w:rsid w:val="009108A1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01AE"/>
    <w:rsid w:val="009220CF"/>
    <w:rsid w:val="009224F3"/>
    <w:rsid w:val="009226E2"/>
    <w:rsid w:val="0092285D"/>
    <w:rsid w:val="00922C1A"/>
    <w:rsid w:val="00923C11"/>
    <w:rsid w:val="009244EE"/>
    <w:rsid w:val="00924F07"/>
    <w:rsid w:val="00926468"/>
    <w:rsid w:val="00927757"/>
    <w:rsid w:val="00927B01"/>
    <w:rsid w:val="009308A1"/>
    <w:rsid w:val="00934097"/>
    <w:rsid w:val="00936367"/>
    <w:rsid w:val="00936A99"/>
    <w:rsid w:val="00941297"/>
    <w:rsid w:val="0094154F"/>
    <w:rsid w:val="0094179F"/>
    <w:rsid w:val="00941997"/>
    <w:rsid w:val="00943A12"/>
    <w:rsid w:val="00944173"/>
    <w:rsid w:val="009442E4"/>
    <w:rsid w:val="00944FD5"/>
    <w:rsid w:val="009459CD"/>
    <w:rsid w:val="0095012E"/>
    <w:rsid w:val="00950207"/>
    <w:rsid w:val="00951350"/>
    <w:rsid w:val="009513AC"/>
    <w:rsid w:val="009517F7"/>
    <w:rsid w:val="009524C2"/>
    <w:rsid w:val="009538B5"/>
    <w:rsid w:val="00954B09"/>
    <w:rsid w:val="0095570A"/>
    <w:rsid w:val="0096076B"/>
    <w:rsid w:val="00960EBF"/>
    <w:rsid w:val="00960FDA"/>
    <w:rsid w:val="009621EB"/>
    <w:rsid w:val="009622BA"/>
    <w:rsid w:val="00962AC1"/>
    <w:rsid w:val="00964135"/>
    <w:rsid w:val="00964300"/>
    <w:rsid w:val="00964418"/>
    <w:rsid w:val="00964B56"/>
    <w:rsid w:val="00966A7D"/>
    <w:rsid w:val="00966DC3"/>
    <w:rsid w:val="009675EF"/>
    <w:rsid w:val="00970F9E"/>
    <w:rsid w:val="00974A57"/>
    <w:rsid w:val="00975057"/>
    <w:rsid w:val="00976602"/>
    <w:rsid w:val="00981DD0"/>
    <w:rsid w:val="00981F3F"/>
    <w:rsid w:val="009855A7"/>
    <w:rsid w:val="00986188"/>
    <w:rsid w:val="0099127E"/>
    <w:rsid w:val="00991BB3"/>
    <w:rsid w:val="00993146"/>
    <w:rsid w:val="009931A7"/>
    <w:rsid w:val="00994AEE"/>
    <w:rsid w:val="009951E4"/>
    <w:rsid w:val="0099533E"/>
    <w:rsid w:val="009969CB"/>
    <w:rsid w:val="00996E63"/>
    <w:rsid w:val="00997B1E"/>
    <w:rsid w:val="009A2147"/>
    <w:rsid w:val="009A3C0F"/>
    <w:rsid w:val="009A6528"/>
    <w:rsid w:val="009B1F51"/>
    <w:rsid w:val="009B31D2"/>
    <w:rsid w:val="009B4808"/>
    <w:rsid w:val="009B5831"/>
    <w:rsid w:val="009B5EB1"/>
    <w:rsid w:val="009C134D"/>
    <w:rsid w:val="009C26DD"/>
    <w:rsid w:val="009C6B2D"/>
    <w:rsid w:val="009D1092"/>
    <w:rsid w:val="009D124E"/>
    <w:rsid w:val="009D282F"/>
    <w:rsid w:val="009D3160"/>
    <w:rsid w:val="009D39EB"/>
    <w:rsid w:val="009E0AE1"/>
    <w:rsid w:val="009E161F"/>
    <w:rsid w:val="009E1A72"/>
    <w:rsid w:val="009E24EA"/>
    <w:rsid w:val="009E32DF"/>
    <w:rsid w:val="009E640D"/>
    <w:rsid w:val="009E731B"/>
    <w:rsid w:val="009E753B"/>
    <w:rsid w:val="009E77ED"/>
    <w:rsid w:val="009F0561"/>
    <w:rsid w:val="009F5772"/>
    <w:rsid w:val="009F6AB8"/>
    <w:rsid w:val="009F7AAA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44D4"/>
    <w:rsid w:val="00A054D4"/>
    <w:rsid w:val="00A06A66"/>
    <w:rsid w:val="00A073BC"/>
    <w:rsid w:val="00A07BF6"/>
    <w:rsid w:val="00A1061F"/>
    <w:rsid w:val="00A10EE3"/>
    <w:rsid w:val="00A12065"/>
    <w:rsid w:val="00A13781"/>
    <w:rsid w:val="00A13C54"/>
    <w:rsid w:val="00A144BA"/>
    <w:rsid w:val="00A2008E"/>
    <w:rsid w:val="00A21ED3"/>
    <w:rsid w:val="00A2266E"/>
    <w:rsid w:val="00A25B98"/>
    <w:rsid w:val="00A26CCC"/>
    <w:rsid w:val="00A26F3E"/>
    <w:rsid w:val="00A2738B"/>
    <w:rsid w:val="00A30A68"/>
    <w:rsid w:val="00A3207F"/>
    <w:rsid w:val="00A378D3"/>
    <w:rsid w:val="00A40DC6"/>
    <w:rsid w:val="00A411FE"/>
    <w:rsid w:val="00A4152C"/>
    <w:rsid w:val="00A42D1A"/>
    <w:rsid w:val="00A430D9"/>
    <w:rsid w:val="00A46A10"/>
    <w:rsid w:val="00A47901"/>
    <w:rsid w:val="00A501AA"/>
    <w:rsid w:val="00A50615"/>
    <w:rsid w:val="00A5231A"/>
    <w:rsid w:val="00A52966"/>
    <w:rsid w:val="00A54082"/>
    <w:rsid w:val="00A55813"/>
    <w:rsid w:val="00A55CC1"/>
    <w:rsid w:val="00A6004C"/>
    <w:rsid w:val="00A60D7C"/>
    <w:rsid w:val="00A6155E"/>
    <w:rsid w:val="00A617AB"/>
    <w:rsid w:val="00A6379B"/>
    <w:rsid w:val="00A70116"/>
    <w:rsid w:val="00A70530"/>
    <w:rsid w:val="00A716AC"/>
    <w:rsid w:val="00A75FA7"/>
    <w:rsid w:val="00A83457"/>
    <w:rsid w:val="00A83F4D"/>
    <w:rsid w:val="00A84C2A"/>
    <w:rsid w:val="00A85A8B"/>
    <w:rsid w:val="00A87882"/>
    <w:rsid w:val="00A878D4"/>
    <w:rsid w:val="00A879ED"/>
    <w:rsid w:val="00A87EDF"/>
    <w:rsid w:val="00AA059E"/>
    <w:rsid w:val="00AA2ADB"/>
    <w:rsid w:val="00AA45A1"/>
    <w:rsid w:val="00AA4FFC"/>
    <w:rsid w:val="00AA5031"/>
    <w:rsid w:val="00AA7DC9"/>
    <w:rsid w:val="00AB510B"/>
    <w:rsid w:val="00AB5359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49B7"/>
    <w:rsid w:val="00AC5C78"/>
    <w:rsid w:val="00AC5D07"/>
    <w:rsid w:val="00AC5F18"/>
    <w:rsid w:val="00AC67BE"/>
    <w:rsid w:val="00AC6B40"/>
    <w:rsid w:val="00AD11CC"/>
    <w:rsid w:val="00AD2090"/>
    <w:rsid w:val="00AD30E9"/>
    <w:rsid w:val="00AD33AF"/>
    <w:rsid w:val="00AD4EC1"/>
    <w:rsid w:val="00AD4EF1"/>
    <w:rsid w:val="00AD757D"/>
    <w:rsid w:val="00AE33B4"/>
    <w:rsid w:val="00AE4FC9"/>
    <w:rsid w:val="00AE61E7"/>
    <w:rsid w:val="00AF0198"/>
    <w:rsid w:val="00AF0936"/>
    <w:rsid w:val="00AF1F18"/>
    <w:rsid w:val="00AF3082"/>
    <w:rsid w:val="00AF454A"/>
    <w:rsid w:val="00AF505D"/>
    <w:rsid w:val="00AF6AD2"/>
    <w:rsid w:val="00AF7D9A"/>
    <w:rsid w:val="00B0031A"/>
    <w:rsid w:val="00B025E4"/>
    <w:rsid w:val="00B03194"/>
    <w:rsid w:val="00B03C2C"/>
    <w:rsid w:val="00B04EFA"/>
    <w:rsid w:val="00B05124"/>
    <w:rsid w:val="00B06E92"/>
    <w:rsid w:val="00B06EA6"/>
    <w:rsid w:val="00B12F98"/>
    <w:rsid w:val="00B1411E"/>
    <w:rsid w:val="00B14478"/>
    <w:rsid w:val="00B14970"/>
    <w:rsid w:val="00B15508"/>
    <w:rsid w:val="00B20836"/>
    <w:rsid w:val="00B2085E"/>
    <w:rsid w:val="00B225D7"/>
    <w:rsid w:val="00B244CF"/>
    <w:rsid w:val="00B24E09"/>
    <w:rsid w:val="00B26F88"/>
    <w:rsid w:val="00B30369"/>
    <w:rsid w:val="00B316C4"/>
    <w:rsid w:val="00B31834"/>
    <w:rsid w:val="00B3199E"/>
    <w:rsid w:val="00B33887"/>
    <w:rsid w:val="00B33FC9"/>
    <w:rsid w:val="00B343FB"/>
    <w:rsid w:val="00B40448"/>
    <w:rsid w:val="00B4131F"/>
    <w:rsid w:val="00B4179A"/>
    <w:rsid w:val="00B43D00"/>
    <w:rsid w:val="00B4410A"/>
    <w:rsid w:val="00B45A0F"/>
    <w:rsid w:val="00B516ED"/>
    <w:rsid w:val="00B52E15"/>
    <w:rsid w:val="00B53BA6"/>
    <w:rsid w:val="00B55E2A"/>
    <w:rsid w:val="00B64813"/>
    <w:rsid w:val="00B64B5D"/>
    <w:rsid w:val="00B64E19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8040B"/>
    <w:rsid w:val="00B80A7A"/>
    <w:rsid w:val="00B81949"/>
    <w:rsid w:val="00B861FF"/>
    <w:rsid w:val="00B863F3"/>
    <w:rsid w:val="00BA3A75"/>
    <w:rsid w:val="00BA484F"/>
    <w:rsid w:val="00BA50F8"/>
    <w:rsid w:val="00BA5262"/>
    <w:rsid w:val="00BA5FC1"/>
    <w:rsid w:val="00BB015B"/>
    <w:rsid w:val="00BB1914"/>
    <w:rsid w:val="00BB1A9D"/>
    <w:rsid w:val="00BB4FB7"/>
    <w:rsid w:val="00BB66B5"/>
    <w:rsid w:val="00BB6C4E"/>
    <w:rsid w:val="00BB79C2"/>
    <w:rsid w:val="00BC0AF0"/>
    <w:rsid w:val="00BC13F8"/>
    <w:rsid w:val="00BC1F88"/>
    <w:rsid w:val="00BC5E5D"/>
    <w:rsid w:val="00BC7803"/>
    <w:rsid w:val="00BC7E75"/>
    <w:rsid w:val="00BD2CAF"/>
    <w:rsid w:val="00BD3E42"/>
    <w:rsid w:val="00BD529B"/>
    <w:rsid w:val="00BD586A"/>
    <w:rsid w:val="00BE195F"/>
    <w:rsid w:val="00BE1EAE"/>
    <w:rsid w:val="00BE27E3"/>
    <w:rsid w:val="00BE3C28"/>
    <w:rsid w:val="00BE3CD7"/>
    <w:rsid w:val="00BE58C1"/>
    <w:rsid w:val="00BF2E90"/>
    <w:rsid w:val="00BF3481"/>
    <w:rsid w:val="00BF468B"/>
    <w:rsid w:val="00BF48FF"/>
    <w:rsid w:val="00BF72A3"/>
    <w:rsid w:val="00C000CF"/>
    <w:rsid w:val="00C01DA4"/>
    <w:rsid w:val="00C037BC"/>
    <w:rsid w:val="00C04117"/>
    <w:rsid w:val="00C04260"/>
    <w:rsid w:val="00C04728"/>
    <w:rsid w:val="00C06EEB"/>
    <w:rsid w:val="00C0791B"/>
    <w:rsid w:val="00C1119D"/>
    <w:rsid w:val="00C13A49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3061B"/>
    <w:rsid w:val="00C32A3C"/>
    <w:rsid w:val="00C34B07"/>
    <w:rsid w:val="00C3556C"/>
    <w:rsid w:val="00C419DE"/>
    <w:rsid w:val="00C4210B"/>
    <w:rsid w:val="00C42351"/>
    <w:rsid w:val="00C45FA9"/>
    <w:rsid w:val="00C462D3"/>
    <w:rsid w:val="00C47B78"/>
    <w:rsid w:val="00C47DE8"/>
    <w:rsid w:val="00C5230D"/>
    <w:rsid w:val="00C550D2"/>
    <w:rsid w:val="00C553B8"/>
    <w:rsid w:val="00C610BF"/>
    <w:rsid w:val="00C63066"/>
    <w:rsid w:val="00C639AB"/>
    <w:rsid w:val="00C64633"/>
    <w:rsid w:val="00C66834"/>
    <w:rsid w:val="00C672B7"/>
    <w:rsid w:val="00C67700"/>
    <w:rsid w:val="00C67D9D"/>
    <w:rsid w:val="00C70425"/>
    <w:rsid w:val="00C7171D"/>
    <w:rsid w:val="00C724C6"/>
    <w:rsid w:val="00C725F8"/>
    <w:rsid w:val="00C73CD1"/>
    <w:rsid w:val="00C76355"/>
    <w:rsid w:val="00C76936"/>
    <w:rsid w:val="00C774DA"/>
    <w:rsid w:val="00C80FDD"/>
    <w:rsid w:val="00C82220"/>
    <w:rsid w:val="00C85686"/>
    <w:rsid w:val="00C86C6D"/>
    <w:rsid w:val="00C87A32"/>
    <w:rsid w:val="00C91B80"/>
    <w:rsid w:val="00C94B86"/>
    <w:rsid w:val="00C9734F"/>
    <w:rsid w:val="00C97CCC"/>
    <w:rsid w:val="00CA0498"/>
    <w:rsid w:val="00CA2A42"/>
    <w:rsid w:val="00CA4540"/>
    <w:rsid w:val="00CA6F58"/>
    <w:rsid w:val="00CA7550"/>
    <w:rsid w:val="00CB0B7C"/>
    <w:rsid w:val="00CB137B"/>
    <w:rsid w:val="00CB170B"/>
    <w:rsid w:val="00CB190F"/>
    <w:rsid w:val="00CB2D3F"/>
    <w:rsid w:val="00CB63ED"/>
    <w:rsid w:val="00CB6A7F"/>
    <w:rsid w:val="00CB705F"/>
    <w:rsid w:val="00CB710B"/>
    <w:rsid w:val="00CB72A2"/>
    <w:rsid w:val="00CB7B9D"/>
    <w:rsid w:val="00CB7BB1"/>
    <w:rsid w:val="00CC2373"/>
    <w:rsid w:val="00CC2455"/>
    <w:rsid w:val="00CC2AAA"/>
    <w:rsid w:val="00CC7563"/>
    <w:rsid w:val="00CD02A8"/>
    <w:rsid w:val="00CD09E3"/>
    <w:rsid w:val="00CD18D9"/>
    <w:rsid w:val="00CD7946"/>
    <w:rsid w:val="00CE118D"/>
    <w:rsid w:val="00CE263B"/>
    <w:rsid w:val="00CE383E"/>
    <w:rsid w:val="00CE4BAE"/>
    <w:rsid w:val="00CE6A7A"/>
    <w:rsid w:val="00CF0843"/>
    <w:rsid w:val="00CF1F3E"/>
    <w:rsid w:val="00CF2AA3"/>
    <w:rsid w:val="00CF4A15"/>
    <w:rsid w:val="00CF518D"/>
    <w:rsid w:val="00CF64B4"/>
    <w:rsid w:val="00D00228"/>
    <w:rsid w:val="00D00EA3"/>
    <w:rsid w:val="00D0128B"/>
    <w:rsid w:val="00D01332"/>
    <w:rsid w:val="00D03F9F"/>
    <w:rsid w:val="00D047F3"/>
    <w:rsid w:val="00D06BF9"/>
    <w:rsid w:val="00D07290"/>
    <w:rsid w:val="00D1130C"/>
    <w:rsid w:val="00D13068"/>
    <w:rsid w:val="00D13BB6"/>
    <w:rsid w:val="00D16043"/>
    <w:rsid w:val="00D16E89"/>
    <w:rsid w:val="00D175BC"/>
    <w:rsid w:val="00D17654"/>
    <w:rsid w:val="00D177A2"/>
    <w:rsid w:val="00D17D3B"/>
    <w:rsid w:val="00D21E85"/>
    <w:rsid w:val="00D21EF7"/>
    <w:rsid w:val="00D23415"/>
    <w:rsid w:val="00D23CFA"/>
    <w:rsid w:val="00D247E9"/>
    <w:rsid w:val="00D272B3"/>
    <w:rsid w:val="00D33A74"/>
    <w:rsid w:val="00D36A56"/>
    <w:rsid w:val="00D36F18"/>
    <w:rsid w:val="00D37847"/>
    <w:rsid w:val="00D40231"/>
    <w:rsid w:val="00D4286F"/>
    <w:rsid w:val="00D43608"/>
    <w:rsid w:val="00D53B17"/>
    <w:rsid w:val="00D55856"/>
    <w:rsid w:val="00D5587D"/>
    <w:rsid w:val="00D55A10"/>
    <w:rsid w:val="00D638C6"/>
    <w:rsid w:val="00D6438F"/>
    <w:rsid w:val="00D66061"/>
    <w:rsid w:val="00D711BB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17"/>
    <w:rsid w:val="00D832E7"/>
    <w:rsid w:val="00D835E9"/>
    <w:rsid w:val="00D837B7"/>
    <w:rsid w:val="00D85672"/>
    <w:rsid w:val="00D86D4D"/>
    <w:rsid w:val="00D87910"/>
    <w:rsid w:val="00D90BF0"/>
    <w:rsid w:val="00D91200"/>
    <w:rsid w:val="00D91FAD"/>
    <w:rsid w:val="00D9203A"/>
    <w:rsid w:val="00D920DA"/>
    <w:rsid w:val="00D954A1"/>
    <w:rsid w:val="00D9649B"/>
    <w:rsid w:val="00DA07D2"/>
    <w:rsid w:val="00DA09B6"/>
    <w:rsid w:val="00DA11FC"/>
    <w:rsid w:val="00DA1AAD"/>
    <w:rsid w:val="00DA42BC"/>
    <w:rsid w:val="00DA47E1"/>
    <w:rsid w:val="00DA54BB"/>
    <w:rsid w:val="00DA74E1"/>
    <w:rsid w:val="00DA7F4B"/>
    <w:rsid w:val="00DB1643"/>
    <w:rsid w:val="00DB2133"/>
    <w:rsid w:val="00DB2793"/>
    <w:rsid w:val="00DB3607"/>
    <w:rsid w:val="00DB361D"/>
    <w:rsid w:val="00DB438D"/>
    <w:rsid w:val="00DB5189"/>
    <w:rsid w:val="00DB6CD0"/>
    <w:rsid w:val="00DC1F86"/>
    <w:rsid w:val="00DC3B17"/>
    <w:rsid w:val="00DC52E9"/>
    <w:rsid w:val="00DC5FF7"/>
    <w:rsid w:val="00DC6803"/>
    <w:rsid w:val="00DD0659"/>
    <w:rsid w:val="00DD07A1"/>
    <w:rsid w:val="00DD11DD"/>
    <w:rsid w:val="00DD11F0"/>
    <w:rsid w:val="00DD3160"/>
    <w:rsid w:val="00DD468B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2A40"/>
    <w:rsid w:val="00DE44C5"/>
    <w:rsid w:val="00DE58B3"/>
    <w:rsid w:val="00DE5B76"/>
    <w:rsid w:val="00DE7076"/>
    <w:rsid w:val="00DF339B"/>
    <w:rsid w:val="00DF3809"/>
    <w:rsid w:val="00DF3FA5"/>
    <w:rsid w:val="00DF4BE9"/>
    <w:rsid w:val="00DF7C1A"/>
    <w:rsid w:val="00E008E6"/>
    <w:rsid w:val="00E021F5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21494"/>
    <w:rsid w:val="00E228CA"/>
    <w:rsid w:val="00E332DD"/>
    <w:rsid w:val="00E33CF0"/>
    <w:rsid w:val="00E33D80"/>
    <w:rsid w:val="00E35EE0"/>
    <w:rsid w:val="00E36A09"/>
    <w:rsid w:val="00E37468"/>
    <w:rsid w:val="00E37ABC"/>
    <w:rsid w:val="00E4182C"/>
    <w:rsid w:val="00E43E46"/>
    <w:rsid w:val="00E47BDF"/>
    <w:rsid w:val="00E51D5F"/>
    <w:rsid w:val="00E52760"/>
    <w:rsid w:val="00E555DA"/>
    <w:rsid w:val="00E60A24"/>
    <w:rsid w:val="00E615AD"/>
    <w:rsid w:val="00E62685"/>
    <w:rsid w:val="00E6633F"/>
    <w:rsid w:val="00E674B5"/>
    <w:rsid w:val="00E674C0"/>
    <w:rsid w:val="00E67A4C"/>
    <w:rsid w:val="00E7260E"/>
    <w:rsid w:val="00E75F68"/>
    <w:rsid w:val="00E77C00"/>
    <w:rsid w:val="00E8178C"/>
    <w:rsid w:val="00E821F9"/>
    <w:rsid w:val="00E82742"/>
    <w:rsid w:val="00E83204"/>
    <w:rsid w:val="00E84E54"/>
    <w:rsid w:val="00E850EE"/>
    <w:rsid w:val="00E86C18"/>
    <w:rsid w:val="00E86F93"/>
    <w:rsid w:val="00E8748F"/>
    <w:rsid w:val="00E87660"/>
    <w:rsid w:val="00E90AFC"/>
    <w:rsid w:val="00E90C55"/>
    <w:rsid w:val="00E9191C"/>
    <w:rsid w:val="00E95DB7"/>
    <w:rsid w:val="00E970A9"/>
    <w:rsid w:val="00EA4496"/>
    <w:rsid w:val="00EA5582"/>
    <w:rsid w:val="00EA6B1B"/>
    <w:rsid w:val="00EA7F6B"/>
    <w:rsid w:val="00EB30AC"/>
    <w:rsid w:val="00EB3EC6"/>
    <w:rsid w:val="00EB3F86"/>
    <w:rsid w:val="00EB62DF"/>
    <w:rsid w:val="00EB75EB"/>
    <w:rsid w:val="00EC273C"/>
    <w:rsid w:val="00EC3704"/>
    <w:rsid w:val="00EC610A"/>
    <w:rsid w:val="00EC6764"/>
    <w:rsid w:val="00EC751B"/>
    <w:rsid w:val="00EC7669"/>
    <w:rsid w:val="00ED1E26"/>
    <w:rsid w:val="00ED4190"/>
    <w:rsid w:val="00ED4D99"/>
    <w:rsid w:val="00EE20AC"/>
    <w:rsid w:val="00EE68F2"/>
    <w:rsid w:val="00EE7263"/>
    <w:rsid w:val="00EF22AB"/>
    <w:rsid w:val="00EF23FE"/>
    <w:rsid w:val="00EF2A02"/>
    <w:rsid w:val="00EF3882"/>
    <w:rsid w:val="00EF6896"/>
    <w:rsid w:val="00EF77EA"/>
    <w:rsid w:val="00EF7F71"/>
    <w:rsid w:val="00F00F8E"/>
    <w:rsid w:val="00F02A15"/>
    <w:rsid w:val="00F03FA0"/>
    <w:rsid w:val="00F051CB"/>
    <w:rsid w:val="00F057A7"/>
    <w:rsid w:val="00F05802"/>
    <w:rsid w:val="00F06DA7"/>
    <w:rsid w:val="00F06E67"/>
    <w:rsid w:val="00F0759D"/>
    <w:rsid w:val="00F10C66"/>
    <w:rsid w:val="00F110EA"/>
    <w:rsid w:val="00F12253"/>
    <w:rsid w:val="00F161B1"/>
    <w:rsid w:val="00F164B6"/>
    <w:rsid w:val="00F164BB"/>
    <w:rsid w:val="00F243D5"/>
    <w:rsid w:val="00F25522"/>
    <w:rsid w:val="00F26139"/>
    <w:rsid w:val="00F26D52"/>
    <w:rsid w:val="00F27A9B"/>
    <w:rsid w:val="00F321A9"/>
    <w:rsid w:val="00F32246"/>
    <w:rsid w:val="00F3274A"/>
    <w:rsid w:val="00F32C71"/>
    <w:rsid w:val="00F33015"/>
    <w:rsid w:val="00F36E26"/>
    <w:rsid w:val="00F403DB"/>
    <w:rsid w:val="00F41032"/>
    <w:rsid w:val="00F424AE"/>
    <w:rsid w:val="00F440A6"/>
    <w:rsid w:val="00F445C5"/>
    <w:rsid w:val="00F45A0A"/>
    <w:rsid w:val="00F5172D"/>
    <w:rsid w:val="00F52771"/>
    <w:rsid w:val="00F536D3"/>
    <w:rsid w:val="00F53BCB"/>
    <w:rsid w:val="00F555DD"/>
    <w:rsid w:val="00F56715"/>
    <w:rsid w:val="00F5720D"/>
    <w:rsid w:val="00F62267"/>
    <w:rsid w:val="00F626A6"/>
    <w:rsid w:val="00F636C5"/>
    <w:rsid w:val="00F64DA5"/>
    <w:rsid w:val="00F65825"/>
    <w:rsid w:val="00F66B4F"/>
    <w:rsid w:val="00F7077C"/>
    <w:rsid w:val="00F721D8"/>
    <w:rsid w:val="00F742A1"/>
    <w:rsid w:val="00F75A3A"/>
    <w:rsid w:val="00F75F1A"/>
    <w:rsid w:val="00F772AF"/>
    <w:rsid w:val="00F77659"/>
    <w:rsid w:val="00F77782"/>
    <w:rsid w:val="00F77E3B"/>
    <w:rsid w:val="00F80D3F"/>
    <w:rsid w:val="00F80E45"/>
    <w:rsid w:val="00F819C5"/>
    <w:rsid w:val="00F8438D"/>
    <w:rsid w:val="00F84BE1"/>
    <w:rsid w:val="00F85323"/>
    <w:rsid w:val="00F86127"/>
    <w:rsid w:val="00F86A49"/>
    <w:rsid w:val="00F876B8"/>
    <w:rsid w:val="00F87D0F"/>
    <w:rsid w:val="00F91555"/>
    <w:rsid w:val="00F91794"/>
    <w:rsid w:val="00F92851"/>
    <w:rsid w:val="00F9288B"/>
    <w:rsid w:val="00F930D8"/>
    <w:rsid w:val="00F94015"/>
    <w:rsid w:val="00F94C03"/>
    <w:rsid w:val="00FA14F7"/>
    <w:rsid w:val="00FA3CAD"/>
    <w:rsid w:val="00FA7EAD"/>
    <w:rsid w:val="00FB28A2"/>
    <w:rsid w:val="00FB4495"/>
    <w:rsid w:val="00FB5C6D"/>
    <w:rsid w:val="00FC0ACB"/>
    <w:rsid w:val="00FC2A30"/>
    <w:rsid w:val="00FC36FF"/>
    <w:rsid w:val="00FC429C"/>
    <w:rsid w:val="00FC4ADD"/>
    <w:rsid w:val="00FC5923"/>
    <w:rsid w:val="00FC5DEE"/>
    <w:rsid w:val="00FC5FA2"/>
    <w:rsid w:val="00FC6E98"/>
    <w:rsid w:val="00FD133A"/>
    <w:rsid w:val="00FD2750"/>
    <w:rsid w:val="00FD3266"/>
    <w:rsid w:val="00FD4223"/>
    <w:rsid w:val="00FD4913"/>
    <w:rsid w:val="00FD494E"/>
    <w:rsid w:val="00FD6050"/>
    <w:rsid w:val="00FD684F"/>
    <w:rsid w:val="00FD7C72"/>
    <w:rsid w:val="00FE019C"/>
    <w:rsid w:val="00FE5509"/>
    <w:rsid w:val="00FE5732"/>
    <w:rsid w:val="00FE6C6E"/>
    <w:rsid w:val="00FF3425"/>
    <w:rsid w:val="00FF514D"/>
    <w:rsid w:val="00FF5812"/>
    <w:rsid w:val="00FF6348"/>
    <w:rsid w:val="00FF6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 w:val="20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E33D80"/>
    <w:pPr>
      <w:numPr>
        <w:numId w:val="15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E33D80"/>
    <w:pPr>
      <w:keepNext/>
      <w:numPr>
        <w:ilvl w:val="2"/>
        <w:numId w:val="15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TOC4"/>
    <w:next w:val="Normal"/>
    <w:link w:val="Heading4Char"/>
    <w:autoRedefine/>
    <w:uiPriority w:val="99"/>
    <w:qFormat/>
    <w:rsid w:val="00A25B98"/>
    <w:pPr>
      <w:widowControl/>
      <w:numPr>
        <w:ilvl w:val="3"/>
        <w:numId w:val="15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B7664"/>
    <w:rPr>
      <w:rFonts w:ascii="Trebuchet MS" w:hAnsi="Trebuchet MS" w:cs="Arial"/>
      <w:b/>
      <w:bCs/>
      <w:caps/>
      <w:kern w:val="32"/>
      <w:sz w:val="20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513AC"/>
    <w:rPr>
      <w:rFonts w:ascii="Trebuchet MS" w:hAnsi="Trebuchet MS"/>
      <w:caps/>
      <w:kern w:val="2"/>
      <w:sz w:val="24"/>
      <w:lang w:val="it-IT" w:eastAsia="it-IT"/>
    </w:rPr>
  </w:style>
  <w:style w:type="character" w:customStyle="1" w:styleId="Heading3Char">
    <w:name w:val="Heading 3 Char"/>
    <w:basedOn w:val="DefaultParagraphFont"/>
    <w:link w:val="Heading3"/>
    <w:uiPriority w:val="99"/>
    <w:rsid w:val="00EB7664"/>
    <w:rPr>
      <w:rFonts w:ascii="Trebuchet MS" w:hAnsi="Trebuchet MS" w:cs="Arial"/>
      <w:b/>
      <w:bCs/>
      <w:i/>
      <w:kern w:val="2"/>
      <w:sz w:val="20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rsid w:val="00EB7664"/>
    <w:rPr>
      <w:rFonts w:ascii="Trebuchet MS" w:hAnsi="Trebuchet MS"/>
      <w:smallCaps/>
      <w:kern w:val="2"/>
      <w:sz w:val="24"/>
      <w:szCs w:val="24"/>
    </w:rPr>
  </w:style>
  <w:style w:type="paragraph" w:customStyle="1" w:styleId="Indirizzo">
    <w:name w:val="Indirizzo"/>
    <w:basedOn w:val="Normal"/>
    <w:autoRedefine/>
    <w:uiPriority w:val="99"/>
    <w:rsid w:val="009931A7"/>
    <w:pPr>
      <w:numPr>
        <w:numId w:val="7"/>
      </w:numPr>
      <w:tabs>
        <w:tab w:val="left" w:pos="5103"/>
      </w:tabs>
    </w:pPr>
  </w:style>
  <w:style w:type="paragraph" w:customStyle="1" w:styleId="Tabella">
    <w:name w:val="Tabella"/>
    <w:basedOn w:val="Normal"/>
    <w:autoRedefine/>
    <w:uiPriority w:val="99"/>
    <w:rsid w:val="0046021F"/>
  </w:style>
  <w:style w:type="paragraph" w:styleId="Footer">
    <w:name w:val="footer"/>
    <w:basedOn w:val="Normal"/>
    <w:link w:val="FooterChar"/>
    <w:autoRedefine/>
    <w:uiPriority w:val="99"/>
    <w:rsid w:val="0046021F"/>
    <w:pPr>
      <w:tabs>
        <w:tab w:val="center" w:pos="4819"/>
        <w:tab w:val="right" w:pos="9638"/>
      </w:tabs>
      <w:spacing w:line="36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E0873"/>
    <w:rPr>
      <w:rFonts w:ascii="Trebuchet MS" w:hAnsi="Trebuchet MS"/>
      <w:kern w:val="2"/>
      <w:sz w:val="24"/>
    </w:rPr>
  </w:style>
  <w:style w:type="paragraph" w:styleId="ListNumber">
    <w:name w:val="List Number"/>
    <w:basedOn w:val="Normal"/>
    <w:link w:val="ListNumberChar"/>
    <w:uiPriority w:val="99"/>
    <w:rsid w:val="00B2085E"/>
    <w:pPr>
      <w:numPr>
        <w:numId w:val="8"/>
      </w:numPr>
      <w:tabs>
        <w:tab w:val="clear" w:pos="643"/>
        <w:tab w:val="num" w:pos="360"/>
      </w:tabs>
      <w:ind w:left="360"/>
    </w:pPr>
  </w:style>
  <w:style w:type="character" w:customStyle="1" w:styleId="Corsivo">
    <w:name w:val="Corsivo"/>
    <w:uiPriority w:val="99"/>
    <w:rsid w:val="00675AF5"/>
    <w:rPr>
      <w:rFonts w:ascii="Trebuchet MS" w:hAnsi="Trebuchet MS"/>
      <w:i/>
      <w:sz w:val="20"/>
    </w:rPr>
  </w:style>
  <w:style w:type="character" w:customStyle="1" w:styleId="Grassetto">
    <w:name w:val="Grassetto"/>
    <w:uiPriority w:val="99"/>
    <w:rsid w:val="00337AA0"/>
    <w:rPr>
      <w:rFonts w:ascii="Trebuchet MS" w:hAnsi="Trebuchet MS"/>
      <w:b/>
      <w:sz w:val="20"/>
    </w:rPr>
  </w:style>
  <w:style w:type="character" w:customStyle="1" w:styleId="Grassettocorsivo">
    <w:name w:val="Grassetto corsivo"/>
    <w:uiPriority w:val="99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"/>
    <w:autoRedefine/>
    <w:uiPriority w:val="99"/>
    <w:rsid w:val="00337AA0"/>
    <w:pPr>
      <w:spacing w:line="500" w:lineRule="exact"/>
    </w:pPr>
    <w:rPr>
      <w:b/>
      <w:u w:val="single"/>
    </w:rPr>
  </w:style>
  <w:style w:type="character" w:styleId="PageNumber">
    <w:name w:val="page number"/>
    <w:basedOn w:val="DefaultParagraphFont"/>
    <w:uiPriority w:val="99"/>
    <w:rsid w:val="00255BF5"/>
    <w:rPr>
      <w:rFonts w:ascii="Trebuchet MS" w:hAnsi="Trebuchet MS" w:cs="Times New Roman"/>
      <w:b/>
      <w:color w:val="auto"/>
      <w:sz w:val="16"/>
    </w:rPr>
  </w:style>
  <w:style w:type="paragraph" w:customStyle="1" w:styleId="Tabellatitolo">
    <w:name w:val="Tabella titolo"/>
    <w:basedOn w:val="Tabella"/>
    <w:autoRedefine/>
    <w:uiPriority w:val="99"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FootnoteText">
    <w:name w:val="footnote text"/>
    <w:basedOn w:val="Normal"/>
    <w:link w:val="FootnoteTextChar"/>
    <w:uiPriority w:val="99"/>
    <w:semiHidden/>
    <w:rsid w:val="00337AA0"/>
    <w:pPr>
      <w:spacing w:line="500" w:lineRule="exact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7664"/>
    <w:rPr>
      <w:rFonts w:ascii="Trebuchet MS" w:hAnsi="Trebuchet MS"/>
      <w:kern w:val="2"/>
      <w:sz w:val="20"/>
      <w:szCs w:val="20"/>
    </w:rPr>
  </w:style>
  <w:style w:type="paragraph" w:customStyle="1" w:styleId="Grassettoblu">
    <w:name w:val="Grassetto blu"/>
    <w:basedOn w:val="Normal"/>
    <w:link w:val="GrassettobluCarattere"/>
    <w:autoRedefine/>
    <w:uiPriority w:val="99"/>
    <w:rsid w:val="00675AF5"/>
    <w:pPr>
      <w:spacing w:line="520" w:lineRule="exact"/>
    </w:pPr>
    <w:rPr>
      <w:b/>
      <w:color w:val="0000FF"/>
    </w:rPr>
  </w:style>
  <w:style w:type="paragraph" w:styleId="ListNumber2">
    <w:name w:val="List Number 2"/>
    <w:basedOn w:val="Normal"/>
    <w:link w:val="ListNumber2Char"/>
    <w:autoRedefine/>
    <w:uiPriority w:val="99"/>
    <w:rsid w:val="004C316A"/>
    <w:pPr>
      <w:numPr>
        <w:numId w:val="20"/>
      </w:numPr>
      <w:tabs>
        <w:tab w:val="clear" w:pos="1003"/>
      </w:tabs>
      <w:ind w:left="360"/>
    </w:pPr>
  </w:style>
  <w:style w:type="paragraph" w:customStyle="1" w:styleId="Titolo3blu">
    <w:name w:val="Titolo 3 blu"/>
    <w:basedOn w:val="Heading3"/>
    <w:autoRedefine/>
    <w:uiPriority w:val="99"/>
    <w:rsid w:val="004D0074"/>
    <w:rPr>
      <w:color w:val="0000FF"/>
    </w:rPr>
  </w:style>
  <w:style w:type="character" w:styleId="Hyperlink">
    <w:name w:val="Hyperlink"/>
    <w:basedOn w:val="DefaultParagraphFont"/>
    <w:uiPriority w:val="99"/>
    <w:rsid w:val="00C23073"/>
    <w:rPr>
      <w:rFonts w:ascii="Trebuchet MS" w:hAnsi="Trebuchet MS" w:cs="Times New Roman"/>
      <w:b/>
      <w:color w:val="0000FF"/>
      <w:sz w:val="20"/>
      <w:u w:val="single"/>
    </w:rPr>
  </w:style>
  <w:style w:type="paragraph" w:customStyle="1" w:styleId="Corsivoblu">
    <w:name w:val="Corsivo blu"/>
    <w:basedOn w:val="Normal"/>
    <w:link w:val="CorsivobluCarattere"/>
    <w:uiPriority w:val="99"/>
    <w:rsid w:val="00B2085E"/>
    <w:rPr>
      <w:i/>
      <w:color w:val="0000FF"/>
    </w:rPr>
  </w:style>
  <w:style w:type="paragraph" w:customStyle="1" w:styleId="GrassettoMaiuscoletto">
    <w:name w:val="Grassetto Maiuscoletto"/>
    <w:basedOn w:val="Normal"/>
    <w:autoRedefine/>
    <w:uiPriority w:val="99"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Heading1"/>
    <w:autoRedefine/>
    <w:uiPriority w:val="99"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Heading1"/>
    <w:autoRedefine/>
    <w:uiPriority w:val="99"/>
    <w:rsid w:val="00B4410A"/>
    <w:rPr>
      <w:szCs w:val="20"/>
      <w:u w:val="single"/>
    </w:rPr>
  </w:style>
  <w:style w:type="paragraph" w:customStyle="1" w:styleId="Titolocopertina">
    <w:name w:val="Titolo copertina"/>
    <w:basedOn w:val="Normal"/>
    <w:autoRedefine/>
    <w:uiPriority w:val="99"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FootnoteText"/>
    <w:autoRedefine/>
    <w:uiPriority w:val="99"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uiPriority w:val="99"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"/>
    <w:autoRedefine/>
    <w:uiPriority w:val="99"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uiPriority w:val="99"/>
    <w:rsid w:val="00CE6A7A"/>
  </w:style>
  <w:style w:type="paragraph" w:customStyle="1" w:styleId="MAIUSCBOLDsottoluneato">
    <w:name w:val="MAIUSC BOLD sottoluneato"/>
    <w:basedOn w:val="Heading1"/>
    <w:autoRedefine/>
    <w:uiPriority w:val="99"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Heading1"/>
    <w:autoRedefine/>
    <w:uiPriority w:val="99"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"/>
    <w:autoRedefine/>
    <w:uiPriority w:val="99"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Heading1"/>
    <w:autoRedefine/>
    <w:uiPriority w:val="99"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Heading1"/>
    <w:autoRedefine/>
    <w:uiPriority w:val="99"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styleId="Date">
    <w:name w:val="Date"/>
    <w:basedOn w:val="Normal"/>
    <w:next w:val="Normal"/>
    <w:link w:val="DateChar"/>
    <w:uiPriority w:val="99"/>
    <w:rsid w:val="000D3C25"/>
  </w:style>
  <w:style w:type="character" w:customStyle="1" w:styleId="DateChar">
    <w:name w:val="Date Char"/>
    <w:basedOn w:val="DefaultParagraphFont"/>
    <w:link w:val="Date"/>
    <w:uiPriority w:val="99"/>
    <w:semiHidden/>
    <w:rsid w:val="00EB7664"/>
    <w:rPr>
      <w:rFonts w:ascii="Trebuchet MS" w:hAnsi="Trebuchet MS"/>
      <w:kern w:val="2"/>
      <w:sz w:val="20"/>
      <w:szCs w:val="24"/>
    </w:rPr>
  </w:style>
  <w:style w:type="character" w:customStyle="1" w:styleId="BLOCKBOLD">
    <w:name w:val="BLOCK BOLD"/>
    <w:uiPriority w:val="99"/>
    <w:rsid w:val="006472D4"/>
    <w:rPr>
      <w:rFonts w:ascii="Trebuchet MS" w:hAnsi="Trebuchet MS"/>
      <w:b/>
      <w:caps/>
      <w:color w:val="auto"/>
      <w:sz w:val="20"/>
    </w:rPr>
  </w:style>
  <w:style w:type="character" w:customStyle="1" w:styleId="StileGrassetto">
    <w:name w:val="Stile Grassetto"/>
    <w:uiPriority w:val="99"/>
    <w:rsid w:val="000D3C25"/>
    <w:rPr>
      <w:b/>
    </w:rPr>
  </w:style>
  <w:style w:type="paragraph" w:styleId="TOC1">
    <w:name w:val="toc 1"/>
    <w:basedOn w:val="Normal"/>
    <w:next w:val="Normal"/>
    <w:autoRedefine/>
    <w:uiPriority w:val="99"/>
    <w:semiHidden/>
    <w:rsid w:val="00A25B98"/>
  </w:style>
  <w:style w:type="paragraph" w:styleId="TOC2">
    <w:name w:val="toc 2"/>
    <w:basedOn w:val="Normal"/>
    <w:next w:val="Normal"/>
    <w:autoRedefine/>
    <w:uiPriority w:val="99"/>
    <w:semiHidden/>
    <w:rsid w:val="00A25B98"/>
    <w:pPr>
      <w:ind w:left="200"/>
    </w:pPr>
  </w:style>
  <w:style w:type="paragraph" w:styleId="TOC4">
    <w:name w:val="toc 4"/>
    <w:basedOn w:val="Normal"/>
    <w:next w:val="Normal"/>
    <w:autoRedefine/>
    <w:uiPriority w:val="99"/>
    <w:semiHidden/>
    <w:rsid w:val="00A25B98"/>
    <w:pPr>
      <w:ind w:left="600"/>
    </w:pPr>
  </w:style>
  <w:style w:type="paragraph" w:styleId="ListBullet">
    <w:name w:val="List Bullet"/>
    <w:basedOn w:val="Normal"/>
    <w:autoRedefine/>
    <w:uiPriority w:val="99"/>
    <w:rsid w:val="00156E6D"/>
    <w:pPr>
      <w:widowControl/>
      <w:numPr>
        <w:numId w:val="19"/>
      </w:numPr>
      <w:autoSpaceDE/>
      <w:autoSpaceDN/>
      <w:adjustRightInd/>
    </w:pPr>
  </w:style>
  <w:style w:type="paragraph" w:styleId="Closing">
    <w:name w:val="Closing"/>
    <w:basedOn w:val="Normal"/>
    <w:link w:val="ClosingChar"/>
    <w:uiPriority w:val="99"/>
    <w:rsid w:val="00156E6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EB7664"/>
    <w:rPr>
      <w:rFonts w:ascii="Trebuchet MS" w:hAnsi="Trebuchet MS"/>
      <w:kern w:val="2"/>
      <w:sz w:val="20"/>
      <w:szCs w:val="24"/>
    </w:rPr>
  </w:style>
  <w:style w:type="paragraph" w:styleId="Title">
    <w:name w:val="Title"/>
    <w:basedOn w:val="Normal"/>
    <w:link w:val="TitleChar"/>
    <w:uiPriority w:val="99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EB766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B7664"/>
    <w:rPr>
      <w:rFonts w:asciiTheme="majorHAnsi" w:eastAsiaTheme="majorEastAsia" w:hAnsiTheme="majorHAnsi" w:cstheme="majorBidi"/>
      <w:kern w:val="2"/>
      <w:sz w:val="24"/>
      <w:szCs w:val="24"/>
    </w:rPr>
  </w:style>
  <w:style w:type="paragraph" w:customStyle="1" w:styleId="Corpotesto1">
    <w:name w:val="Corpo testo1"/>
    <w:basedOn w:val="Normal"/>
    <w:link w:val="CorpotestoCarattere"/>
    <w:uiPriority w:val="99"/>
    <w:rsid w:val="009513AC"/>
  </w:style>
  <w:style w:type="paragraph" w:styleId="BodyText2">
    <w:name w:val="Body Text 2"/>
    <w:basedOn w:val="Corpotesto1"/>
    <w:link w:val="BodyText2Char"/>
    <w:uiPriority w:val="99"/>
    <w:rsid w:val="00816101"/>
    <w:pPr>
      <w:tabs>
        <w:tab w:val="left" w:pos="357"/>
      </w:tabs>
      <w:autoSpaceDE/>
      <w:autoSpaceDN/>
      <w:adjustRightInd/>
      <w:ind w:left="357"/>
    </w:pPr>
  </w:style>
  <w:style w:type="character" w:customStyle="1" w:styleId="BodyText2Char">
    <w:name w:val="Body Text 2 Char"/>
    <w:basedOn w:val="CorpotestoCarattere"/>
    <w:link w:val="BodyText2"/>
    <w:uiPriority w:val="99"/>
    <w:locked/>
    <w:rsid w:val="00816101"/>
    <w:rPr>
      <w:rFonts w:cs="Times New Roman"/>
      <w:szCs w:val="24"/>
      <w:lang w:bidi="ar-SA"/>
    </w:rPr>
  </w:style>
  <w:style w:type="paragraph" w:styleId="Header">
    <w:name w:val="header"/>
    <w:basedOn w:val="Normal"/>
    <w:link w:val="HeaderChar"/>
    <w:uiPriority w:val="99"/>
    <w:rsid w:val="00134368"/>
    <w:pPr>
      <w:ind w:left="5103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7664"/>
    <w:rPr>
      <w:rFonts w:ascii="Trebuchet MS" w:hAnsi="Trebuchet MS"/>
      <w:kern w:val="2"/>
      <w:sz w:val="20"/>
      <w:szCs w:val="24"/>
    </w:rPr>
  </w:style>
  <w:style w:type="paragraph" w:styleId="EnvelopeReturn">
    <w:name w:val="envelope return"/>
    <w:basedOn w:val="Normal"/>
    <w:uiPriority w:val="99"/>
    <w:rsid w:val="00156E6D"/>
    <w:rPr>
      <w:rFonts w:ascii="Arial" w:hAnsi="Arial" w:cs="Arial"/>
      <w:szCs w:val="20"/>
    </w:rPr>
  </w:style>
  <w:style w:type="paragraph" w:styleId="ListNumber3">
    <w:name w:val="List Number 3"/>
    <w:basedOn w:val="Normal"/>
    <w:uiPriority w:val="99"/>
    <w:rsid w:val="000602DB"/>
    <w:pPr>
      <w:numPr>
        <w:numId w:val="10"/>
      </w:numPr>
    </w:pPr>
  </w:style>
  <w:style w:type="paragraph" w:styleId="NormalIndent">
    <w:name w:val="Normal Indent"/>
    <w:basedOn w:val="Normal"/>
    <w:link w:val="NormalIndentChar"/>
    <w:uiPriority w:val="99"/>
    <w:rsid w:val="00BF468B"/>
    <w:pPr>
      <w:ind w:left="708"/>
    </w:pPr>
  </w:style>
  <w:style w:type="paragraph" w:styleId="BodyTextIndent">
    <w:name w:val="Body Text Indent"/>
    <w:basedOn w:val="Normal"/>
    <w:link w:val="BodyTextIndentChar"/>
    <w:uiPriority w:val="99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513AC"/>
    <w:rPr>
      <w:rFonts w:ascii="Trebuchet MS" w:hAnsi="Trebuchet MS"/>
      <w:kern w:val="2"/>
      <w:lang w:val="it-IT" w:eastAsia="it-IT"/>
    </w:rPr>
  </w:style>
  <w:style w:type="character" w:customStyle="1" w:styleId="CorpotestoCarattere">
    <w:name w:val="Corpo testo Carattere"/>
    <w:link w:val="Corpotesto1"/>
    <w:uiPriority w:val="99"/>
    <w:locked/>
    <w:rsid w:val="009513AC"/>
    <w:rPr>
      <w:rFonts w:ascii="Trebuchet MS" w:hAnsi="Trebuchet MS"/>
      <w:kern w:val="2"/>
      <w:sz w:val="24"/>
      <w:lang w:val="it-IT" w:eastAsia="it-IT"/>
    </w:rPr>
  </w:style>
  <w:style w:type="character" w:customStyle="1" w:styleId="NormalIndentChar">
    <w:name w:val="Normal Indent Char"/>
    <w:link w:val="NormalIndent"/>
    <w:uiPriority w:val="99"/>
    <w:locked/>
    <w:rsid w:val="00BF468B"/>
    <w:rPr>
      <w:rFonts w:ascii="Trebuchet MS" w:hAnsi="Trebuchet MS"/>
      <w:kern w:val="2"/>
      <w:sz w:val="24"/>
      <w:lang w:val="it-IT" w:eastAsia="it-IT"/>
    </w:rPr>
  </w:style>
  <w:style w:type="character" w:customStyle="1" w:styleId="ListNumberChar">
    <w:name w:val="List Number Char"/>
    <w:link w:val="ListNumber"/>
    <w:uiPriority w:val="99"/>
    <w:locked/>
    <w:rsid w:val="00B2085E"/>
    <w:rPr>
      <w:rFonts w:ascii="Trebuchet MS" w:hAnsi="Trebuchet MS"/>
      <w:kern w:val="2"/>
      <w:sz w:val="24"/>
      <w:lang w:val="it-IT" w:eastAsia="it-IT"/>
    </w:rPr>
  </w:style>
  <w:style w:type="character" w:customStyle="1" w:styleId="CorsivobluCarattere">
    <w:name w:val="Corsivo blu Carattere"/>
    <w:link w:val="Corsivoblu"/>
    <w:uiPriority w:val="99"/>
    <w:locked/>
    <w:rsid w:val="00B2085E"/>
    <w:rPr>
      <w:rFonts w:ascii="Trebuchet MS" w:hAnsi="Trebuchet MS"/>
      <w:i/>
      <w:color w:val="0000FF"/>
      <w:kern w:val="2"/>
      <w:sz w:val="24"/>
      <w:lang w:val="it-IT" w:eastAsia="it-IT"/>
    </w:rPr>
  </w:style>
  <w:style w:type="character" w:customStyle="1" w:styleId="ListNumber2Char">
    <w:name w:val="List Number 2 Char"/>
    <w:link w:val="ListNumber2"/>
    <w:uiPriority w:val="99"/>
    <w:locked/>
    <w:rsid w:val="004C316A"/>
    <w:rPr>
      <w:rFonts w:ascii="Trebuchet MS" w:hAnsi="Trebuchet MS"/>
      <w:kern w:val="2"/>
      <w:sz w:val="20"/>
      <w:szCs w:val="24"/>
    </w:rPr>
  </w:style>
  <w:style w:type="character" w:customStyle="1" w:styleId="GrassettobluCarattere">
    <w:name w:val="Grassetto blu Carattere"/>
    <w:link w:val="Grassettoblu"/>
    <w:uiPriority w:val="99"/>
    <w:locked/>
    <w:rsid w:val="000F65A0"/>
    <w:rPr>
      <w:rFonts w:ascii="Trebuchet MS" w:hAnsi="Trebuchet MS"/>
      <w:b/>
      <w:color w:val="0000FF"/>
      <w:kern w:val="2"/>
      <w:sz w:val="24"/>
      <w:lang w:val="it-IT" w:eastAsia="it-IT"/>
    </w:rPr>
  </w:style>
  <w:style w:type="paragraph" w:customStyle="1" w:styleId="Corsivorosso">
    <w:name w:val="Corsivo rosso"/>
    <w:basedOn w:val="Normal"/>
    <w:link w:val="CorsivorossoCarattere"/>
    <w:uiPriority w:val="99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uiPriority w:val="99"/>
    <w:locked/>
    <w:rsid w:val="000F65A0"/>
    <w:rPr>
      <w:rFonts w:ascii="Trebuchet MS" w:hAnsi="Trebuchet MS"/>
      <w:i/>
      <w:color w:val="FF0000"/>
      <w:lang w:val="it-IT" w:eastAsia="it-IT"/>
    </w:rPr>
  </w:style>
  <w:style w:type="paragraph" w:styleId="BodyTextIndent2">
    <w:name w:val="Body Text Indent 2"/>
    <w:basedOn w:val="Normal"/>
    <w:link w:val="BodyTextIndent2Char"/>
    <w:uiPriority w:val="99"/>
    <w:rsid w:val="007019B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B7664"/>
    <w:rPr>
      <w:rFonts w:ascii="Trebuchet MS" w:hAnsi="Trebuchet MS"/>
      <w:kern w:val="2"/>
      <w:sz w:val="20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7019B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B7664"/>
    <w:rPr>
      <w:rFonts w:ascii="Trebuchet MS" w:hAnsi="Trebuchet MS"/>
      <w:kern w:val="2"/>
      <w:sz w:val="16"/>
      <w:szCs w:val="16"/>
    </w:rPr>
  </w:style>
  <w:style w:type="paragraph" w:styleId="BodyText">
    <w:name w:val="Body Text"/>
    <w:basedOn w:val="Normal"/>
    <w:link w:val="BodyTextChar"/>
    <w:uiPriority w:val="9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B7664"/>
    <w:rPr>
      <w:rFonts w:ascii="Trebuchet MS" w:hAnsi="Trebuchet MS"/>
      <w:kern w:val="2"/>
      <w:sz w:val="20"/>
      <w:szCs w:val="24"/>
    </w:rPr>
  </w:style>
  <w:style w:type="paragraph" w:styleId="BodyTextFirstIndent">
    <w:name w:val="Body Text First Indent"/>
    <w:basedOn w:val="Corpotesto1"/>
    <w:link w:val="BodyTextFirstIndentChar"/>
    <w:uiPriority w:val="99"/>
    <w:rsid w:val="009513AC"/>
    <w:pPr>
      <w:spacing w:after="12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EB7664"/>
  </w:style>
  <w:style w:type="paragraph" w:styleId="BodyTextFirstIndent2">
    <w:name w:val="Body Text First Indent 2"/>
    <w:basedOn w:val="BodyTextIndent"/>
    <w:link w:val="BodyTextFirstIndent2Char"/>
    <w:uiPriority w:val="99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EB7664"/>
    <w:rPr>
      <w:sz w:val="20"/>
      <w:szCs w:val="24"/>
    </w:rPr>
  </w:style>
  <w:style w:type="paragraph" w:styleId="BodyText3">
    <w:name w:val="Body Text 3"/>
    <w:basedOn w:val="Normal"/>
    <w:link w:val="BodyText3Char"/>
    <w:uiPriority w:val="99"/>
    <w:rsid w:val="005C1BF3"/>
    <w:pPr>
      <w:ind w:left="357" w:hanging="357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B2085E"/>
    <w:rPr>
      <w:rFonts w:ascii="Trebuchet MS" w:hAnsi="Trebuchet MS"/>
      <w:kern w:val="2"/>
      <w:sz w:val="16"/>
      <w:lang w:val="it-IT" w:eastAsia="it-IT"/>
    </w:rPr>
  </w:style>
  <w:style w:type="paragraph" w:styleId="ListBullet3">
    <w:name w:val="List Bullet 3"/>
    <w:basedOn w:val="Normal"/>
    <w:uiPriority w:val="99"/>
    <w:rsid w:val="000A371D"/>
    <w:pPr>
      <w:numPr>
        <w:numId w:val="11"/>
      </w:numPr>
    </w:pPr>
  </w:style>
  <w:style w:type="paragraph" w:styleId="ListBullet4">
    <w:name w:val="List Bullet 4"/>
    <w:basedOn w:val="Normal"/>
    <w:uiPriority w:val="99"/>
    <w:rsid w:val="00B2085E"/>
    <w:pPr>
      <w:numPr>
        <w:numId w:val="12"/>
      </w:numPr>
    </w:pPr>
  </w:style>
  <w:style w:type="paragraph" w:styleId="BalloonText">
    <w:name w:val="Balloon Text"/>
    <w:basedOn w:val="Normal"/>
    <w:link w:val="BalloonTextChar"/>
    <w:uiPriority w:val="99"/>
    <w:semiHidden/>
    <w:rsid w:val="009220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664"/>
    <w:rPr>
      <w:kern w:val="2"/>
      <w:sz w:val="0"/>
      <w:szCs w:val="0"/>
    </w:rPr>
  </w:style>
  <w:style w:type="paragraph" w:customStyle="1" w:styleId="CarattereCarattere1Carattere1">
    <w:name w:val="Carattere Carattere1 Carattere1"/>
    <w:basedOn w:val="Normal"/>
    <w:uiPriority w:val="99"/>
    <w:rsid w:val="003D26C7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StileInterlinea15righe">
    <w:name w:val="Stile Interlinea 15 righe"/>
    <w:basedOn w:val="Normal"/>
    <w:uiPriority w:val="99"/>
    <w:rsid w:val="000D3C25"/>
    <w:pPr>
      <w:spacing w:line="360" w:lineRule="auto"/>
    </w:pPr>
    <w:rPr>
      <w:szCs w:val="20"/>
    </w:rPr>
  </w:style>
  <w:style w:type="paragraph" w:customStyle="1" w:styleId="CarattereCarattere1Carattere11">
    <w:name w:val="Carattere Carattere1 Carattere11"/>
    <w:basedOn w:val="Normal"/>
    <w:uiPriority w:val="99"/>
    <w:rsid w:val="009E77ED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numbering" w:styleId="1ai">
    <w:name w:val="Outline List 1"/>
    <w:basedOn w:val="NoList"/>
    <w:uiPriority w:val="99"/>
    <w:semiHidden/>
    <w:unhideWhenUsed/>
    <w:rsid w:val="00EB7664"/>
    <w:pPr>
      <w:numPr>
        <w:numId w:val="30"/>
      </w:numPr>
    </w:pPr>
  </w:style>
  <w:style w:type="numbering" w:styleId="111111">
    <w:name w:val="Outline List 2"/>
    <w:basedOn w:val="NoList"/>
    <w:uiPriority w:val="99"/>
    <w:semiHidden/>
    <w:unhideWhenUsed/>
    <w:rsid w:val="00EB7664"/>
    <w:pPr>
      <w:numPr>
        <w:numId w:val="2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315</Words>
  <Characters>1802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federica.filice</cp:lastModifiedBy>
  <cp:revision>7</cp:revision>
  <dcterms:created xsi:type="dcterms:W3CDTF">2014-01-09T11:51:00Z</dcterms:created>
  <dcterms:modified xsi:type="dcterms:W3CDTF">2014-01-15T09:07:00Z</dcterms:modified>
</cp:coreProperties>
</file>